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420" w:rsidRPr="00747FBF" w:rsidRDefault="00747FBF" w:rsidP="00747FBF">
      <w:pPr>
        <w:rPr>
          <w:sz w:val="44"/>
          <w:szCs w:val="44"/>
          <w:u w:val="single"/>
        </w:rPr>
      </w:pPr>
      <w:r w:rsidRPr="00747FBF">
        <w:rPr>
          <w:b/>
          <w:bCs/>
          <w:sz w:val="44"/>
          <w:szCs w:val="44"/>
          <w:u w:val="single"/>
          <w:lang w:val="en-US" w:eastAsia="en-US"/>
        </w:rPr>
        <w:t>G05</w:t>
      </w:r>
    </w:p>
    <w:p w:rsidR="00BF7523" w:rsidRDefault="00BF7523" w:rsidP="00EF6420">
      <w:pPr>
        <w:ind w:firstLine="720"/>
      </w:pPr>
    </w:p>
    <w:p w:rsidR="00747FBF" w:rsidRPr="008474B4" w:rsidRDefault="00747FBF" w:rsidP="00EF6420">
      <w:pPr>
        <w:ind w:firstLine="720"/>
      </w:pPr>
    </w:p>
    <w:p w:rsidR="00EF6420" w:rsidRPr="008474B4" w:rsidRDefault="00EF6420" w:rsidP="00EF6420">
      <w:pPr>
        <w:rPr>
          <w:b/>
          <w:bCs/>
          <w:u w:val="single"/>
        </w:rPr>
      </w:pPr>
      <w:r w:rsidRPr="008474B4">
        <w:rPr>
          <w:b/>
          <w:bCs/>
          <w:u w:val="single"/>
        </w:rPr>
        <w:t>Speaker key</w:t>
      </w:r>
    </w:p>
    <w:p w:rsidR="00EF6420" w:rsidRPr="008474B4" w:rsidRDefault="00EF6420" w:rsidP="00EF6420">
      <w:pPr>
        <w:ind w:firstLine="720"/>
      </w:pPr>
    </w:p>
    <w:p w:rsidR="00EF48F7" w:rsidRDefault="009B3E3D" w:rsidP="00EF6420">
      <w:pPr>
        <w:rPr>
          <w:bCs/>
        </w:rPr>
      </w:pPr>
      <w:r>
        <w:rPr>
          <w:bCs/>
        </w:rPr>
        <w:t>UCLRA01</w:t>
      </w:r>
      <w:r w:rsidR="00183E32" w:rsidRPr="00183E32">
        <w:rPr>
          <w:bCs/>
        </w:rPr>
        <w:t xml:space="preserve"> </w:t>
      </w:r>
    </w:p>
    <w:p w:rsidR="00A2031F" w:rsidRDefault="009B3E3D" w:rsidP="00EF6420">
      <w:r>
        <w:t>UCLRA02</w:t>
      </w:r>
    </w:p>
    <w:p w:rsidR="00ED7418" w:rsidRDefault="00ED7418" w:rsidP="00EF6420">
      <w:pPr>
        <w:rPr>
          <w:bCs/>
        </w:rPr>
      </w:pPr>
    </w:p>
    <w:p w:rsidR="00BA3048" w:rsidRDefault="009B3E3D" w:rsidP="00BA3048">
      <w:pPr>
        <w:rPr>
          <w:bCs/>
        </w:rPr>
      </w:pPr>
      <w:r>
        <w:rPr>
          <w:bCs/>
        </w:rPr>
        <w:t>G05BAF26</w:t>
      </w:r>
      <w:r w:rsidR="00BA3048" w:rsidRPr="00BA3048">
        <w:rPr>
          <w:bCs/>
        </w:rPr>
        <w:t xml:space="preserve"> </w:t>
      </w:r>
    </w:p>
    <w:p w:rsidR="00BA3048" w:rsidRDefault="009B3E3D" w:rsidP="00BA3048">
      <w:pPr>
        <w:rPr>
          <w:bCs/>
        </w:rPr>
      </w:pPr>
      <w:r>
        <w:rPr>
          <w:bCs/>
        </w:rPr>
        <w:t>G05BAF27</w:t>
      </w:r>
    </w:p>
    <w:p w:rsidR="00A2031F" w:rsidRPr="00A2031F" w:rsidRDefault="009B3E3D" w:rsidP="00BA3048">
      <w:pPr>
        <w:rPr>
          <w:bCs/>
        </w:rPr>
      </w:pPr>
      <w:r>
        <w:rPr>
          <w:bCs/>
        </w:rPr>
        <w:t>G05BAM24</w:t>
      </w:r>
    </w:p>
    <w:p w:rsidR="00A2031F" w:rsidRDefault="009B3E3D" w:rsidP="00BA3048">
      <w:pPr>
        <w:rPr>
          <w:bCs/>
        </w:rPr>
      </w:pPr>
      <w:r>
        <w:rPr>
          <w:bCs/>
        </w:rPr>
        <w:t>G05BAF29</w:t>
      </w:r>
    </w:p>
    <w:p w:rsidR="00AC394F" w:rsidRPr="009B3E3D" w:rsidRDefault="009B3E3D" w:rsidP="00BA3048">
      <w:pPr>
        <w:rPr>
          <w:bCs/>
        </w:rPr>
      </w:pPr>
      <w:r>
        <w:rPr>
          <w:bCs/>
        </w:rPr>
        <w:t>G05BAF25</w:t>
      </w:r>
    </w:p>
    <w:p w:rsidR="00AC394F" w:rsidRPr="009B3E3D" w:rsidRDefault="009B3E3D" w:rsidP="00BA3048">
      <w:pPr>
        <w:rPr>
          <w:bCs/>
        </w:rPr>
      </w:pPr>
      <w:r>
        <w:rPr>
          <w:bCs/>
        </w:rPr>
        <w:t>G05BAM28</w:t>
      </w:r>
    </w:p>
    <w:p w:rsidR="00BA3048" w:rsidRPr="009B3E3D" w:rsidRDefault="00BA3048" w:rsidP="00BA3048">
      <w:pPr>
        <w:rPr>
          <w:bCs/>
        </w:rPr>
      </w:pPr>
    </w:p>
    <w:p w:rsidR="002F1E9D" w:rsidRPr="009B3E3D" w:rsidRDefault="009B3E3D" w:rsidP="002F1E9D">
      <w:pPr>
        <w:pStyle w:val="Heading2"/>
      </w:pPr>
      <w:r w:rsidRPr="009B3E3D">
        <w:t>UCLRA01</w:t>
      </w:r>
    </w:p>
    <w:p w:rsidR="00AA434C" w:rsidRDefault="002F1E9D" w:rsidP="002F1E9D">
      <w:r>
        <w:t>Yes, well, thank you v</w:t>
      </w:r>
      <w:r w:rsidR="006710DC">
        <w:t>ery much for coming, very kind of</w:t>
      </w:r>
      <w:r>
        <w:t xml:space="preserve"> you</w:t>
      </w:r>
      <w:r w:rsidR="006710DC">
        <w:t>,</w:t>
      </w:r>
      <w:r>
        <w:t xml:space="preserve"> and giving us some</w:t>
      </w:r>
      <w:r w:rsidR="00AC394F">
        <w:t xml:space="preserve"> of your time for our focus group.</w:t>
      </w:r>
      <w:r>
        <w:t xml:space="preserve"> So, as you know</w:t>
      </w:r>
      <w:r w:rsidR="006710DC">
        <w:t>, we are researchers from University C</w:t>
      </w:r>
      <w:r>
        <w:t xml:space="preserve">ollege London and </w:t>
      </w:r>
      <w:proofErr w:type="gramStart"/>
      <w:r>
        <w:t>we’re</w:t>
      </w:r>
      <w:proofErr w:type="gramEnd"/>
      <w:r>
        <w:t xml:space="preserve"> going to record the group today. So, everything you say is confidential but for the purpose of the typist </w:t>
      </w:r>
      <w:proofErr w:type="gramStart"/>
      <w:r>
        <w:t>who’s</w:t>
      </w:r>
      <w:proofErr w:type="gramEnd"/>
      <w:r>
        <w:t xml:space="preserve"> going to transcribe the discussion</w:t>
      </w:r>
      <w:r w:rsidR="00AC394F">
        <w:t>,</w:t>
      </w:r>
      <w:r>
        <w:t xml:space="preserve"> we would like you to s</w:t>
      </w:r>
      <w:r w:rsidR="006710DC">
        <w:t>ay your name first.</w:t>
      </w:r>
      <w:r>
        <w:t xml:space="preserve"> So, </w:t>
      </w:r>
      <w:proofErr w:type="gramStart"/>
      <w:r>
        <w:t>I’ll</w:t>
      </w:r>
      <w:proofErr w:type="gramEnd"/>
      <w:r>
        <w:t xml:space="preserve"> start with myself, I’m </w:t>
      </w:r>
      <w:r w:rsidR="009B3E3D">
        <w:t>UCLRA01</w:t>
      </w:r>
      <w:r w:rsidR="006B75D7">
        <w:t>, working for UCL.</w:t>
      </w:r>
    </w:p>
    <w:p w:rsidR="006B75D7" w:rsidRDefault="006B75D7" w:rsidP="002F1E9D"/>
    <w:p w:rsidR="00BA3048" w:rsidRDefault="00BA3048" w:rsidP="002F1E9D">
      <w:r w:rsidRPr="00BA3048">
        <w:t>0:00:36.2</w:t>
      </w:r>
    </w:p>
    <w:p w:rsidR="00BA3048" w:rsidRPr="00BA3048" w:rsidRDefault="009B3E3D" w:rsidP="00BA3048">
      <w:pPr>
        <w:pStyle w:val="Heading2"/>
      </w:pPr>
      <w:r>
        <w:t>G05BAF26</w:t>
      </w:r>
      <w:r w:rsidR="00BA3048" w:rsidRPr="00BA3048">
        <w:t xml:space="preserve"> </w:t>
      </w:r>
    </w:p>
    <w:p w:rsidR="00BA3048" w:rsidRPr="00BA3048" w:rsidRDefault="006B75D7" w:rsidP="00BA3048">
      <w:r>
        <w:t xml:space="preserve">And </w:t>
      </w:r>
      <w:proofErr w:type="gramStart"/>
      <w:r>
        <w:t>I’m</w:t>
      </w:r>
      <w:proofErr w:type="gramEnd"/>
      <w:r>
        <w:t xml:space="preserve"> </w:t>
      </w:r>
      <w:r w:rsidR="009B3E3D">
        <w:t>G05BAF26</w:t>
      </w:r>
      <w:r w:rsidR="003B6AA6">
        <w:t xml:space="preserve"> and I work here at AF.</w:t>
      </w:r>
    </w:p>
    <w:p w:rsidR="00BA3048" w:rsidRPr="00BA3048" w:rsidRDefault="009B3E3D" w:rsidP="00BA3048">
      <w:pPr>
        <w:pStyle w:val="Heading2"/>
      </w:pPr>
      <w:r>
        <w:t>G05BAF27</w:t>
      </w:r>
      <w:r w:rsidR="00BA3048" w:rsidRPr="00BA3048">
        <w:t xml:space="preserve"> </w:t>
      </w:r>
    </w:p>
    <w:p w:rsidR="00BA3048" w:rsidRDefault="00BA3048" w:rsidP="00BA3048">
      <w:proofErr w:type="gramStart"/>
      <w:r>
        <w:t>I’m</w:t>
      </w:r>
      <w:proofErr w:type="gramEnd"/>
      <w:r>
        <w:t xml:space="preserve"> </w:t>
      </w:r>
      <w:r w:rsidR="009B3E3D">
        <w:t>G05BAF27</w:t>
      </w:r>
      <w:r w:rsidRPr="00BA3048">
        <w:t xml:space="preserve"> </w:t>
      </w:r>
      <w:r w:rsidR="003B6AA6">
        <w:t xml:space="preserve">and I work for AF. </w:t>
      </w:r>
      <w:r w:rsidRPr="00BA3048">
        <w:t xml:space="preserve"> </w:t>
      </w:r>
    </w:p>
    <w:p w:rsidR="00BA3048" w:rsidRDefault="009B3E3D" w:rsidP="00BA3048">
      <w:pPr>
        <w:pStyle w:val="Heading2"/>
      </w:pPr>
      <w:r>
        <w:t>G05BAM24</w:t>
      </w:r>
      <w:r w:rsidR="00BA3048" w:rsidRPr="00BA3048">
        <w:t xml:space="preserve"> </w:t>
      </w:r>
    </w:p>
    <w:p w:rsidR="00BA3048" w:rsidRPr="00BA3048" w:rsidRDefault="009B3E3D" w:rsidP="00BA3048">
      <w:r>
        <w:t>G05BAM24</w:t>
      </w:r>
      <w:r w:rsidR="003B6AA6">
        <w:t xml:space="preserve">, working here at AF. </w:t>
      </w:r>
    </w:p>
    <w:p w:rsidR="00BA3048" w:rsidRPr="00BA3048" w:rsidRDefault="009B3E3D" w:rsidP="00BA3048">
      <w:pPr>
        <w:pStyle w:val="Heading2"/>
      </w:pPr>
      <w:r>
        <w:t>G05BAF29</w:t>
      </w:r>
    </w:p>
    <w:p w:rsidR="00AC394F" w:rsidRDefault="009B3E3D" w:rsidP="00BA3048">
      <w:r>
        <w:t>G05BAF29</w:t>
      </w:r>
      <w:r w:rsidR="00AC394F" w:rsidRPr="00AC394F">
        <w:t>.</w:t>
      </w:r>
    </w:p>
    <w:p w:rsidR="00737C8A" w:rsidRDefault="00737C8A" w:rsidP="00BA3048"/>
    <w:p w:rsidR="00737C8A" w:rsidRPr="00AC394F" w:rsidRDefault="00737C8A" w:rsidP="00BA3048">
      <w:r w:rsidRPr="00737C8A">
        <w:t>0:00:44.3</w:t>
      </w:r>
    </w:p>
    <w:p w:rsidR="00AC394F" w:rsidRDefault="009B3E3D" w:rsidP="00AC394F">
      <w:pPr>
        <w:pStyle w:val="Heading2"/>
      </w:pPr>
      <w:r>
        <w:t>G05BAF25</w:t>
      </w:r>
      <w:r w:rsidR="00AC394F" w:rsidRPr="00AC394F">
        <w:t xml:space="preserve"> </w:t>
      </w:r>
    </w:p>
    <w:p w:rsidR="00AC394F" w:rsidRPr="00ED7418" w:rsidRDefault="009B3E3D" w:rsidP="00AC394F">
      <w:pPr>
        <w:rPr>
          <w:lang w:val="da-DK"/>
        </w:rPr>
      </w:pPr>
      <w:r>
        <w:rPr>
          <w:lang w:val="da-DK"/>
        </w:rPr>
        <w:t>G05BAF25</w:t>
      </w:r>
      <w:r w:rsidR="003B6AA6" w:rsidRPr="00ED7418">
        <w:rPr>
          <w:lang w:val="da-DK"/>
        </w:rPr>
        <w:t xml:space="preserve">, working at AF. </w:t>
      </w:r>
      <w:r w:rsidR="00AC394F" w:rsidRPr="00ED7418">
        <w:rPr>
          <w:lang w:val="da-DK"/>
        </w:rPr>
        <w:t xml:space="preserve"> </w:t>
      </w:r>
    </w:p>
    <w:p w:rsidR="00BA3048" w:rsidRPr="00ED7418" w:rsidRDefault="009B3E3D" w:rsidP="00BA3048">
      <w:pPr>
        <w:pStyle w:val="Heading2"/>
        <w:rPr>
          <w:lang w:val="da-DK"/>
        </w:rPr>
      </w:pPr>
      <w:r>
        <w:rPr>
          <w:lang w:val="da-DK"/>
        </w:rPr>
        <w:t>G05BAM28</w:t>
      </w:r>
    </w:p>
    <w:p w:rsidR="00BA3048" w:rsidRPr="00ED7418" w:rsidRDefault="009B3E3D" w:rsidP="00BA3048">
      <w:pPr>
        <w:rPr>
          <w:lang w:val="da-DK"/>
        </w:rPr>
      </w:pPr>
      <w:r>
        <w:rPr>
          <w:lang w:val="da-DK"/>
        </w:rPr>
        <w:t>G05BAM28</w:t>
      </w:r>
      <w:r w:rsidR="00BA3048" w:rsidRPr="00ED7418">
        <w:rPr>
          <w:lang w:val="da-DK"/>
        </w:rPr>
        <w:t xml:space="preserve">, </w:t>
      </w:r>
      <w:r w:rsidR="003B6AA6" w:rsidRPr="00ED7418">
        <w:rPr>
          <w:lang w:val="da-DK"/>
        </w:rPr>
        <w:t xml:space="preserve">a </w:t>
      </w:r>
      <w:r w:rsidR="00BA3048" w:rsidRPr="00ED7418">
        <w:rPr>
          <w:lang w:val="da-DK"/>
        </w:rPr>
        <w:t>service user.</w:t>
      </w:r>
    </w:p>
    <w:p w:rsidR="00BA3048" w:rsidRPr="00ED7418" w:rsidRDefault="009B3E3D" w:rsidP="00BA3048">
      <w:pPr>
        <w:pStyle w:val="Heading2"/>
        <w:rPr>
          <w:lang w:val="da-DK"/>
        </w:rPr>
      </w:pPr>
      <w:r>
        <w:rPr>
          <w:lang w:val="da-DK"/>
        </w:rPr>
        <w:lastRenderedPageBreak/>
        <w:t>UCLRA01</w:t>
      </w:r>
    </w:p>
    <w:p w:rsidR="00BA3048" w:rsidRPr="00ED7418" w:rsidRDefault="00BA3048" w:rsidP="00BA3048">
      <w:pPr>
        <w:rPr>
          <w:lang w:val="da-DK"/>
        </w:rPr>
      </w:pPr>
      <w:r w:rsidRPr="00ED7418">
        <w:rPr>
          <w:lang w:val="da-DK"/>
        </w:rPr>
        <w:t xml:space="preserve">Thank you very much. </w:t>
      </w:r>
    </w:p>
    <w:p w:rsidR="00A2031F" w:rsidRDefault="009B3E3D" w:rsidP="00A2031F">
      <w:pPr>
        <w:pStyle w:val="Heading2"/>
      </w:pPr>
      <w:r>
        <w:t>UCLRA02</w:t>
      </w:r>
    </w:p>
    <w:p w:rsidR="00AC394F" w:rsidRDefault="003B6AA6" w:rsidP="00BA3048">
      <w:proofErr w:type="gramStart"/>
      <w:r>
        <w:t>I’m</w:t>
      </w:r>
      <w:proofErr w:type="gramEnd"/>
      <w:r>
        <w:t xml:space="preserve"> </w:t>
      </w:r>
      <w:r w:rsidR="009B3E3D">
        <w:t>UCLRA02</w:t>
      </w:r>
      <w:r>
        <w:t>, I work</w:t>
      </w:r>
      <w:r w:rsidR="00A2031F">
        <w:t xml:space="preserve"> at UCL. </w:t>
      </w:r>
    </w:p>
    <w:p w:rsidR="00AC394F" w:rsidRDefault="009B3E3D" w:rsidP="00AC394F">
      <w:pPr>
        <w:pStyle w:val="Heading2"/>
      </w:pPr>
      <w:r>
        <w:t>UCLRA01</w:t>
      </w:r>
    </w:p>
    <w:p w:rsidR="00AC394F" w:rsidRDefault="00AC394F" w:rsidP="006D453C">
      <w:r>
        <w:t>Excellent, than</w:t>
      </w:r>
      <w:r w:rsidR="00834D4B">
        <w:t>k</w:t>
      </w:r>
      <w:r>
        <w:t xml:space="preserve"> you very</w:t>
      </w:r>
      <w:r w:rsidR="00F435FB">
        <w:t xml:space="preserve"> much. Now, as you know, we are interested in how people from the black African and Caribbean, in particular, think about memory. </w:t>
      </w:r>
      <w:r w:rsidR="006D453C">
        <w:t>Particularly</w:t>
      </w:r>
      <w:r w:rsidR="00F435FB">
        <w:t xml:space="preserve"> when</w:t>
      </w:r>
      <w:r w:rsidR="003B6AA6">
        <w:t xml:space="preserve"> </w:t>
      </w:r>
      <w:proofErr w:type="gramStart"/>
      <w:r w:rsidR="003B6AA6">
        <w:t>they’re</w:t>
      </w:r>
      <w:proofErr w:type="gramEnd"/>
      <w:r w:rsidR="003B6AA6">
        <w:t xml:space="preserve"> getting old</w:t>
      </w:r>
      <w:r w:rsidR="00F435FB">
        <w:t xml:space="preserve"> and what we can do to help. So, to start the discussion</w:t>
      </w:r>
      <w:r w:rsidR="003B6AA6">
        <w:t xml:space="preserve">, what </w:t>
      </w:r>
      <w:proofErr w:type="gramStart"/>
      <w:r w:rsidR="003B6AA6">
        <w:t>we’ll</w:t>
      </w:r>
      <w:proofErr w:type="gramEnd"/>
      <w:r w:rsidR="00F435FB">
        <w:t xml:space="preserve"> do… </w:t>
      </w:r>
      <w:proofErr w:type="gramStart"/>
      <w:r w:rsidR="00F435FB">
        <w:t>I’ll</w:t>
      </w:r>
      <w:proofErr w:type="gramEnd"/>
      <w:r w:rsidR="00F435FB">
        <w:t xml:space="preserve"> give you the case of a lady. Now, it’s a lady called Mrs Abraham, she’s 70 years old, and her family members have noticed that she’s more forgetful lately. She cannot remember conversations with people and forgets appointments with doctors. She often misplaces important items like her keys and glasses. </w:t>
      </w:r>
      <w:proofErr w:type="gramStart"/>
      <w:r w:rsidR="00F435FB">
        <w:t>She’s</w:t>
      </w:r>
      <w:proofErr w:type="gramEnd"/>
      <w:r w:rsidR="00F435FB">
        <w:t xml:space="preserve"> physically healthy but is concerned about her memory. Now, obviously </w:t>
      </w:r>
      <w:r w:rsidR="00337647">
        <w:t>people usually forget things; that</w:t>
      </w:r>
      <w:r w:rsidR="00F435FB">
        <w:t xml:space="preserve"> happens to everyone, but if you knew somebody like Mrs Abraham, you know,</w:t>
      </w:r>
      <w:r w:rsidR="00834D4B">
        <w:t xml:space="preserve"> she’s healthy… </w:t>
      </w:r>
      <w:r w:rsidR="00F435FB">
        <w:t>she’s in g</w:t>
      </w:r>
      <w:r w:rsidR="00834D4B">
        <w:t>ood health, but she keeps forgetting things, she forgets important things like her keys, appointment with doctors. Do you think that she should look for help for her memory problem?</w:t>
      </w:r>
    </w:p>
    <w:p w:rsidR="00834D4B" w:rsidRDefault="00834D4B" w:rsidP="00BA3048"/>
    <w:p w:rsidR="00834D4B" w:rsidRDefault="00834D4B" w:rsidP="00BA3048">
      <w:r w:rsidRPr="00834D4B">
        <w:t>0:02:12.4</w:t>
      </w:r>
    </w:p>
    <w:p w:rsidR="00834D4B" w:rsidRPr="00337647" w:rsidRDefault="009B3E3D" w:rsidP="00337647">
      <w:pPr>
        <w:pStyle w:val="Heading2"/>
      </w:pPr>
      <w:r>
        <w:t>G05BAM24</w:t>
      </w:r>
    </w:p>
    <w:p w:rsidR="00834D4B" w:rsidRDefault="00834D4B" w:rsidP="00BA3048">
      <w:r>
        <w:t>It depends on how severe the forgettin</w:t>
      </w:r>
      <w:r w:rsidR="00337647">
        <w:t>g is or how frequent it occurs</w:t>
      </w:r>
      <w:r>
        <w:t xml:space="preserve">. </w:t>
      </w:r>
    </w:p>
    <w:p w:rsidR="00834D4B" w:rsidRDefault="009B3E3D" w:rsidP="00834D4B">
      <w:pPr>
        <w:pStyle w:val="Heading2"/>
      </w:pPr>
      <w:r>
        <w:t>G05BAM28</w:t>
      </w:r>
    </w:p>
    <w:p w:rsidR="00834D4B" w:rsidRDefault="00337647" w:rsidP="00BA3048">
      <w:r>
        <w:t>How</w:t>
      </w:r>
      <w:r w:rsidR="00834D4B">
        <w:t xml:space="preserve"> fre</w:t>
      </w:r>
      <w:r>
        <w:t xml:space="preserve">quent </w:t>
      </w:r>
      <w:proofErr w:type="gramStart"/>
      <w:r>
        <w:t>it’s</w:t>
      </w:r>
      <w:proofErr w:type="gramEnd"/>
      <w:r>
        <w:t xml:space="preserve"> coming.</w:t>
      </w:r>
      <w:r w:rsidR="00834D4B">
        <w:t xml:space="preserve"> </w:t>
      </w:r>
    </w:p>
    <w:p w:rsidR="00337647" w:rsidRPr="00337647" w:rsidRDefault="009B3E3D" w:rsidP="00337647">
      <w:pPr>
        <w:pStyle w:val="Heading2"/>
      </w:pPr>
      <w:r>
        <w:t>G05BAM24</w:t>
      </w:r>
    </w:p>
    <w:p w:rsidR="00834D4B" w:rsidRDefault="00337647" w:rsidP="006D453C">
      <w:r>
        <w:t xml:space="preserve">I think you might have </w:t>
      </w:r>
      <w:r w:rsidR="00834D4B">
        <w:t>to understand</w:t>
      </w:r>
      <w:r>
        <w:t xml:space="preserve">… </w:t>
      </w:r>
      <w:r w:rsidR="00C15600">
        <w:t>I mean, obviously</w:t>
      </w:r>
      <w:r w:rsidR="00834D4B">
        <w:t xml:space="preserve"> </w:t>
      </w:r>
      <w:r w:rsidR="006D453C">
        <w:t xml:space="preserve">for </w:t>
      </w:r>
      <w:r w:rsidR="00834D4B">
        <w:t xml:space="preserve">somebody </w:t>
      </w:r>
      <w:r w:rsidR="00C15600">
        <w:t xml:space="preserve">to </w:t>
      </w:r>
      <w:r w:rsidR="00834D4B">
        <w:t xml:space="preserve">be able to comment or </w:t>
      </w:r>
      <w:r>
        <w:t xml:space="preserve">to </w:t>
      </w:r>
      <w:r w:rsidR="00834D4B">
        <w:t>take action on that</w:t>
      </w:r>
      <w:r>
        <w:t xml:space="preserve"> would depend</w:t>
      </w:r>
      <w:r w:rsidR="00834D4B">
        <w:t xml:space="preserve"> on how long </w:t>
      </w:r>
      <w:r>
        <w:t>they have known her</w:t>
      </w:r>
      <w:r w:rsidR="00834D4B">
        <w:t xml:space="preserve"> and how severe they </w:t>
      </w:r>
      <w:r>
        <w:t>think her situation has gotten</w:t>
      </w:r>
      <w:r w:rsidR="00834D4B">
        <w:t xml:space="preserve">. </w:t>
      </w:r>
    </w:p>
    <w:p w:rsidR="00834D4B" w:rsidRPr="00BA3048" w:rsidRDefault="009B3E3D" w:rsidP="00834D4B">
      <w:pPr>
        <w:pStyle w:val="Heading2"/>
      </w:pPr>
      <w:r>
        <w:t>G05BAF29</w:t>
      </w:r>
    </w:p>
    <w:p w:rsidR="007A48F8" w:rsidRDefault="00834D4B" w:rsidP="00C15600">
      <w:r>
        <w:t>Well</w:t>
      </w:r>
      <w:r w:rsidR="00DE1926">
        <w:t>, you said see</w:t>
      </w:r>
      <w:r w:rsidR="00C15600">
        <w:t xml:space="preserve"> the doctor isn’t </w:t>
      </w:r>
      <w:proofErr w:type="gramStart"/>
      <w:r w:rsidR="00C15600">
        <w:t>it?</w:t>
      </w:r>
      <w:proofErr w:type="gramEnd"/>
      <w:r>
        <w:t xml:space="preserve"> </w:t>
      </w:r>
    </w:p>
    <w:p w:rsidR="00337647" w:rsidRDefault="009B3E3D" w:rsidP="00337647">
      <w:pPr>
        <w:pStyle w:val="Heading2"/>
      </w:pPr>
      <w:r>
        <w:t>G05BAM24</w:t>
      </w:r>
    </w:p>
    <w:p w:rsidR="00337647" w:rsidRDefault="00337647" w:rsidP="00BA3048">
      <w:r>
        <w:t>What, help…?</w:t>
      </w:r>
    </w:p>
    <w:p w:rsidR="00337647" w:rsidRPr="00BA3048" w:rsidRDefault="009B3E3D" w:rsidP="00337647">
      <w:pPr>
        <w:pStyle w:val="Heading2"/>
      </w:pPr>
      <w:r>
        <w:t>G05BAF29</w:t>
      </w:r>
    </w:p>
    <w:p w:rsidR="00337647" w:rsidRDefault="00337647" w:rsidP="00DE1926">
      <w:r>
        <w:t xml:space="preserve">Seek help or </w:t>
      </w:r>
      <w:r w:rsidR="00DE1926">
        <w:t>she needs to see</w:t>
      </w:r>
      <w:r>
        <w:t>…</w:t>
      </w:r>
    </w:p>
    <w:p w:rsidR="00737C8A" w:rsidRDefault="00737C8A" w:rsidP="007A48F8">
      <w:pPr>
        <w:pStyle w:val="Heading2"/>
        <w:rPr>
          <w:rFonts w:ascii="Times New Roman" w:eastAsia="Times New Roman" w:hAnsi="Times New Roman"/>
          <w:b w:val="0"/>
          <w:bCs w:val="0"/>
          <w:i w:val="0"/>
          <w:iCs w:val="0"/>
          <w:sz w:val="24"/>
          <w:szCs w:val="24"/>
        </w:rPr>
      </w:pPr>
      <w:r w:rsidRPr="00737C8A">
        <w:rPr>
          <w:rFonts w:ascii="Times New Roman" w:eastAsia="Times New Roman" w:hAnsi="Times New Roman"/>
          <w:b w:val="0"/>
          <w:bCs w:val="0"/>
          <w:i w:val="0"/>
          <w:iCs w:val="0"/>
          <w:sz w:val="24"/>
          <w:szCs w:val="24"/>
        </w:rPr>
        <w:t>0:02:47.2</w:t>
      </w:r>
    </w:p>
    <w:p w:rsidR="007A48F8" w:rsidRPr="007A48F8" w:rsidRDefault="009B3E3D" w:rsidP="007A48F8">
      <w:pPr>
        <w:pStyle w:val="Heading2"/>
      </w:pPr>
      <w:r>
        <w:t>UCLRA01</w:t>
      </w:r>
      <w:r w:rsidR="007A48F8" w:rsidRPr="007A48F8">
        <w:t xml:space="preserve"> </w:t>
      </w:r>
    </w:p>
    <w:p w:rsidR="00337647" w:rsidRDefault="007A48F8" w:rsidP="00BA3048">
      <w:r>
        <w:t xml:space="preserve">Well, do you think she should look for help and… what first? </w:t>
      </w:r>
      <w:r w:rsidR="00337647">
        <w:t>Or should you…?</w:t>
      </w:r>
    </w:p>
    <w:p w:rsidR="007A48F8" w:rsidRDefault="009B3E3D" w:rsidP="007A48F8">
      <w:pPr>
        <w:pStyle w:val="Heading2"/>
      </w:pPr>
      <w:r>
        <w:lastRenderedPageBreak/>
        <w:t>G05BAF29</w:t>
      </w:r>
    </w:p>
    <w:p w:rsidR="007A48F8" w:rsidRDefault="007A48F8" w:rsidP="00BA3048">
      <w:r>
        <w:t>I thin</w:t>
      </w:r>
      <w:r w:rsidR="00337647">
        <w:t xml:space="preserve">k so; </w:t>
      </w:r>
      <w:proofErr w:type="gramStart"/>
      <w:r w:rsidR="00337647">
        <w:t>it’s</w:t>
      </w:r>
      <w:proofErr w:type="gramEnd"/>
      <w:r w:rsidR="00337647">
        <w:t xml:space="preserve"> good to rule out an</w:t>
      </w:r>
      <w:r>
        <w:t xml:space="preserve">ything. </w:t>
      </w:r>
      <w:r w:rsidR="00337647">
        <w:t>I</w:t>
      </w:r>
      <w:r>
        <w:t>t would be nice to seek for h</w:t>
      </w:r>
      <w:r w:rsidR="00337647">
        <w:t>elp, it could be ju</w:t>
      </w:r>
      <w:r w:rsidR="00DE1926">
        <w:t xml:space="preserve">st stress, it could be managed by </w:t>
      </w:r>
      <w:r w:rsidR="00337647">
        <w:t>you know, supported, something like that.</w:t>
      </w:r>
      <w:r>
        <w:t xml:space="preserve"> I mean, seeking support is </w:t>
      </w:r>
      <w:proofErr w:type="gramStart"/>
      <w:r>
        <w:t>key</w:t>
      </w:r>
      <w:proofErr w:type="gramEnd"/>
      <w:r>
        <w:t xml:space="preserve">; however, </w:t>
      </w:r>
      <w:r w:rsidR="0001260E">
        <w:t xml:space="preserve">as </w:t>
      </w:r>
      <w:r>
        <w:t>the condition might be just too large that, you know,</w:t>
      </w:r>
      <w:r w:rsidR="00DE1926">
        <w:t xml:space="preserve"> it is</w:t>
      </w:r>
      <w:r w:rsidR="00337647">
        <w:t xml:space="preserve"> just part of life, and then an illness… or a real sort of an illness. </w:t>
      </w:r>
      <w:r>
        <w:t xml:space="preserve"> </w:t>
      </w:r>
    </w:p>
    <w:p w:rsidR="007A48F8" w:rsidRPr="009B3E3D" w:rsidRDefault="009B3E3D" w:rsidP="007A48F8">
      <w:pPr>
        <w:pStyle w:val="Heading2"/>
      </w:pPr>
      <w:r w:rsidRPr="009B3E3D">
        <w:t>UCLRA01</w:t>
      </w:r>
      <w:r w:rsidR="007A48F8" w:rsidRPr="009B3E3D">
        <w:t xml:space="preserve"> </w:t>
      </w:r>
    </w:p>
    <w:p w:rsidR="007A48F8" w:rsidRPr="009B3E3D" w:rsidRDefault="007A48F8" w:rsidP="00BA3048">
      <w:r w:rsidRPr="009B3E3D">
        <w:t xml:space="preserve">Okay, yes, sure. </w:t>
      </w:r>
    </w:p>
    <w:p w:rsidR="007A48F8" w:rsidRPr="007A48F8" w:rsidRDefault="009B3E3D" w:rsidP="007A48F8">
      <w:pPr>
        <w:pStyle w:val="Heading2"/>
      </w:pPr>
      <w:r>
        <w:t>G05BAM28</w:t>
      </w:r>
    </w:p>
    <w:p w:rsidR="007A48F8" w:rsidRDefault="007A48F8" w:rsidP="007A48F8">
      <w:r>
        <w:t xml:space="preserve">I </w:t>
      </w:r>
      <w:proofErr w:type="gramStart"/>
      <w:r>
        <w:t>don’t</w:t>
      </w:r>
      <w:proofErr w:type="gramEnd"/>
      <w:r>
        <w:t xml:space="preserve"> know, we… your research… your researcher is… you are saying that you’re researching amongst black people, African… </w:t>
      </w:r>
      <w:proofErr w:type="gramStart"/>
      <w:r>
        <w:t xml:space="preserve">Afro </w:t>
      </w:r>
      <w:r w:rsidR="003C1E31">
        <w:t>Caribbean’s</w:t>
      </w:r>
      <w:r w:rsidR="00337647">
        <w:t>, but…</w:t>
      </w:r>
      <w:proofErr w:type="gramEnd"/>
    </w:p>
    <w:p w:rsidR="00737C8A" w:rsidRDefault="00737C8A" w:rsidP="007A48F8"/>
    <w:p w:rsidR="00737C8A" w:rsidRDefault="00737C8A" w:rsidP="007A48F8">
      <w:r w:rsidRPr="00737C8A">
        <w:t>0:03:30.3</w:t>
      </w:r>
    </w:p>
    <w:p w:rsidR="007A48F8" w:rsidRPr="007A48F8" w:rsidRDefault="009B3E3D" w:rsidP="007A48F8">
      <w:pPr>
        <w:pStyle w:val="Heading2"/>
      </w:pPr>
      <w:r>
        <w:t>UCLRA01</w:t>
      </w:r>
      <w:r w:rsidR="007A48F8" w:rsidRPr="007A48F8">
        <w:t xml:space="preserve"> </w:t>
      </w:r>
    </w:p>
    <w:p w:rsidR="007A48F8" w:rsidRDefault="007A48F8" w:rsidP="00BA3048">
      <w:r>
        <w:t>Yes.</w:t>
      </w:r>
    </w:p>
    <w:p w:rsidR="007A48F8" w:rsidRPr="007A48F8" w:rsidRDefault="009B3E3D" w:rsidP="007A48F8">
      <w:pPr>
        <w:pStyle w:val="Heading2"/>
      </w:pPr>
      <w:r>
        <w:t>G05BAM28</w:t>
      </w:r>
    </w:p>
    <w:p w:rsidR="007A48F8" w:rsidRDefault="00337647" w:rsidP="00BA3048">
      <w:r>
        <w:t>If</w:t>
      </w:r>
      <w:r w:rsidR="007A48F8">
        <w:t xml:space="preserve"> I go back to where I</w:t>
      </w:r>
      <w:r>
        <w:t xml:space="preserve"> was born, you see, dementia,</w:t>
      </w:r>
      <w:r w:rsidR="007A48F8">
        <w:t xml:space="preserve"> we </w:t>
      </w:r>
      <w:proofErr w:type="gramStart"/>
      <w:r w:rsidR="007A48F8">
        <w:t>don’t</w:t>
      </w:r>
      <w:proofErr w:type="gramEnd"/>
      <w:r w:rsidR="007A48F8">
        <w:t xml:space="preserve"> do dementia in our communit</w:t>
      </w:r>
      <w:r w:rsidR="00E34AF8">
        <w:t>i</w:t>
      </w:r>
      <w:r w:rsidR="00B7660E">
        <w:t xml:space="preserve">es. </w:t>
      </w:r>
      <w:proofErr w:type="gramStart"/>
      <w:r w:rsidR="00B7660E">
        <w:t>W</w:t>
      </w:r>
      <w:r w:rsidR="00DE1926">
        <w:t>hereas, people live here</w:t>
      </w:r>
      <w:r w:rsidR="007A48F8">
        <w:t xml:space="preserve"> </w:t>
      </w:r>
      <w:r w:rsidR="00B7660E">
        <w:t>a lot</w:t>
      </w:r>
      <w:r w:rsidR="007A48F8">
        <w:t>…</w:t>
      </w:r>
      <w:proofErr w:type="gramEnd"/>
    </w:p>
    <w:p w:rsidR="007A48F8" w:rsidRDefault="009B3E3D" w:rsidP="007A48F8">
      <w:pPr>
        <w:pStyle w:val="Heading2"/>
      </w:pPr>
      <w:r>
        <w:t>G05BAF27</w:t>
      </w:r>
    </w:p>
    <w:p w:rsidR="007A48F8" w:rsidRDefault="00B7660E" w:rsidP="00BA3048">
      <w:proofErr w:type="gramStart"/>
      <w:r>
        <w:t>They’re</w:t>
      </w:r>
      <w:proofErr w:type="gramEnd"/>
      <w:r>
        <w:t xml:space="preserve"> around families</w:t>
      </w:r>
      <w:r w:rsidR="007A48F8">
        <w:t xml:space="preserve">. </w:t>
      </w:r>
    </w:p>
    <w:p w:rsidR="007A48F8" w:rsidRPr="007A48F8" w:rsidRDefault="009B3E3D" w:rsidP="007A48F8">
      <w:pPr>
        <w:pStyle w:val="Heading2"/>
      </w:pPr>
      <w:r>
        <w:t>G05BAM28</w:t>
      </w:r>
    </w:p>
    <w:p w:rsidR="00E34AF8" w:rsidRDefault="007A48F8" w:rsidP="00BA3048">
      <w:proofErr w:type="gramStart"/>
      <w:r>
        <w:t>It’s</w:t>
      </w:r>
      <w:proofErr w:type="gramEnd"/>
      <w:r>
        <w:t xml:space="preserve"> a friendly place, you don’t fin</w:t>
      </w:r>
      <w:r w:rsidR="00B7660E">
        <w:t xml:space="preserve">d an old man living on his own like what you find lives here. </w:t>
      </w:r>
      <w:r>
        <w:t>S</w:t>
      </w:r>
      <w:r w:rsidR="00BC354E">
        <w:t>o, I mean, if someone develops this</w:t>
      </w:r>
      <w:r>
        <w:t xml:space="preserve">, kind of, maybe… Should it happen, </w:t>
      </w:r>
      <w:r w:rsidR="00B7660E">
        <w:t>usually</w:t>
      </w:r>
      <w:r>
        <w:t xml:space="preserve"> </w:t>
      </w:r>
      <w:proofErr w:type="gramStart"/>
      <w:r w:rsidR="0001260E">
        <w:t>there’s</w:t>
      </w:r>
      <w:r w:rsidR="00E34AF8">
        <w:t xml:space="preserve"> people</w:t>
      </w:r>
      <w:proofErr w:type="gramEnd"/>
      <w:r w:rsidR="00E34AF8">
        <w:t xml:space="preserve"> around to seek remedial. Him or herself cannot go and seek help on his own…</w:t>
      </w:r>
      <w:r w:rsidR="00B7660E">
        <w:t xml:space="preserve"> or </w:t>
      </w:r>
      <w:proofErr w:type="spellStart"/>
      <w:r w:rsidR="00B7660E">
        <w:t>the</w:t>
      </w:r>
      <w:r w:rsidR="00E34AF8">
        <w:t>mself</w:t>
      </w:r>
      <w:proofErr w:type="spellEnd"/>
      <w:r w:rsidR="00E34AF8">
        <w:t>. People</w:t>
      </w:r>
      <w:r w:rsidR="00B7660E">
        <w:t xml:space="preserve"> are</w:t>
      </w:r>
      <w:r w:rsidR="00E34AF8">
        <w:t xml:space="preserve"> </w:t>
      </w:r>
      <w:proofErr w:type="gramStart"/>
      <w:r w:rsidR="00E34AF8">
        <w:t>there and</w:t>
      </w:r>
      <w:r w:rsidR="00B7660E">
        <w:t xml:space="preserve"> they</w:t>
      </w:r>
      <w:r w:rsidR="00E34AF8">
        <w:t xml:space="preserve"> fin</w:t>
      </w:r>
      <w:r w:rsidR="00B7660E">
        <w:t>d, oh</w:t>
      </w:r>
      <w:proofErr w:type="gramEnd"/>
      <w:r w:rsidR="00B7660E">
        <w:t xml:space="preserve"> and he seems to be forgetting,</w:t>
      </w:r>
      <w:r w:rsidR="00E34AF8">
        <w:t xml:space="preserve"> what should we do in order to help him? He cannot help himself or </w:t>
      </w:r>
      <w:proofErr w:type="gramStart"/>
      <w:r w:rsidR="00E34AF8">
        <w:t>herself</w:t>
      </w:r>
      <w:proofErr w:type="gramEnd"/>
      <w:r w:rsidR="00E34AF8">
        <w:t xml:space="preserve"> </w:t>
      </w:r>
      <w:r w:rsidR="00B7660E">
        <w:t>maybe at an age of 70, h</w:t>
      </w:r>
      <w:r w:rsidR="00E34AF8">
        <w:t>e’s always looked after. People</w:t>
      </w:r>
      <w:r w:rsidR="00B7660E">
        <w:t xml:space="preserve">, </w:t>
      </w:r>
      <w:r w:rsidR="00E34AF8">
        <w:t xml:space="preserve">they </w:t>
      </w:r>
      <w:proofErr w:type="gramStart"/>
      <w:r w:rsidR="00E34AF8">
        <w:t>don’t</w:t>
      </w:r>
      <w:proofErr w:type="gramEnd"/>
      <w:r w:rsidR="00E34AF8">
        <w:t xml:space="preserve"> send </w:t>
      </w:r>
      <w:r w:rsidR="00B7660E">
        <w:t>you into a home, they</w:t>
      </w:r>
      <w:r w:rsidR="00E34AF8">
        <w:t xml:space="preserve"> look after… African people, they look after their own, they </w:t>
      </w:r>
      <w:proofErr w:type="gramStart"/>
      <w:r w:rsidR="00E34AF8">
        <w:t>don’t</w:t>
      </w:r>
      <w:proofErr w:type="gramEnd"/>
      <w:r w:rsidR="00E34AF8">
        <w:t xml:space="preserve"> send people to a home. You see, so it becomes a remedial</w:t>
      </w:r>
      <w:r w:rsidR="00B7660E">
        <w:t xml:space="preserve"> </w:t>
      </w:r>
      <w:r w:rsidR="00E34AF8">
        <w:t>in a friendly context.</w:t>
      </w:r>
    </w:p>
    <w:p w:rsidR="00E34AF8" w:rsidRPr="00E34AF8" w:rsidRDefault="009B3E3D" w:rsidP="00E34AF8">
      <w:pPr>
        <w:pStyle w:val="Heading2"/>
      </w:pPr>
      <w:r>
        <w:t>G05BAF29</w:t>
      </w:r>
    </w:p>
    <w:p w:rsidR="00E34AF8" w:rsidRDefault="00737C8A" w:rsidP="00E34AF8">
      <w:r>
        <w:t xml:space="preserve">So, should they seek help on </w:t>
      </w:r>
      <w:r w:rsidR="00B7660E">
        <w:t>[unclear]</w:t>
      </w:r>
      <w:r>
        <w:t>?</w:t>
      </w:r>
    </w:p>
    <w:p w:rsidR="00737C8A" w:rsidRDefault="00737C8A" w:rsidP="00E34AF8"/>
    <w:p w:rsidR="00737C8A" w:rsidRDefault="00737C8A" w:rsidP="00E34AF8">
      <w:r w:rsidRPr="00737C8A">
        <w:t>0:04:37.1</w:t>
      </w:r>
    </w:p>
    <w:p w:rsidR="00E34AF8" w:rsidRPr="00E34AF8" w:rsidRDefault="009B3E3D" w:rsidP="00E34AF8">
      <w:pPr>
        <w:pStyle w:val="Heading2"/>
      </w:pPr>
      <w:r>
        <w:t>G05BAM28</w:t>
      </w:r>
    </w:p>
    <w:p w:rsidR="00E34AF8" w:rsidRDefault="00E34AF8" w:rsidP="00BA3048">
      <w:r>
        <w:t>They can seek help if they cannot… if they cannot assist.</w:t>
      </w:r>
    </w:p>
    <w:p w:rsidR="00B7660E" w:rsidRPr="00E34AF8" w:rsidRDefault="009B3E3D" w:rsidP="00B7660E">
      <w:pPr>
        <w:pStyle w:val="Heading2"/>
      </w:pPr>
      <w:r>
        <w:t>G05BAF29</w:t>
      </w:r>
    </w:p>
    <w:p w:rsidR="00E34AF8" w:rsidRDefault="00E34AF8" w:rsidP="00BA3048">
      <w:r>
        <w:t xml:space="preserve">Yes, assist anymore. </w:t>
      </w:r>
    </w:p>
    <w:p w:rsidR="00E34AF8" w:rsidRPr="00E34AF8" w:rsidRDefault="009B3E3D" w:rsidP="00E34AF8">
      <w:pPr>
        <w:pStyle w:val="Heading2"/>
      </w:pPr>
      <w:r>
        <w:lastRenderedPageBreak/>
        <w:t>G05BAM28</w:t>
      </w:r>
    </w:p>
    <w:p w:rsidR="00E34AF8" w:rsidRDefault="00E34AF8" w:rsidP="00BA3048">
      <w:r>
        <w:t>They can seek help.</w:t>
      </w:r>
    </w:p>
    <w:p w:rsidR="00E34AF8" w:rsidRDefault="00E34AF8" w:rsidP="00BA3048"/>
    <w:p w:rsidR="00E34AF8" w:rsidRDefault="009B3E3D" w:rsidP="00E34AF8">
      <w:pPr>
        <w:pStyle w:val="Heading2"/>
      </w:pPr>
      <w:r>
        <w:t>UCLRA01</w:t>
      </w:r>
    </w:p>
    <w:p w:rsidR="00E34AF8" w:rsidRDefault="00E34AF8" w:rsidP="00E34AF8">
      <w:pPr>
        <w:rPr>
          <w:bCs/>
        </w:rPr>
      </w:pPr>
      <w:r>
        <w:rPr>
          <w:bCs/>
        </w:rPr>
        <w:t>Okay, but you are talking about whether…</w:t>
      </w:r>
      <w:r w:rsidR="0071343F">
        <w:rPr>
          <w:bCs/>
        </w:rPr>
        <w:t xml:space="preserve"> if they had dementia, </w:t>
      </w:r>
      <w:r>
        <w:rPr>
          <w:bCs/>
        </w:rPr>
        <w:t>right?</w:t>
      </w:r>
    </w:p>
    <w:p w:rsidR="00E34AF8" w:rsidRPr="00E34AF8" w:rsidRDefault="009B3E3D" w:rsidP="00E34AF8">
      <w:pPr>
        <w:pStyle w:val="Heading2"/>
      </w:pPr>
      <w:r>
        <w:t>G05BAM28</w:t>
      </w:r>
    </w:p>
    <w:p w:rsidR="00E34AF8" w:rsidRDefault="00E34AF8" w:rsidP="00E34AF8">
      <w:pPr>
        <w:rPr>
          <w:bCs/>
        </w:rPr>
      </w:pPr>
      <w:proofErr w:type="gramStart"/>
      <w:r>
        <w:rPr>
          <w:bCs/>
        </w:rPr>
        <w:t>If they are developing dementia or forgetting</w:t>
      </w:r>
      <w:r w:rsidR="0071343F">
        <w:rPr>
          <w:bCs/>
        </w:rPr>
        <w:t xml:space="preserve"> things</w:t>
      </w:r>
      <w:r>
        <w:rPr>
          <w:bCs/>
        </w:rPr>
        <w:t>.</w:t>
      </w:r>
      <w:proofErr w:type="gramEnd"/>
      <w:r w:rsidRPr="00183E32">
        <w:rPr>
          <w:bCs/>
        </w:rPr>
        <w:t xml:space="preserve"> </w:t>
      </w:r>
    </w:p>
    <w:p w:rsidR="00737C8A" w:rsidRDefault="00737C8A" w:rsidP="00E34AF8">
      <w:pPr>
        <w:rPr>
          <w:bCs/>
        </w:rPr>
      </w:pPr>
    </w:p>
    <w:p w:rsidR="00737C8A" w:rsidRDefault="00737C8A" w:rsidP="00E34AF8">
      <w:pPr>
        <w:rPr>
          <w:bCs/>
        </w:rPr>
      </w:pPr>
      <w:r w:rsidRPr="00737C8A">
        <w:rPr>
          <w:bCs/>
        </w:rPr>
        <w:t>0:04:53.0</w:t>
      </w:r>
    </w:p>
    <w:p w:rsidR="00E34AF8" w:rsidRPr="00E34AF8" w:rsidRDefault="009B3E3D" w:rsidP="00E34AF8">
      <w:pPr>
        <w:pStyle w:val="Heading2"/>
      </w:pPr>
      <w:r>
        <w:t>UCLRA01</w:t>
      </w:r>
      <w:r w:rsidR="00E34AF8" w:rsidRPr="00E34AF8">
        <w:t xml:space="preserve"> </w:t>
      </w:r>
    </w:p>
    <w:p w:rsidR="00E34AF8" w:rsidRDefault="00E34AF8" w:rsidP="0001260E">
      <w:pPr>
        <w:rPr>
          <w:bCs/>
        </w:rPr>
      </w:pPr>
      <w:r>
        <w:rPr>
          <w:bCs/>
        </w:rPr>
        <w:t xml:space="preserve">Okay, what if </w:t>
      </w:r>
      <w:proofErr w:type="gramStart"/>
      <w:r>
        <w:rPr>
          <w:bCs/>
        </w:rPr>
        <w:t>som</w:t>
      </w:r>
      <w:r w:rsidR="00B7660E">
        <w:rPr>
          <w:bCs/>
        </w:rPr>
        <w:t>ebody’s</w:t>
      </w:r>
      <w:proofErr w:type="gramEnd"/>
      <w:r w:rsidR="0001260E">
        <w:rPr>
          <w:bCs/>
        </w:rPr>
        <w:t xml:space="preserve"> just forgetting things?</w:t>
      </w:r>
      <w:r w:rsidR="00B7660E">
        <w:rPr>
          <w:bCs/>
        </w:rPr>
        <w:t xml:space="preserve"> </w:t>
      </w:r>
      <w:proofErr w:type="gramStart"/>
      <w:r w:rsidR="00B7660E">
        <w:rPr>
          <w:bCs/>
        </w:rPr>
        <w:t>B</w:t>
      </w:r>
      <w:r>
        <w:rPr>
          <w:bCs/>
        </w:rPr>
        <w:t>ecause usually you get a diagnostic o</w:t>
      </w:r>
      <w:r w:rsidR="0071343F">
        <w:rPr>
          <w:bCs/>
        </w:rPr>
        <w:t>f dementia only when you go and see</w:t>
      </w:r>
      <w:r w:rsidR="00B7660E">
        <w:rPr>
          <w:bCs/>
        </w:rPr>
        <w:t xml:space="preserve"> the doctor.</w:t>
      </w:r>
      <w:proofErr w:type="gramEnd"/>
      <w:r w:rsidR="00B7660E">
        <w:rPr>
          <w:bCs/>
        </w:rPr>
        <w:t xml:space="preserve"> And, like I </w:t>
      </w:r>
      <w:r>
        <w:rPr>
          <w:bCs/>
        </w:rPr>
        <w:t>say</w:t>
      </w:r>
      <w:r w:rsidR="00B7660E">
        <w:rPr>
          <w:bCs/>
        </w:rPr>
        <w:t>,</w:t>
      </w:r>
      <w:r>
        <w:rPr>
          <w:bCs/>
        </w:rPr>
        <w:t xml:space="preserve"> you do not know that you have </w:t>
      </w:r>
      <w:r w:rsidR="0071343F">
        <w:rPr>
          <w:bCs/>
        </w:rPr>
        <w:t xml:space="preserve">dementia, </w:t>
      </w:r>
      <w:proofErr w:type="gramStart"/>
      <w:r w:rsidR="0071343F">
        <w:rPr>
          <w:bCs/>
        </w:rPr>
        <w:t>you’re</w:t>
      </w:r>
      <w:proofErr w:type="gramEnd"/>
      <w:r w:rsidR="0071343F">
        <w:rPr>
          <w:bCs/>
        </w:rPr>
        <w:t xml:space="preserve"> at home, or</w:t>
      </w:r>
      <w:r w:rsidR="00B7660E">
        <w:rPr>
          <w:bCs/>
        </w:rPr>
        <w:t xml:space="preserve"> somebody you know and they’re</w:t>
      </w:r>
      <w:r w:rsidR="0071343F">
        <w:rPr>
          <w:bCs/>
        </w:rPr>
        <w:t xml:space="preserve"> frequently </w:t>
      </w:r>
      <w:r w:rsidR="003B633A">
        <w:rPr>
          <w:bCs/>
        </w:rPr>
        <w:t xml:space="preserve">forgetting </w:t>
      </w:r>
      <w:r w:rsidR="0071343F">
        <w:rPr>
          <w:bCs/>
        </w:rPr>
        <w:t>important matters. Do you think they should actually look for help?</w:t>
      </w:r>
    </w:p>
    <w:p w:rsidR="0071343F" w:rsidRPr="00B7660E" w:rsidRDefault="009B3E3D" w:rsidP="00B7660E">
      <w:pPr>
        <w:pStyle w:val="Heading2"/>
      </w:pPr>
      <w:r>
        <w:t>G05BAM24</w:t>
      </w:r>
      <w:r w:rsidR="00B7660E">
        <w:t xml:space="preserve"> </w:t>
      </w:r>
    </w:p>
    <w:p w:rsidR="0071343F" w:rsidRDefault="0071343F" w:rsidP="003B633A">
      <w:pPr>
        <w:rPr>
          <w:bCs/>
        </w:rPr>
      </w:pPr>
      <w:r>
        <w:rPr>
          <w:bCs/>
        </w:rPr>
        <w:t xml:space="preserve">Well, my question is… I mean, </w:t>
      </w:r>
      <w:proofErr w:type="gramStart"/>
      <w:r>
        <w:rPr>
          <w:bCs/>
        </w:rPr>
        <w:t>it’s</w:t>
      </w:r>
      <w:proofErr w:type="gramEnd"/>
      <w:r>
        <w:rPr>
          <w:bCs/>
        </w:rPr>
        <w:t xml:space="preserve"> also</w:t>
      </w:r>
      <w:r w:rsidR="00B7660E">
        <w:rPr>
          <w:bCs/>
        </w:rPr>
        <w:t xml:space="preserve"> a challenge in that </w:t>
      </w:r>
      <w:r>
        <w:rPr>
          <w:bCs/>
        </w:rPr>
        <w:t>it depends on what kind of medi</w:t>
      </w:r>
      <w:r w:rsidR="00B7660E">
        <w:rPr>
          <w:bCs/>
        </w:rPr>
        <w:t>cal profession they seek. Of course t</w:t>
      </w:r>
      <w:r>
        <w:rPr>
          <w:bCs/>
        </w:rPr>
        <w:t>here’s this tendency to, kind of, push</w:t>
      </w:r>
      <w:r w:rsidR="00B7660E">
        <w:rPr>
          <w:bCs/>
        </w:rPr>
        <w:t>… you go through the door and</w:t>
      </w:r>
      <w:r>
        <w:rPr>
          <w:bCs/>
        </w:rPr>
        <w:t xml:space="preserve"> just… you go to a doctor with a concern and they, kind of, play it down and say, oh maybe you just need to do this. Actually</w:t>
      </w:r>
      <w:r w:rsidR="00B7660E">
        <w:rPr>
          <w:bCs/>
        </w:rPr>
        <w:t>, you find that the people</w:t>
      </w:r>
      <w:r w:rsidR="00B1655F">
        <w:rPr>
          <w:bCs/>
        </w:rPr>
        <w:t xml:space="preserve"> who</w:t>
      </w:r>
      <w:r w:rsidR="00B7660E">
        <w:rPr>
          <w:bCs/>
        </w:rPr>
        <w:t xml:space="preserve"> </w:t>
      </w:r>
      <w:r>
        <w:rPr>
          <w:bCs/>
        </w:rPr>
        <w:t xml:space="preserve">might actually </w:t>
      </w:r>
      <w:r w:rsidR="00B1655F">
        <w:rPr>
          <w:bCs/>
        </w:rPr>
        <w:t>take interest in such patients</w:t>
      </w:r>
      <w:r>
        <w:rPr>
          <w:bCs/>
        </w:rPr>
        <w:t xml:space="preserve"> would be churches that are working among dementia because then they, kind of, take it as a priority. But the way the pressure</w:t>
      </w:r>
      <w:r w:rsidR="00B1655F">
        <w:rPr>
          <w:bCs/>
        </w:rPr>
        <w:t>s</w:t>
      </w:r>
      <w:r>
        <w:rPr>
          <w:bCs/>
        </w:rPr>
        <w:t xml:space="preserve"> of</w:t>
      </w:r>
      <w:r w:rsidR="00B1655F">
        <w:rPr>
          <w:bCs/>
        </w:rPr>
        <w:t xml:space="preserve"> the healthcare services are</w:t>
      </w:r>
      <w:r>
        <w:rPr>
          <w:bCs/>
        </w:rPr>
        <w:t xml:space="preserve"> having… I mean, experiencing now, </w:t>
      </w:r>
      <w:r w:rsidR="00B1655F">
        <w:rPr>
          <w:bCs/>
        </w:rPr>
        <w:t xml:space="preserve">with </w:t>
      </w:r>
      <w:r>
        <w:rPr>
          <w:bCs/>
        </w:rPr>
        <w:t>the GPs</w:t>
      </w:r>
      <w:r w:rsidR="00B1655F">
        <w:rPr>
          <w:bCs/>
        </w:rPr>
        <w:t xml:space="preserve"> who</w:t>
      </w:r>
      <w:r>
        <w:rPr>
          <w:bCs/>
        </w:rPr>
        <w:t xml:space="preserve"> are quite… you know, have this </w:t>
      </w:r>
      <w:proofErr w:type="spellStart"/>
      <w:r>
        <w:rPr>
          <w:bCs/>
        </w:rPr>
        <w:t>mind set</w:t>
      </w:r>
      <w:proofErr w:type="spellEnd"/>
      <w:r>
        <w:rPr>
          <w:bCs/>
        </w:rPr>
        <w:t xml:space="preserve"> that </w:t>
      </w:r>
      <w:proofErr w:type="gramStart"/>
      <w:r>
        <w:rPr>
          <w:bCs/>
        </w:rPr>
        <w:t>won’t</w:t>
      </w:r>
      <w:proofErr w:type="gramEnd"/>
      <w:r>
        <w:rPr>
          <w:bCs/>
        </w:rPr>
        <w:t xml:space="preserve"> be [</w:t>
      </w:r>
      <w:proofErr w:type="spellStart"/>
      <w:r>
        <w:rPr>
          <w:bCs/>
        </w:rPr>
        <w:t>overtalking</w:t>
      </w:r>
      <w:proofErr w:type="spellEnd"/>
      <w:r>
        <w:rPr>
          <w:bCs/>
        </w:rPr>
        <w:t>]</w:t>
      </w:r>
      <w:r w:rsidR="003B633A">
        <w:rPr>
          <w:bCs/>
        </w:rPr>
        <w:t>, old</w:t>
      </w:r>
      <w:r>
        <w:rPr>
          <w:bCs/>
        </w:rPr>
        <w:t xml:space="preserve"> people have nothing, I mean,</w:t>
      </w:r>
      <w:r w:rsidR="00B1655F">
        <w:rPr>
          <w:bCs/>
        </w:rPr>
        <w:t xml:space="preserve"> well,</w:t>
      </w:r>
      <w:r>
        <w:rPr>
          <w:bCs/>
        </w:rPr>
        <w:t xml:space="preserve"> </w:t>
      </w:r>
      <w:r w:rsidR="003B633A">
        <w:rPr>
          <w:bCs/>
        </w:rPr>
        <w:t xml:space="preserve">they </w:t>
      </w:r>
      <w:r>
        <w:rPr>
          <w:bCs/>
        </w:rPr>
        <w:t xml:space="preserve">have too much time on their hands and that’s your problem. You find that, you know, the question is how useful would that be if </w:t>
      </w:r>
      <w:proofErr w:type="gramStart"/>
      <w:r>
        <w:rPr>
          <w:bCs/>
        </w:rPr>
        <w:t>it’s</w:t>
      </w:r>
      <w:proofErr w:type="gramEnd"/>
      <w:r>
        <w:rPr>
          <w:bCs/>
        </w:rPr>
        <w:t xml:space="preserve"> not already </w:t>
      </w:r>
      <w:r w:rsidR="003B633A">
        <w:rPr>
          <w:bCs/>
        </w:rPr>
        <w:t>diagnosed</w:t>
      </w:r>
      <w:r>
        <w:rPr>
          <w:bCs/>
        </w:rPr>
        <w:t xml:space="preserve">? Because if I say </w:t>
      </w:r>
      <w:proofErr w:type="gramStart"/>
      <w:r>
        <w:rPr>
          <w:bCs/>
        </w:rPr>
        <w:t>I’m</w:t>
      </w:r>
      <w:proofErr w:type="gramEnd"/>
      <w:r>
        <w:rPr>
          <w:bCs/>
        </w:rPr>
        <w:t xml:space="preserve"> just forgetting… I mean, if I go to the doctor and I say, </w:t>
      </w:r>
      <w:r w:rsidR="00B1655F">
        <w:rPr>
          <w:bCs/>
        </w:rPr>
        <w:t xml:space="preserve">you know, </w:t>
      </w:r>
      <w:r>
        <w:rPr>
          <w:bCs/>
        </w:rPr>
        <w:t>I keep forgetting things, they’ll say,</w:t>
      </w:r>
      <w:r w:rsidR="00B1655F">
        <w:rPr>
          <w:bCs/>
        </w:rPr>
        <w:t xml:space="preserve"> oh it will get better,</w:t>
      </w:r>
      <w:r>
        <w:rPr>
          <w:bCs/>
        </w:rPr>
        <w:t xml:space="preserve"> you</w:t>
      </w:r>
      <w:r w:rsidR="00B1655F">
        <w:rPr>
          <w:bCs/>
        </w:rPr>
        <w:t xml:space="preserve"> know, </w:t>
      </w:r>
      <w:r>
        <w:rPr>
          <w:bCs/>
        </w:rPr>
        <w:t>maybe just… you need to</w:t>
      </w:r>
      <w:r w:rsidR="003B633A">
        <w:rPr>
          <w:bCs/>
        </w:rPr>
        <w:t xml:space="preserve"> keep</w:t>
      </w:r>
      <w:r w:rsidR="00B1655F">
        <w:rPr>
          <w:bCs/>
        </w:rPr>
        <w:t xml:space="preserve"> [</w:t>
      </w:r>
      <w:proofErr w:type="spellStart"/>
      <w:r w:rsidR="00B1655F">
        <w:rPr>
          <w:bCs/>
        </w:rPr>
        <w:t>overtalking</w:t>
      </w:r>
      <w:proofErr w:type="spellEnd"/>
      <w:r w:rsidR="00B1655F">
        <w:rPr>
          <w:bCs/>
        </w:rPr>
        <w:t>].</w:t>
      </w:r>
    </w:p>
    <w:p w:rsidR="0071343F" w:rsidRPr="0071343F" w:rsidRDefault="009B3E3D" w:rsidP="0071343F">
      <w:pPr>
        <w:pStyle w:val="Heading2"/>
      </w:pPr>
      <w:r>
        <w:t>G05BAF29</w:t>
      </w:r>
    </w:p>
    <w:p w:rsidR="0071343F" w:rsidRDefault="00B1655F" w:rsidP="00E34AF8">
      <w:pPr>
        <w:rPr>
          <w:bCs/>
        </w:rPr>
      </w:pPr>
      <w:proofErr w:type="gramStart"/>
      <w:r>
        <w:rPr>
          <w:bCs/>
        </w:rPr>
        <w:t>Stress.</w:t>
      </w:r>
      <w:proofErr w:type="gramEnd"/>
    </w:p>
    <w:p w:rsidR="00B1655F" w:rsidRPr="00B7660E" w:rsidRDefault="009B3E3D" w:rsidP="00B1655F">
      <w:pPr>
        <w:pStyle w:val="Heading2"/>
      </w:pPr>
      <w:r>
        <w:t>G05BAM24</w:t>
      </w:r>
      <w:r w:rsidR="00B1655F">
        <w:t xml:space="preserve"> </w:t>
      </w:r>
    </w:p>
    <w:p w:rsidR="00E40847" w:rsidRDefault="0071343F" w:rsidP="00E34AF8">
      <w:pPr>
        <w:rPr>
          <w:bCs/>
        </w:rPr>
      </w:pPr>
      <w:r>
        <w:rPr>
          <w:bCs/>
        </w:rPr>
        <w:t xml:space="preserve">Yes, but, you know, so that’s the question, that’s what I was saying, that it needs to know, initially, how serious it is because there is a tendency for the </w:t>
      </w:r>
      <w:r w:rsidR="00E40847">
        <w:rPr>
          <w:bCs/>
        </w:rPr>
        <w:t>healthcare professional</w:t>
      </w:r>
      <w:r w:rsidR="00B1655F">
        <w:rPr>
          <w:bCs/>
        </w:rPr>
        <w:t>s to play the issue</w:t>
      </w:r>
      <w:r w:rsidR="00E40847">
        <w:rPr>
          <w:bCs/>
        </w:rPr>
        <w:t xml:space="preserve"> down and say, you know,</w:t>
      </w:r>
      <w:r w:rsidR="00B1655F">
        <w:rPr>
          <w:bCs/>
        </w:rPr>
        <w:t xml:space="preserve"> you’ll be all right, unless it becomes very serious.</w:t>
      </w:r>
    </w:p>
    <w:p w:rsidR="00737C8A" w:rsidRDefault="00737C8A" w:rsidP="00E34AF8">
      <w:pPr>
        <w:rPr>
          <w:bCs/>
        </w:rPr>
      </w:pPr>
    </w:p>
    <w:p w:rsidR="00737C8A" w:rsidRDefault="00737C8A" w:rsidP="00E34AF8">
      <w:pPr>
        <w:rPr>
          <w:bCs/>
        </w:rPr>
      </w:pPr>
      <w:r w:rsidRPr="00737C8A">
        <w:rPr>
          <w:bCs/>
        </w:rPr>
        <w:t>0:06:25.0</w:t>
      </w:r>
    </w:p>
    <w:p w:rsidR="00B1655F" w:rsidRPr="00B1655F" w:rsidRDefault="009B3E3D" w:rsidP="00B1655F">
      <w:pPr>
        <w:pStyle w:val="Heading2"/>
      </w:pPr>
      <w:r>
        <w:lastRenderedPageBreak/>
        <w:t>G05BAM28</w:t>
      </w:r>
    </w:p>
    <w:p w:rsidR="00E40847" w:rsidRDefault="008B7B60" w:rsidP="003B633A">
      <w:pPr>
        <w:rPr>
          <w:bCs/>
        </w:rPr>
      </w:pPr>
      <w:r>
        <w:rPr>
          <w:bCs/>
        </w:rPr>
        <w:t xml:space="preserve">But </w:t>
      </w:r>
      <w:r w:rsidR="00E40847">
        <w:rPr>
          <w:bCs/>
        </w:rPr>
        <w:t>definitely hel</w:t>
      </w:r>
      <w:r>
        <w:rPr>
          <w:bCs/>
        </w:rPr>
        <w:t xml:space="preserve">p; </w:t>
      </w:r>
      <w:r w:rsidR="00E40847">
        <w:rPr>
          <w:bCs/>
        </w:rPr>
        <w:t>you should seek</w:t>
      </w:r>
      <w:r>
        <w:rPr>
          <w:bCs/>
        </w:rPr>
        <w:t xml:space="preserve"> help if </w:t>
      </w:r>
      <w:proofErr w:type="gramStart"/>
      <w:r>
        <w:rPr>
          <w:bCs/>
        </w:rPr>
        <w:t>you’ve got</w:t>
      </w:r>
      <w:proofErr w:type="gramEnd"/>
      <w:r>
        <w:rPr>
          <w:bCs/>
        </w:rPr>
        <w:t xml:space="preserve"> a problem. If something is happening that you never used to do, and </w:t>
      </w:r>
      <w:proofErr w:type="gramStart"/>
      <w:r w:rsidR="003B633A">
        <w:rPr>
          <w:bCs/>
        </w:rPr>
        <w:t>you’ve</w:t>
      </w:r>
      <w:proofErr w:type="gramEnd"/>
      <w:r w:rsidR="003B633A">
        <w:rPr>
          <w:bCs/>
        </w:rPr>
        <w:t xml:space="preserve"> started</w:t>
      </w:r>
      <w:r>
        <w:rPr>
          <w:bCs/>
        </w:rPr>
        <w:t xml:space="preserve"> doing it, </w:t>
      </w:r>
      <w:r w:rsidR="00E40847">
        <w:rPr>
          <w:bCs/>
        </w:rPr>
        <w:t>you need help.</w:t>
      </w:r>
      <w:r>
        <w:rPr>
          <w:bCs/>
        </w:rPr>
        <w:t xml:space="preserve"> And the earlier you… even</w:t>
      </w:r>
      <w:r w:rsidR="00E40847">
        <w:rPr>
          <w:bCs/>
        </w:rPr>
        <w:t xml:space="preserve"> people with the</w:t>
      </w:r>
      <w:r>
        <w:rPr>
          <w:bCs/>
        </w:rPr>
        <w:t>ir own illness, or my illness</w:t>
      </w:r>
      <w:r w:rsidR="00E40847">
        <w:rPr>
          <w:bCs/>
        </w:rPr>
        <w:t xml:space="preserve"> that I</w:t>
      </w:r>
      <w:r>
        <w:rPr>
          <w:bCs/>
        </w:rPr>
        <w:t xml:space="preserve"> have, if I don’t seek </w:t>
      </w:r>
      <w:proofErr w:type="gramStart"/>
      <w:r>
        <w:rPr>
          <w:bCs/>
        </w:rPr>
        <w:t>help</w:t>
      </w:r>
      <w:proofErr w:type="gramEnd"/>
      <w:r>
        <w:rPr>
          <w:bCs/>
        </w:rPr>
        <w:t xml:space="preserve"> early enough, it’s detrimental to me</w:t>
      </w:r>
      <w:r w:rsidR="00E40847">
        <w:rPr>
          <w:bCs/>
        </w:rPr>
        <w:t xml:space="preserve">. If I seek earlier treatment, </w:t>
      </w:r>
      <w:proofErr w:type="gramStart"/>
      <w:r w:rsidR="00E40847">
        <w:rPr>
          <w:bCs/>
        </w:rPr>
        <w:t>it’s</w:t>
      </w:r>
      <w:proofErr w:type="gramEnd"/>
      <w:r w:rsidR="00E40847">
        <w:rPr>
          <w:bCs/>
        </w:rPr>
        <w:t xml:space="preserve"> better for me. You see the earlier you pick up a problem…</w:t>
      </w:r>
      <w:r>
        <w:rPr>
          <w:bCs/>
        </w:rPr>
        <w:t xml:space="preserve"> </w:t>
      </w:r>
      <w:proofErr w:type="gramStart"/>
      <w:r>
        <w:rPr>
          <w:bCs/>
        </w:rPr>
        <w:t>it’s</w:t>
      </w:r>
      <w:proofErr w:type="gramEnd"/>
      <w:r>
        <w:rPr>
          <w:bCs/>
        </w:rPr>
        <w:t xml:space="preserve"> just like a headache, if you’re headache’s</w:t>
      </w:r>
      <w:r w:rsidR="00E40847">
        <w:rPr>
          <w:bCs/>
        </w:rPr>
        <w:t xml:space="preserve"> hurting you would start taking</w:t>
      </w:r>
      <w:r>
        <w:rPr>
          <w:bCs/>
        </w:rPr>
        <w:t xml:space="preserve"> your</w:t>
      </w:r>
      <w:r w:rsidR="00E40847">
        <w:rPr>
          <w:bCs/>
        </w:rPr>
        <w:t xml:space="preserve"> painkillers.</w:t>
      </w:r>
    </w:p>
    <w:p w:rsidR="00E40847" w:rsidRDefault="00E40847" w:rsidP="00E34AF8">
      <w:pPr>
        <w:rPr>
          <w:bCs/>
        </w:rPr>
      </w:pPr>
    </w:p>
    <w:p w:rsidR="00E40847" w:rsidRPr="00E40847" w:rsidRDefault="009B3E3D" w:rsidP="00E40847">
      <w:pPr>
        <w:pStyle w:val="Heading2"/>
      </w:pPr>
      <w:r>
        <w:t>G05BAF27</w:t>
      </w:r>
    </w:p>
    <w:p w:rsidR="00E40847" w:rsidRDefault="00DF3F4B" w:rsidP="00E34AF8">
      <w:pPr>
        <w:rPr>
          <w:bCs/>
        </w:rPr>
      </w:pPr>
      <w:proofErr w:type="gramStart"/>
      <w:r>
        <w:rPr>
          <w:bCs/>
        </w:rPr>
        <w:t>When it persists.</w:t>
      </w:r>
      <w:proofErr w:type="gramEnd"/>
      <w:r>
        <w:rPr>
          <w:bCs/>
        </w:rPr>
        <w:t xml:space="preserve"> </w:t>
      </w:r>
    </w:p>
    <w:p w:rsidR="00DF3F4B" w:rsidRPr="00DF3F4B" w:rsidRDefault="009B3E3D" w:rsidP="00DF3F4B">
      <w:pPr>
        <w:pStyle w:val="Heading2"/>
      </w:pPr>
      <w:r>
        <w:t>G05BAM28</w:t>
      </w:r>
    </w:p>
    <w:p w:rsidR="00E40847" w:rsidRDefault="00DF3F4B" w:rsidP="00E34AF8">
      <w:pPr>
        <w:rPr>
          <w:bCs/>
        </w:rPr>
      </w:pPr>
      <w:r>
        <w:rPr>
          <w:bCs/>
        </w:rPr>
        <w:t xml:space="preserve">But if </w:t>
      </w:r>
      <w:proofErr w:type="gramStart"/>
      <w:r>
        <w:rPr>
          <w:bCs/>
        </w:rPr>
        <w:t>you’re</w:t>
      </w:r>
      <w:proofErr w:type="gramEnd"/>
      <w:r>
        <w:rPr>
          <w:bCs/>
        </w:rPr>
        <w:t xml:space="preserve"> if you’re waiting</w:t>
      </w:r>
      <w:r w:rsidR="00E40847">
        <w:rPr>
          <w:bCs/>
        </w:rPr>
        <w:t xml:space="preserve"> for until you really feel the pain, to bring that pain down, it takes longer. </w:t>
      </w:r>
    </w:p>
    <w:p w:rsidR="00737C8A" w:rsidRDefault="00737C8A" w:rsidP="00E34AF8">
      <w:pPr>
        <w:rPr>
          <w:bCs/>
        </w:rPr>
      </w:pPr>
    </w:p>
    <w:p w:rsidR="00737C8A" w:rsidRDefault="00737C8A" w:rsidP="00E34AF8">
      <w:pPr>
        <w:rPr>
          <w:bCs/>
        </w:rPr>
      </w:pPr>
      <w:r w:rsidRPr="00737C8A">
        <w:rPr>
          <w:bCs/>
        </w:rPr>
        <w:t>0:07:07.1</w:t>
      </w:r>
    </w:p>
    <w:p w:rsidR="00DF3F4B" w:rsidRPr="00DF3F4B" w:rsidRDefault="009B3E3D" w:rsidP="00DF3F4B">
      <w:pPr>
        <w:pStyle w:val="Heading2"/>
      </w:pPr>
      <w:r>
        <w:t>G05BAM24</w:t>
      </w:r>
    </w:p>
    <w:p w:rsidR="00E40847" w:rsidRDefault="00E40847" w:rsidP="003B633A">
      <w:pPr>
        <w:rPr>
          <w:bCs/>
        </w:rPr>
      </w:pPr>
      <w:r>
        <w:rPr>
          <w:bCs/>
        </w:rPr>
        <w:t>Certainly, I mean,</w:t>
      </w:r>
      <w:r w:rsidR="00DF3F4B">
        <w:rPr>
          <w:bCs/>
        </w:rPr>
        <w:t xml:space="preserve"> but, again, </w:t>
      </w:r>
      <w:r w:rsidR="003B633A">
        <w:rPr>
          <w:bCs/>
        </w:rPr>
        <w:t>my original point</w:t>
      </w:r>
      <w:r>
        <w:rPr>
          <w:bCs/>
        </w:rPr>
        <w:t>… it just depends on what you know, because</w:t>
      </w:r>
      <w:r w:rsidR="00DF3F4B">
        <w:rPr>
          <w:bCs/>
        </w:rPr>
        <w:t xml:space="preserve"> not this… not this [unclear] here,</w:t>
      </w:r>
      <w:r>
        <w:rPr>
          <w:bCs/>
        </w:rPr>
        <w:t xml:space="preserve"> but</w:t>
      </w:r>
      <w:r w:rsidR="00DF3F4B">
        <w:rPr>
          <w:bCs/>
        </w:rPr>
        <w:t xml:space="preserve"> right now people are very </w:t>
      </w:r>
      <w:r w:rsidR="003B633A">
        <w:rPr>
          <w:bCs/>
        </w:rPr>
        <w:t>em</w:t>
      </w:r>
      <w:r w:rsidR="00DF3F4B">
        <w:rPr>
          <w:bCs/>
        </w:rPr>
        <w:t xml:space="preserve">powered to </w:t>
      </w:r>
      <w:r w:rsidR="003B633A">
        <w:rPr>
          <w:bCs/>
        </w:rPr>
        <w:t>actually</w:t>
      </w:r>
      <w:r>
        <w:rPr>
          <w:bCs/>
        </w:rPr>
        <w:t xml:space="preserve"> maybe go on the Internet and try to research, why am I forgetting? </w:t>
      </w:r>
      <w:r w:rsidR="003B633A">
        <w:rPr>
          <w:bCs/>
        </w:rPr>
        <w:t>No, b</w:t>
      </w:r>
      <w:r>
        <w:rPr>
          <w:bCs/>
        </w:rPr>
        <w:t>ut the thing is</w:t>
      </w:r>
      <w:r w:rsidR="00DF3F4B">
        <w:rPr>
          <w:bCs/>
        </w:rPr>
        <w:t>, to be able to take action about</w:t>
      </w:r>
      <w:r>
        <w:rPr>
          <w:bCs/>
        </w:rPr>
        <w:t xml:space="preserve"> something like that, you need to know wh</w:t>
      </w:r>
      <w:r w:rsidR="00DF3F4B">
        <w:rPr>
          <w:bCs/>
        </w:rPr>
        <w:t xml:space="preserve">at to expect. So, if </w:t>
      </w:r>
      <w:proofErr w:type="gramStart"/>
      <w:r w:rsidR="00DF3F4B">
        <w:rPr>
          <w:bCs/>
        </w:rPr>
        <w:t>there’s</w:t>
      </w:r>
      <w:proofErr w:type="gramEnd"/>
      <w:r w:rsidR="00DF3F4B">
        <w:rPr>
          <w:bCs/>
        </w:rPr>
        <w:t xml:space="preserve"> no</w:t>
      </w:r>
      <w:r>
        <w:rPr>
          <w:bCs/>
        </w:rPr>
        <w:t xml:space="preserve"> awareness or if you don’t know at all that forgetting things actually is</w:t>
      </w:r>
      <w:r w:rsidR="00DF3F4B">
        <w:rPr>
          <w:bCs/>
        </w:rPr>
        <w:t>n’t… is</w:t>
      </w:r>
      <w:r>
        <w:rPr>
          <w:bCs/>
        </w:rPr>
        <w:t xml:space="preserve"> not normal. You know, if, for example, </w:t>
      </w:r>
      <w:proofErr w:type="gramStart"/>
      <w:r>
        <w:rPr>
          <w:bCs/>
        </w:rPr>
        <w:t>you’ve</w:t>
      </w:r>
      <w:proofErr w:type="gramEnd"/>
      <w:r>
        <w:rPr>
          <w:bCs/>
        </w:rPr>
        <w:t xml:space="preserve"> started forgetting frequently and it wasn’t happening before. </w:t>
      </w:r>
      <w:r w:rsidR="00D401F3">
        <w:rPr>
          <w:bCs/>
        </w:rPr>
        <w:t>For you to come to the realisation that that in itself is an actual problem, you need to have some levels of awarenes</w:t>
      </w:r>
      <w:r w:rsidR="00DF3F4B">
        <w:rPr>
          <w:bCs/>
        </w:rPr>
        <w:t>s. O</w:t>
      </w:r>
      <w:r w:rsidR="00D401F3">
        <w:rPr>
          <w:bCs/>
        </w:rPr>
        <w:t>r else, you know, you just, kind of, take it as one of those issues of growing ol</w:t>
      </w:r>
      <w:r w:rsidR="00DF3F4B">
        <w:rPr>
          <w:bCs/>
        </w:rPr>
        <w:t>d, b</w:t>
      </w:r>
      <w:r w:rsidR="00D401F3">
        <w:rPr>
          <w:bCs/>
        </w:rPr>
        <w:t>ecause from where I come from there’s no definition of dementia, you know,</w:t>
      </w:r>
      <w:r w:rsidR="00DF3F4B">
        <w:rPr>
          <w:bCs/>
        </w:rPr>
        <w:t xml:space="preserve"> it’s not there. So, if</w:t>
      </w:r>
      <w:r w:rsidR="00D401F3">
        <w:rPr>
          <w:bCs/>
        </w:rPr>
        <w:t xml:space="preserve">, for example, an </w:t>
      </w:r>
      <w:r w:rsidR="00DF3F4B">
        <w:rPr>
          <w:bCs/>
        </w:rPr>
        <w:t>old person</w:t>
      </w:r>
      <w:r w:rsidR="00D401F3">
        <w:rPr>
          <w:bCs/>
        </w:rPr>
        <w:t xml:space="preserve"> is starting to forget, they take that as part of growing old.</w:t>
      </w:r>
    </w:p>
    <w:p w:rsidR="00DF3F4B" w:rsidRPr="00DF3F4B" w:rsidRDefault="009B3E3D" w:rsidP="00DF3F4B">
      <w:pPr>
        <w:pStyle w:val="Heading2"/>
      </w:pPr>
      <w:r>
        <w:t>G05BAM28</w:t>
      </w:r>
    </w:p>
    <w:p w:rsidR="0029341D" w:rsidRDefault="00D401F3" w:rsidP="00E34AF8">
      <w:pPr>
        <w:rPr>
          <w:bCs/>
        </w:rPr>
      </w:pPr>
      <w:proofErr w:type="gramStart"/>
      <w:r>
        <w:rPr>
          <w:bCs/>
        </w:rPr>
        <w:t>He’s</w:t>
      </w:r>
      <w:proofErr w:type="gramEnd"/>
      <w:r>
        <w:rPr>
          <w:bCs/>
        </w:rPr>
        <w:t xml:space="preserve"> getting old.</w:t>
      </w:r>
    </w:p>
    <w:p w:rsidR="00DF3F4B" w:rsidRPr="00DF3F4B" w:rsidRDefault="009B3E3D" w:rsidP="00DF3F4B">
      <w:pPr>
        <w:pStyle w:val="Heading2"/>
      </w:pPr>
      <w:r>
        <w:t>G05BAM24</w:t>
      </w:r>
    </w:p>
    <w:p w:rsidR="00CA2253" w:rsidRDefault="0029341D" w:rsidP="003B633A">
      <w:pPr>
        <w:rPr>
          <w:bCs/>
        </w:rPr>
      </w:pPr>
      <w:r>
        <w:rPr>
          <w:bCs/>
        </w:rPr>
        <w:t xml:space="preserve">And </w:t>
      </w:r>
      <w:r w:rsidR="00DF3F4B">
        <w:rPr>
          <w:bCs/>
        </w:rPr>
        <w:t xml:space="preserve">what </w:t>
      </w:r>
      <w:proofErr w:type="spellStart"/>
      <w:r w:rsidR="00DF3F4B">
        <w:rPr>
          <w:bCs/>
        </w:rPr>
        <w:t>Obe</w:t>
      </w:r>
      <w:proofErr w:type="spellEnd"/>
      <w:r w:rsidR="00DF3F4B">
        <w:rPr>
          <w:bCs/>
        </w:rPr>
        <w:t xml:space="preserve"> was </w:t>
      </w:r>
      <w:r w:rsidR="003B633A">
        <w:rPr>
          <w:bCs/>
        </w:rPr>
        <w:t>saying</w:t>
      </w:r>
      <w:r w:rsidR="00DF3F4B">
        <w:rPr>
          <w:bCs/>
        </w:rPr>
        <w:t xml:space="preserve"> about, </w:t>
      </w:r>
      <w:r>
        <w:rPr>
          <w:bCs/>
        </w:rPr>
        <w:t>I mean, a, kind of,</w:t>
      </w:r>
      <w:r w:rsidR="003B633A">
        <w:rPr>
          <w:bCs/>
        </w:rPr>
        <w:t xml:space="preserve"> setting of family and a family</w:t>
      </w:r>
      <w:r>
        <w:rPr>
          <w:bCs/>
        </w:rPr>
        <w:t xml:space="preserve"> kind of</w:t>
      </w:r>
      <w:r w:rsidR="00DF3F4B">
        <w:rPr>
          <w:bCs/>
        </w:rPr>
        <w:t xml:space="preserve"> set up, </w:t>
      </w:r>
      <w:r>
        <w:rPr>
          <w:bCs/>
        </w:rPr>
        <w:t>is that, you know,</w:t>
      </w:r>
      <w:r w:rsidR="00DF3F4B">
        <w:rPr>
          <w:bCs/>
        </w:rPr>
        <w:t xml:space="preserve"> some of those issues are addressed within</w:t>
      </w:r>
      <w:r>
        <w:rPr>
          <w:bCs/>
        </w:rPr>
        <w:t xml:space="preserve"> that context of an extended family</w:t>
      </w:r>
      <w:r w:rsidR="00DF3F4B">
        <w:rPr>
          <w:bCs/>
        </w:rPr>
        <w:t>. So, for example, if an old</w:t>
      </w:r>
      <w:r>
        <w:rPr>
          <w:bCs/>
        </w:rPr>
        <w:t xml:space="preserve"> person </w:t>
      </w:r>
      <w:r w:rsidR="00DF3F4B">
        <w:rPr>
          <w:bCs/>
        </w:rPr>
        <w:t>is forgetting a lot, then they have to remind them,</w:t>
      </w:r>
      <w:r>
        <w:rPr>
          <w:bCs/>
        </w:rPr>
        <w:t xml:space="preserve"> oh you</w:t>
      </w:r>
      <w:r w:rsidR="00DF3F4B">
        <w:rPr>
          <w:bCs/>
        </w:rPr>
        <w:t xml:space="preserve"> were supposed to do this, oh you were supposed to do that. </w:t>
      </w:r>
      <w:r>
        <w:rPr>
          <w:bCs/>
        </w:rPr>
        <w:t>Because that help is read</w:t>
      </w:r>
      <w:r w:rsidR="00DF3F4B">
        <w:rPr>
          <w:bCs/>
        </w:rPr>
        <w:t xml:space="preserve">ily </w:t>
      </w:r>
      <w:r>
        <w:rPr>
          <w:bCs/>
        </w:rPr>
        <w:t>there, the impact is not fair. So, what I was tryin</w:t>
      </w:r>
      <w:r w:rsidR="00DF3F4B">
        <w:rPr>
          <w:bCs/>
        </w:rPr>
        <w:t>g to say, in short, is just that the most importan</w:t>
      </w:r>
      <w:r>
        <w:rPr>
          <w:bCs/>
        </w:rPr>
        <w:t xml:space="preserve">t thing obviously for someone to know </w:t>
      </w:r>
      <w:r w:rsidR="00580FB8">
        <w:rPr>
          <w:bCs/>
        </w:rPr>
        <w:t>that they</w:t>
      </w:r>
      <w:r w:rsidR="00DF3F4B">
        <w:rPr>
          <w:bCs/>
        </w:rPr>
        <w:t xml:space="preserve"> need</w:t>
      </w:r>
      <w:r>
        <w:rPr>
          <w:bCs/>
        </w:rPr>
        <w:t xml:space="preserve"> to see a doctor i</w:t>
      </w:r>
      <w:r w:rsidR="00580FB8">
        <w:rPr>
          <w:bCs/>
        </w:rPr>
        <w:t xml:space="preserve">s for them to go, my father has </w:t>
      </w:r>
      <w:r w:rsidR="00CA2253">
        <w:rPr>
          <w:bCs/>
        </w:rPr>
        <w:t xml:space="preserve">a </w:t>
      </w:r>
      <w:r w:rsidR="00580FB8">
        <w:rPr>
          <w:bCs/>
        </w:rPr>
        <w:t>problem a</w:t>
      </w:r>
      <w:r>
        <w:rPr>
          <w:bCs/>
        </w:rPr>
        <w:t>nd I expect that might be an iss</w:t>
      </w:r>
      <w:r w:rsidR="00580FB8">
        <w:rPr>
          <w:bCs/>
        </w:rPr>
        <w:t>ue. B</w:t>
      </w:r>
      <w:r w:rsidR="00CA2253">
        <w:rPr>
          <w:bCs/>
        </w:rPr>
        <w:t xml:space="preserve">ut if you </w:t>
      </w:r>
      <w:proofErr w:type="gramStart"/>
      <w:r w:rsidR="00CA2253">
        <w:rPr>
          <w:bCs/>
        </w:rPr>
        <w:t>don’t</w:t>
      </w:r>
      <w:proofErr w:type="gramEnd"/>
      <w:r w:rsidR="00CA2253">
        <w:rPr>
          <w:bCs/>
        </w:rPr>
        <w:t xml:space="preserve"> even know that</w:t>
      </w:r>
      <w:r w:rsidR="00580FB8">
        <w:rPr>
          <w:bCs/>
        </w:rPr>
        <w:t xml:space="preserve"> that problem is there, </w:t>
      </w:r>
      <w:r w:rsidR="00CA2253">
        <w:rPr>
          <w:bCs/>
        </w:rPr>
        <w:t>you probabl</w:t>
      </w:r>
      <w:r w:rsidR="00580FB8">
        <w:rPr>
          <w:bCs/>
        </w:rPr>
        <w:t xml:space="preserve">y might not be able to make it a… see it as a priority. </w:t>
      </w:r>
      <w:r w:rsidR="00CA2253">
        <w:rPr>
          <w:bCs/>
        </w:rPr>
        <w:t xml:space="preserve"> </w:t>
      </w:r>
    </w:p>
    <w:p w:rsidR="00737C8A" w:rsidRDefault="00737C8A" w:rsidP="00E34AF8">
      <w:pPr>
        <w:rPr>
          <w:bCs/>
        </w:rPr>
      </w:pPr>
    </w:p>
    <w:p w:rsidR="00737C8A" w:rsidRDefault="00737C8A" w:rsidP="00E34AF8">
      <w:pPr>
        <w:rPr>
          <w:bCs/>
        </w:rPr>
      </w:pPr>
      <w:r w:rsidRPr="00737C8A">
        <w:rPr>
          <w:bCs/>
        </w:rPr>
        <w:t>0:08:45.6</w:t>
      </w:r>
    </w:p>
    <w:p w:rsidR="00CA2253" w:rsidRPr="00CA2253" w:rsidRDefault="009B3E3D" w:rsidP="00CA2253">
      <w:pPr>
        <w:pStyle w:val="Heading2"/>
      </w:pPr>
      <w:r>
        <w:lastRenderedPageBreak/>
        <w:t>UCLRA01</w:t>
      </w:r>
      <w:r w:rsidR="00CA2253" w:rsidRPr="00CA2253">
        <w:t xml:space="preserve"> </w:t>
      </w:r>
    </w:p>
    <w:p w:rsidR="00E34AF8" w:rsidRDefault="00CA2253" w:rsidP="00BA3048">
      <w:r>
        <w:t>Okay, thank you very much, one question</w:t>
      </w:r>
      <w:r w:rsidR="00FE7684">
        <w:t xml:space="preserve"> though. So, what kind of forgetfu</w:t>
      </w:r>
      <w:r>
        <w:t xml:space="preserve">lness would actually make you go and see someone? </w:t>
      </w:r>
      <w:r w:rsidR="00FE7684">
        <w:t xml:space="preserve">Because </w:t>
      </w:r>
      <w:proofErr w:type="gramStart"/>
      <w:r w:rsidR="00FE7684">
        <w:t>you’re</w:t>
      </w:r>
      <w:proofErr w:type="gramEnd"/>
      <w:r w:rsidR="00FE7684">
        <w:t xml:space="preserve"> saying you’re not too sure, it depends on the severity, and you say, we should go. But what kind of forgetfulness would actually make you take the decision to go and see someone?</w:t>
      </w:r>
    </w:p>
    <w:p w:rsidR="00D81B30" w:rsidRPr="00D81B30" w:rsidRDefault="009B3E3D" w:rsidP="00D81B30">
      <w:pPr>
        <w:pStyle w:val="Heading2"/>
      </w:pPr>
      <w:r>
        <w:t>G05BAM24</w:t>
      </w:r>
    </w:p>
    <w:p w:rsidR="009F1FB6" w:rsidRDefault="00FE7684" w:rsidP="00BA3048">
      <w:r>
        <w:t xml:space="preserve">Personally, I </w:t>
      </w:r>
      <w:r w:rsidR="009F1FB6">
        <w:t>think it would…</w:t>
      </w:r>
      <w:r w:rsidR="00D81B30">
        <w:t xml:space="preserve"> and I still go with</w:t>
      </w:r>
      <w:r w:rsidR="009F1FB6">
        <w:t xml:space="preserve"> this… obviously because </w:t>
      </w:r>
      <w:proofErr w:type="gramStart"/>
      <w:r w:rsidR="009F1FB6">
        <w:t>you’re</w:t>
      </w:r>
      <w:proofErr w:type="gramEnd"/>
      <w:r w:rsidR="009F1FB6">
        <w:t xml:space="preserve"> talking about this issue being specific. I mean, the, kind of, research </w:t>
      </w:r>
      <w:proofErr w:type="gramStart"/>
      <w:r w:rsidR="009F1FB6">
        <w:t>you’re</w:t>
      </w:r>
      <w:proofErr w:type="gramEnd"/>
      <w:r w:rsidR="009F1FB6">
        <w:t xml:space="preserve"> doing is with rega</w:t>
      </w:r>
      <w:r w:rsidR="00D81B30">
        <w:t xml:space="preserve">rds to the African and African Caribbean. </w:t>
      </w:r>
      <w:proofErr w:type="gramStart"/>
      <w:r w:rsidR="009F1FB6">
        <w:t>I’m</w:t>
      </w:r>
      <w:proofErr w:type="gramEnd"/>
      <w:r w:rsidR="009F1FB6">
        <w:t xml:space="preserve"> talking like an African</w:t>
      </w:r>
      <w:r w:rsidR="00D81B30">
        <w:t>…</w:t>
      </w:r>
    </w:p>
    <w:p w:rsidR="009F1FB6" w:rsidRPr="009F1FB6" w:rsidRDefault="009B3E3D" w:rsidP="009F1FB6">
      <w:pPr>
        <w:pStyle w:val="Heading2"/>
      </w:pPr>
      <w:r>
        <w:t>UCLRA01</w:t>
      </w:r>
      <w:r w:rsidR="009F1FB6" w:rsidRPr="009F1FB6">
        <w:t xml:space="preserve"> </w:t>
      </w:r>
    </w:p>
    <w:p w:rsidR="009F1FB6" w:rsidRDefault="009F1FB6" w:rsidP="00BA3048">
      <w:proofErr w:type="gramStart"/>
      <w:r>
        <w:t>Absolutely.</w:t>
      </w:r>
      <w:proofErr w:type="gramEnd"/>
    </w:p>
    <w:p w:rsidR="009F1FB6" w:rsidRDefault="009F1FB6" w:rsidP="00BA3048"/>
    <w:p w:rsidR="00737C8A" w:rsidRDefault="00737C8A" w:rsidP="00BA3048">
      <w:r w:rsidRPr="00737C8A">
        <w:t>0:09:17.5</w:t>
      </w:r>
    </w:p>
    <w:p w:rsidR="00D81B30" w:rsidRPr="00D81B30" w:rsidRDefault="009B3E3D" w:rsidP="00D81B30">
      <w:pPr>
        <w:pStyle w:val="Heading2"/>
      </w:pPr>
      <w:r>
        <w:t>G05BAM24</w:t>
      </w:r>
    </w:p>
    <w:p w:rsidR="009F1FB6" w:rsidRDefault="009F1FB6" w:rsidP="003B633A">
      <w:r>
        <w:t xml:space="preserve">Yes, </w:t>
      </w:r>
      <w:proofErr w:type="gramStart"/>
      <w:r>
        <w:t>who’d</w:t>
      </w:r>
      <w:proofErr w:type="gramEnd"/>
      <w:r>
        <w:t xml:space="preserve"> say that there are so many problems that they already face…</w:t>
      </w:r>
      <w:r w:rsidR="00D81B30">
        <w:t xml:space="preserve"> </w:t>
      </w:r>
      <w:r>
        <w:t>people face</w:t>
      </w:r>
      <w:r w:rsidR="00D81B30">
        <w:t xml:space="preserve"> here, whether it’s</w:t>
      </w:r>
      <w:r w:rsidR="003B633A">
        <w:t xml:space="preserve"> in Africa</w:t>
      </w:r>
      <w:r w:rsidR="00D81B30">
        <w:t xml:space="preserve"> </w:t>
      </w:r>
      <w:r w:rsidR="003B633A">
        <w:t>or</w:t>
      </w:r>
      <w:r w:rsidR="00D81B30">
        <w:t xml:space="preserve"> here, even if they migrated</w:t>
      </w:r>
      <w:r>
        <w:t xml:space="preserve"> here. And it tends to be issues</w:t>
      </w:r>
      <w:r w:rsidR="00D81B30">
        <w:t xml:space="preserve"> to do</w:t>
      </w:r>
      <w:r>
        <w:t xml:space="preserve"> with poverty, poor housing, you know, lack of proper services. And something as little as forgetting is not going to be a priority for somebody. So, I would be concerned a</w:t>
      </w:r>
      <w:r w:rsidR="00D81B30">
        <w:t>bout whether they are going to sleep</w:t>
      </w:r>
      <w:r w:rsidR="007C00D5">
        <w:t xml:space="preserve"> hungry</w:t>
      </w:r>
      <w:r w:rsidR="003B633A">
        <w:t xml:space="preserve">, </w:t>
      </w:r>
      <w:r w:rsidR="00D81B30">
        <w:t>whether they have heating in their house.</w:t>
      </w:r>
      <w:r>
        <w:t xml:space="preserve"> So, it has to be really serio</w:t>
      </w:r>
      <w:r w:rsidR="00D81B30">
        <w:t>us forgetting, and for them to comment</w:t>
      </w:r>
      <w:r>
        <w:t xml:space="preserve"> that </w:t>
      </w:r>
      <w:proofErr w:type="gramStart"/>
      <w:r>
        <w:t>they’re</w:t>
      </w:r>
      <w:proofErr w:type="gramEnd"/>
      <w:r>
        <w:t xml:space="preserve"> forgetting, that must be some… I mean, in most cases the African and black people tend to have the extended family, so it, kind of, play</w:t>
      </w:r>
      <w:r w:rsidR="00D81B30">
        <w:t>s down the impact. I suppose to</w:t>
      </w:r>
      <w:r>
        <w:t xml:space="preserve"> a white person </w:t>
      </w:r>
      <w:proofErr w:type="gramStart"/>
      <w:r>
        <w:t>who’s</w:t>
      </w:r>
      <w:proofErr w:type="gramEnd"/>
      <w:r>
        <w:t xml:space="preserve"> living alone in th</w:t>
      </w:r>
      <w:r w:rsidR="00954431">
        <w:t>eir house, who is quite [unclear]</w:t>
      </w:r>
      <w:r>
        <w:t xml:space="preserve"> </w:t>
      </w:r>
      <w:r w:rsidR="00954431">
        <w:t>with their health, or has been in this system</w:t>
      </w:r>
      <w:r>
        <w:t xml:space="preserve"> for long, who’s had </w:t>
      </w:r>
      <w:r w:rsidR="00954431">
        <w:t xml:space="preserve">heard about </w:t>
      </w:r>
      <w:r>
        <w:t>dementi</w:t>
      </w:r>
      <w:r w:rsidR="00954431">
        <w:t xml:space="preserve">a ever since they were young, </w:t>
      </w:r>
      <w:r>
        <w:t>their reactions would</w:t>
      </w:r>
      <w:r w:rsidR="00954431">
        <w:t xml:space="preserve"> be different to somebody who has come from a completely</w:t>
      </w:r>
      <w:r w:rsidR="007C00D5">
        <w:t xml:space="preserve"> different background</w:t>
      </w:r>
      <w:r w:rsidR="00954431">
        <w:t xml:space="preserve"> [</w:t>
      </w:r>
      <w:proofErr w:type="spellStart"/>
      <w:r w:rsidR="00954431">
        <w:t>overtalking</w:t>
      </w:r>
      <w:proofErr w:type="spellEnd"/>
      <w:r w:rsidR="00954431">
        <w:t>]</w:t>
      </w:r>
      <w:r w:rsidR="00FE2BD2">
        <w:t>.</w:t>
      </w:r>
    </w:p>
    <w:p w:rsidR="00954431" w:rsidRPr="00954431" w:rsidRDefault="009B3E3D" w:rsidP="00954431">
      <w:pPr>
        <w:pStyle w:val="Heading2"/>
      </w:pPr>
      <w:r>
        <w:t>G05BAM28</w:t>
      </w:r>
    </w:p>
    <w:p w:rsidR="00A47908" w:rsidRDefault="00954431" w:rsidP="007B2B6E">
      <w:r>
        <w:t>But most of things that you forget</w:t>
      </w:r>
      <w:proofErr w:type="gramStart"/>
      <w:r>
        <w:t xml:space="preserve">… </w:t>
      </w:r>
      <w:r w:rsidR="00FE2BD2">
        <w:t xml:space="preserve"> </w:t>
      </w:r>
      <w:r>
        <w:t>most</w:t>
      </w:r>
      <w:proofErr w:type="gramEnd"/>
      <w:r>
        <w:t xml:space="preserve"> things that you tend to forget you start to forge</w:t>
      </w:r>
      <w:r w:rsidR="00FE2BD2">
        <w:t xml:space="preserve">t </w:t>
      </w:r>
      <w:r>
        <w:t>even for</w:t>
      </w:r>
      <w:r w:rsidR="00FE2BD2">
        <w:t xml:space="preserve"> a normal, healthy person, yes. Keys: home keys, car keys, these were </w:t>
      </w:r>
      <w:r w:rsidR="004127C5">
        <w:t xml:space="preserve">some </w:t>
      </w:r>
      <w:r>
        <w:t>[unclear</w:t>
      </w:r>
      <w:r w:rsidR="007B2B6E">
        <w:t xml:space="preserve"> and </w:t>
      </w:r>
      <w:proofErr w:type="spellStart"/>
      <w:r w:rsidR="007B2B6E">
        <w:t>overtalking</w:t>
      </w:r>
      <w:proofErr w:type="spellEnd"/>
      <w:r>
        <w:t>]</w:t>
      </w:r>
      <w:r w:rsidR="007B2B6E">
        <w:t xml:space="preserve"> where are the keys? </w:t>
      </w:r>
      <w:proofErr w:type="gramStart"/>
      <w:r w:rsidR="007B2B6E">
        <w:t xml:space="preserve">Where’s my </w:t>
      </w:r>
      <w:r w:rsidR="00FE2BD2">
        <w:t>keys</w:t>
      </w:r>
      <w:proofErr w:type="gramEnd"/>
      <w:r w:rsidR="00FE2BD2">
        <w:t>? Where is your phone? Your phone</w:t>
      </w:r>
      <w:r>
        <w:t>… this is… T</w:t>
      </w:r>
      <w:r w:rsidR="00A47908">
        <w:t>hese are basic th</w:t>
      </w:r>
      <w:r>
        <w:t>ings, that’s the way it starts the day, every time I leave; w</w:t>
      </w:r>
      <w:r w:rsidR="00A47908">
        <w:t xml:space="preserve">here’s my keys? Next time… but not when </w:t>
      </w:r>
      <w:r>
        <w:t xml:space="preserve">it </w:t>
      </w:r>
      <w:proofErr w:type="gramStart"/>
      <w:r>
        <w:t>gets</w:t>
      </w:r>
      <w:proofErr w:type="gramEnd"/>
      <w:r>
        <w:t xml:space="preserve"> to you forget your</w:t>
      </w:r>
      <w:r w:rsidR="00A47908">
        <w:t xml:space="preserve"> home address</w:t>
      </w:r>
      <w:r>
        <w:t xml:space="preserve"> passing through where</w:t>
      </w:r>
      <w:r w:rsidR="00A47908">
        <w:t xml:space="preserve"> you live, it’s getting serious</w:t>
      </w:r>
      <w:r>
        <w:t xml:space="preserve">, isn’t it? Even eating habits, forgetting to eat until you collapse and… The people </w:t>
      </w:r>
      <w:r w:rsidR="00A47908">
        <w:t xml:space="preserve">that </w:t>
      </w:r>
      <w:proofErr w:type="gramStart"/>
      <w:r w:rsidR="00A47908">
        <w:t>don’</w:t>
      </w:r>
      <w:r>
        <w:t>t</w:t>
      </w:r>
      <w:proofErr w:type="gramEnd"/>
      <w:r>
        <w:t xml:space="preserve"> even think about… I mean, eating, forgetting to eat at the right times. </w:t>
      </w:r>
      <w:r w:rsidR="00A47908">
        <w:t xml:space="preserve"> </w:t>
      </w:r>
    </w:p>
    <w:p w:rsidR="002B6B6F" w:rsidRPr="002B6B6F" w:rsidRDefault="009B3E3D" w:rsidP="002B6B6F">
      <w:pPr>
        <w:pStyle w:val="Heading2"/>
      </w:pPr>
      <w:r>
        <w:t>G05BAM24</w:t>
      </w:r>
    </w:p>
    <w:p w:rsidR="00A47908" w:rsidRDefault="00A47908" w:rsidP="00BA3048">
      <w:r>
        <w:t xml:space="preserve">The question… the </w:t>
      </w:r>
      <w:r w:rsidR="002B6B6F">
        <w:t>question is, what kind of level</w:t>
      </w:r>
      <w:r>
        <w:t xml:space="preserve"> of severity would</w:t>
      </w:r>
      <w:r w:rsidR="002B6B6F">
        <w:t xml:space="preserve"> a</w:t>
      </w:r>
      <w:r>
        <w:t xml:space="preserve">… I mean, sort of, </w:t>
      </w:r>
      <w:proofErr w:type="gramStart"/>
      <w:r>
        <w:t>kind of</w:t>
      </w:r>
      <w:proofErr w:type="gramEnd"/>
      <w:r>
        <w:t>…</w:t>
      </w:r>
    </w:p>
    <w:p w:rsidR="00737C8A" w:rsidRDefault="00737C8A" w:rsidP="00BA3048"/>
    <w:p w:rsidR="00737C8A" w:rsidRDefault="00737C8A" w:rsidP="00BA3048">
      <w:r w:rsidRPr="00737C8A">
        <w:t>0:11:06.3</w:t>
      </w:r>
    </w:p>
    <w:p w:rsidR="00A47908" w:rsidRPr="00A47908" w:rsidRDefault="009B3E3D" w:rsidP="00A47908">
      <w:pPr>
        <w:pStyle w:val="Heading2"/>
      </w:pPr>
      <w:r>
        <w:lastRenderedPageBreak/>
        <w:t>G05BAF29</w:t>
      </w:r>
      <w:r w:rsidR="00A47908">
        <w:t xml:space="preserve"> </w:t>
      </w:r>
    </w:p>
    <w:p w:rsidR="002B6B6F" w:rsidRDefault="00A47908" w:rsidP="007B2B6E">
      <w:r>
        <w:t>What he’s describing is that if yo</w:t>
      </w:r>
      <w:r w:rsidR="002B6B6F">
        <w:t xml:space="preserve">u pass your address, </w:t>
      </w:r>
      <w:proofErr w:type="gramStart"/>
      <w:r w:rsidR="002B6B6F">
        <w:t>you’ve</w:t>
      </w:r>
      <w:proofErr w:type="gramEnd"/>
      <w:r w:rsidR="002B6B6F">
        <w:t xml:space="preserve"> </w:t>
      </w:r>
      <w:r w:rsidR="007B2B6E">
        <w:t>gone past</w:t>
      </w:r>
      <w:r w:rsidR="002B6B6F">
        <w:t xml:space="preserve"> your home, then you need to seek help really. </w:t>
      </w:r>
    </w:p>
    <w:p w:rsidR="002B6B6F" w:rsidRPr="002B6B6F" w:rsidRDefault="009B3E3D" w:rsidP="002B6B6F">
      <w:pPr>
        <w:pStyle w:val="Heading2"/>
      </w:pPr>
      <w:r>
        <w:t>G05BAF25</w:t>
      </w:r>
    </w:p>
    <w:p w:rsidR="002B6B6F" w:rsidRDefault="002B6B6F" w:rsidP="00A47908">
      <w:proofErr w:type="gramStart"/>
      <w:r>
        <w:t>That’s</w:t>
      </w:r>
      <w:proofErr w:type="gramEnd"/>
      <w:r>
        <w:t xml:space="preserve"> what he’s saying. Every time you…</w:t>
      </w:r>
    </w:p>
    <w:p w:rsidR="002B6B6F" w:rsidRPr="00A47908" w:rsidRDefault="009B3E3D" w:rsidP="002B6B6F">
      <w:pPr>
        <w:pStyle w:val="Heading2"/>
      </w:pPr>
      <w:r>
        <w:t>G05BAF29</w:t>
      </w:r>
      <w:r w:rsidR="002B6B6F">
        <w:t xml:space="preserve"> </w:t>
      </w:r>
    </w:p>
    <w:p w:rsidR="00A47908" w:rsidRDefault="002B6B6F" w:rsidP="00A47908">
      <w:r>
        <w:t xml:space="preserve">Not like, if you forget keys, </w:t>
      </w:r>
      <w:proofErr w:type="gramStart"/>
      <w:r>
        <w:t>it’s</w:t>
      </w:r>
      <w:proofErr w:type="gramEnd"/>
      <w:r>
        <w:t xml:space="preserve"> normal,</w:t>
      </w:r>
      <w:r w:rsidR="00A47908">
        <w:t xml:space="preserve"> you can forget keys. </w:t>
      </w:r>
    </w:p>
    <w:p w:rsidR="002B6B6F" w:rsidRPr="002B6B6F" w:rsidRDefault="009B3E3D" w:rsidP="002B6B6F">
      <w:pPr>
        <w:pStyle w:val="Heading2"/>
      </w:pPr>
      <w:r>
        <w:t>G05BAM28</w:t>
      </w:r>
    </w:p>
    <w:p w:rsidR="00A47908" w:rsidRDefault="00A47908" w:rsidP="0038017E">
      <w:proofErr w:type="gramStart"/>
      <w:r>
        <w:t>Keys, yes.</w:t>
      </w:r>
      <w:proofErr w:type="gramEnd"/>
      <w:r>
        <w:t xml:space="preserve"> </w:t>
      </w:r>
    </w:p>
    <w:p w:rsidR="0038017E" w:rsidRDefault="0038017E" w:rsidP="0038017E"/>
    <w:p w:rsidR="0038017E" w:rsidRDefault="0038017E" w:rsidP="0038017E">
      <w:r w:rsidRPr="0038017E">
        <w:t>0:11:19.1</w:t>
      </w:r>
    </w:p>
    <w:p w:rsidR="00A47908" w:rsidRPr="0038017E" w:rsidRDefault="009B3E3D" w:rsidP="0038017E">
      <w:pPr>
        <w:pStyle w:val="Heading2"/>
      </w:pPr>
      <w:r>
        <w:t>G05BAF29</w:t>
      </w:r>
    </w:p>
    <w:p w:rsidR="00A47908" w:rsidRDefault="00A47908" w:rsidP="00A47908">
      <w:r>
        <w:t xml:space="preserve">But if you forget where </w:t>
      </w:r>
      <w:proofErr w:type="gramStart"/>
      <w:r>
        <w:t>you’re</w:t>
      </w:r>
      <w:proofErr w:type="gramEnd"/>
      <w:r>
        <w:t xml:space="preserve"> living then it’s severe, isn’t it?</w:t>
      </w:r>
    </w:p>
    <w:p w:rsidR="002B6B6F" w:rsidRPr="002B6B6F" w:rsidRDefault="009B3E3D" w:rsidP="002B6B6F">
      <w:pPr>
        <w:pStyle w:val="Heading2"/>
      </w:pPr>
      <w:r>
        <w:t>G05BAM28</w:t>
      </w:r>
    </w:p>
    <w:p w:rsidR="00A47908" w:rsidRDefault="00A47908" w:rsidP="00A47908">
      <w:r>
        <w:t>Yes.</w:t>
      </w:r>
    </w:p>
    <w:p w:rsidR="002B6B6F" w:rsidRPr="0038017E" w:rsidRDefault="009B3E3D" w:rsidP="002B6B6F">
      <w:pPr>
        <w:pStyle w:val="Heading2"/>
      </w:pPr>
      <w:r>
        <w:t>G05BAM24</w:t>
      </w:r>
    </w:p>
    <w:p w:rsidR="002B6B6F" w:rsidRDefault="002B6B6F" w:rsidP="002B6B6F">
      <w:r>
        <w:t xml:space="preserve">Yes. </w:t>
      </w:r>
    </w:p>
    <w:p w:rsidR="00A47908" w:rsidRPr="0038017E" w:rsidRDefault="009B3E3D" w:rsidP="0038017E">
      <w:pPr>
        <w:pStyle w:val="Heading2"/>
      </w:pPr>
      <w:r>
        <w:t>G05BAF29</w:t>
      </w:r>
    </w:p>
    <w:p w:rsidR="0038017E" w:rsidRPr="0038017E" w:rsidRDefault="002B6B6F" w:rsidP="0038017E">
      <w:r>
        <w:t>But then</w:t>
      </w:r>
      <w:r w:rsidR="00A47908">
        <w:t xml:space="preserve"> maybe </w:t>
      </w:r>
      <w:proofErr w:type="gramStart"/>
      <w:r w:rsidR="00A47908">
        <w:t>i</w:t>
      </w:r>
      <w:r>
        <w:t>t’</w:t>
      </w:r>
      <w:r w:rsidR="00A47908">
        <w:t>s</w:t>
      </w:r>
      <w:proofErr w:type="gramEnd"/>
      <w:r w:rsidR="00A47908">
        <w:t>…</w:t>
      </w:r>
    </w:p>
    <w:p w:rsidR="002B6B6F" w:rsidRPr="002B6B6F" w:rsidRDefault="009B3E3D" w:rsidP="002B6B6F">
      <w:pPr>
        <w:pStyle w:val="Heading2"/>
      </w:pPr>
      <w:r>
        <w:t>G05BAM28</w:t>
      </w:r>
    </w:p>
    <w:p w:rsidR="00A47908" w:rsidRDefault="0038017E" w:rsidP="0038017E">
      <w:r>
        <w:t xml:space="preserve">Appointments… </w:t>
      </w:r>
      <w:proofErr w:type="spellStart"/>
      <w:r>
        <w:t>doctors</w:t>
      </w:r>
      <w:proofErr w:type="spellEnd"/>
      <w:r>
        <w:t xml:space="preserve"> appointments.  </w:t>
      </w:r>
    </w:p>
    <w:p w:rsidR="0038017E" w:rsidRPr="0038017E" w:rsidRDefault="009B3E3D" w:rsidP="0038017E">
      <w:pPr>
        <w:pStyle w:val="Heading2"/>
      </w:pPr>
      <w:r>
        <w:t>G05BAF29</w:t>
      </w:r>
    </w:p>
    <w:p w:rsidR="0038017E" w:rsidRDefault="0038017E" w:rsidP="0038017E">
      <w:r>
        <w:t xml:space="preserve">That could be because of a busy schedule. I forget appointments. </w:t>
      </w:r>
    </w:p>
    <w:p w:rsidR="002B6B6F" w:rsidRPr="002B6B6F" w:rsidRDefault="009B3E3D" w:rsidP="002B6B6F">
      <w:pPr>
        <w:pStyle w:val="Heading2"/>
      </w:pPr>
      <w:r>
        <w:t>G05BAM28</w:t>
      </w:r>
    </w:p>
    <w:p w:rsidR="002B6B6F" w:rsidRDefault="002B6B6F" w:rsidP="0038017E">
      <w:proofErr w:type="gramStart"/>
      <w:r>
        <w:t>What your prescription?</w:t>
      </w:r>
      <w:proofErr w:type="gramEnd"/>
      <w:r>
        <w:t xml:space="preserve"> </w:t>
      </w:r>
      <w:proofErr w:type="gramStart"/>
      <w:r>
        <w:t>How about prescription?</w:t>
      </w:r>
      <w:proofErr w:type="gramEnd"/>
      <w:r>
        <w:t xml:space="preserve"> </w:t>
      </w:r>
    </w:p>
    <w:p w:rsidR="002B6B6F" w:rsidRPr="002B6B6F" w:rsidRDefault="009B3E3D" w:rsidP="002B6B6F">
      <w:pPr>
        <w:pStyle w:val="Heading2"/>
      </w:pPr>
      <w:r>
        <w:t>G05BAM24</w:t>
      </w:r>
    </w:p>
    <w:p w:rsidR="0038017E" w:rsidRDefault="002B6B6F" w:rsidP="0038017E">
      <w:proofErr w:type="gramStart"/>
      <w:r>
        <w:t>Forgetting…</w:t>
      </w:r>
      <w:proofErr w:type="gramEnd"/>
    </w:p>
    <w:p w:rsidR="002B6B6F" w:rsidRPr="002B6B6F" w:rsidRDefault="009B3E3D" w:rsidP="002B6B6F">
      <w:pPr>
        <w:pStyle w:val="Heading2"/>
      </w:pPr>
      <w:r>
        <w:t>G05BAF26</w:t>
      </w:r>
      <w:r w:rsidR="002B6B6F" w:rsidRPr="002B6B6F">
        <w:t xml:space="preserve"> </w:t>
      </w:r>
    </w:p>
    <w:p w:rsidR="0038017E" w:rsidRDefault="002B6B6F" w:rsidP="0038017E">
      <w:proofErr w:type="gramStart"/>
      <w:r>
        <w:t xml:space="preserve">Forgetting people’s names </w:t>
      </w:r>
      <w:r w:rsidR="007A4E96">
        <w:t>[</w:t>
      </w:r>
      <w:proofErr w:type="spellStart"/>
      <w:r w:rsidR="007A4E96">
        <w:t>overtalking</w:t>
      </w:r>
      <w:proofErr w:type="spellEnd"/>
      <w:r w:rsidR="007A4E96">
        <w:t>].</w:t>
      </w:r>
      <w:proofErr w:type="gramEnd"/>
    </w:p>
    <w:p w:rsidR="00737C8A" w:rsidRDefault="00737C8A" w:rsidP="0038017E"/>
    <w:p w:rsidR="00737C8A" w:rsidRDefault="00737C8A" w:rsidP="0038017E">
      <w:r w:rsidRPr="00737C8A">
        <w:t>0:11:43.2</w:t>
      </w:r>
    </w:p>
    <w:p w:rsidR="002B6B6F" w:rsidRPr="002B6B6F" w:rsidRDefault="009B3E3D" w:rsidP="002B6B6F">
      <w:pPr>
        <w:pStyle w:val="Heading2"/>
      </w:pPr>
      <w:r>
        <w:lastRenderedPageBreak/>
        <w:t>G05BAF25</w:t>
      </w:r>
    </w:p>
    <w:p w:rsidR="0038017E" w:rsidRDefault="002B6B6F" w:rsidP="0038017E">
      <w:pPr>
        <w:rPr>
          <w:bCs/>
        </w:rPr>
      </w:pPr>
      <w:proofErr w:type="gramStart"/>
      <w:r>
        <w:rPr>
          <w:bCs/>
        </w:rPr>
        <w:t>Not recognising family members.</w:t>
      </w:r>
      <w:proofErr w:type="gramEnd"/>
    </w:p>
    <w:p w:rsidR="007A4E96" w:rsidRDefault="009B3E3D" w:rsidP="007A4E96">
      <w:pPr>
        <w:pStyle w:val="Heading2"/>
      </w:pPr>
      <w:r>
        <w:t>G05BAF26</w:t>
      </w:r>
      <w:r w:rsidR="007A4E96" w:rsidRPr="007A4E96">
        <w:t xml:space="preserve"> </w:t>
      </w:r>
    </w:p>
    <w:p w:rsidR="007A4E96" w:rsidRPr="007A4E96" w:rsidRDefault="007A4E96" w:rsidP="007A4E96">
      <w:pPr>
        <w:rPr>
          <w:bCs/>
        </w:rPr>
      </w:pPr>
      <w:proofErr w:type="gramStart"/>
      <w:r w:rsidRPr="007A4E96">
        <w:rPr>
          <w:bCs/>
        </w:rPr>
        <w:t>Names, yes.</w:t>
      </w:r>
      <w:proofErr w:type="gramEnd"/>
      <w:r w:rsidRPr="007A4E96">
        <w:rPr>
          <w:bCs/>
        </w:rPr>
        <w:t xml:space="preserve"> </w:t>
      </w:r>
    </w:p>
    <w:p w:rsidR="007A4E96" w:rsidRPr="007A4E96" w:rsidRDefault="009B3E3D" w:rsidP="007A4E96">
      <w:pPr>
        <w:pStyle w:val="Heading2"/>
      </w:pPr>
      <w:r>
        <w:t>G05BAF29</w:t>
      </w:r>
    </w:p>
    <w:p w:rsidR="0038017E" w:rsidRDefault="007A4E96" w:rsidP="007A4E96">
      <w:pPr>
        <w:rPr>
          <w:bCs/>
        </w:rPr>
      </w:pPr>
      <w:r>
        <w:rPr>
          <w:bCs/>
        </w:rPr>
        <w:t>Do you remember people’s names every time?</w:t>
      </w:r>
    </w:p>
    <w:p w:rsidR="007A4E96" w:rsidRPr="007A4E96" w:rsidRDefault="009B3E3D" w:rsidP="007A4E96">
      <w:pPr>
        <w:pStyle w:val="Heading2"/>
      </w:pPr>
      <w:r>
        <w:t>G05BAF26</w:t>
      </w:r>
      <w:r w:rsidR="007A4E96" w:rsidRPr="007A4E96">
        <w:t xml:space="preserve"> </w:t>
      </w:r>
    </w:p>
    <w:p w:rsidR="007A4E96" w:rsidRDefault="007A4E96" w:rsidP="007A4E96">
      <w:pPr>
        <w:rPr>
          <w:bCs/>
        </w:rPr>
      </w:pPr>
      <w:r>
        <w:rPr>
          <w:bCs/>
        </w:rPr>
        <w:t>No, but your close members, like nothing…</w:t>
      </w:r>
    </w:p>
    <w:p w:rsidR="007A4E96" w:rsidRPr="007A4E96" w:rsidRDefault="009B3E3D" w:rsidP="007A4E96">
      <w:pPr>
        <w:pStyle w:val="Heading2"/>
      </w:pPr>
      <w:r>
        <w:t>G05BAF29</w:t>
      </w:r>
    </w:p>
    <w:p w:rsidR="007A4E96" w:rsidRDefault="007A4E96" w:rsidP="007A4E96">
      <w:pPr>
        <w:rPr>
          <w:bCs/>
        </w:rPr>
      </w:pPr>
      <w:r>
        <w:rPr>
          <w:bCs/>
        </w:rPr>
        <w:t xml:space="preserve">Okay. </w:t>
      </w:r>
    </w:p>
    <w:p w:rsidR="006D3D2C" w:rsidRPr="007A4E96" w:rsidRDefault="009B3E3D" w:rsidP="006D3D2C">
      <w:pPr>
        <w:pStyle w:val="Heading2"/>
      </w:pPr>
      <w:r>
        <w:t>G05BAF26</w:t>
      </w:r>
      <w:r w:rsidR="006D3D2C" w:rsidRPr="007A4E96">
        <w:t xml:space="preserve"> </w:t>
      </w:r>
    </w:p>
    <w:p w:rsidR="006D3D2C" w:rsidRDefault="006D3D2C" w:rsidP="00B663DF">
      <w:pPr>
        <w:rPr>
          <w:bCs/>
        </w:rPr>
      </w:pPr>
      <w:r>
        <w:rPr>
          <w:bCs/>
        </w:rPr>
        <w:t xml:space="preserve">If I come one day and I </w:t>
      </w:r>
      <w:proofErr w:type="gramStart"/>
      <w:r>
        <w:rPr>
          <w:bCs/>
        </w:rPr>
        <w:t>don’t</w:t>
      </w:r>
      <w:proofErr w:type="gramEnd"/>
      <w:r>
        <w:rPr>
          <w:bCs/>
        </w:rPr>
        <w:t xml:space="preserve"> know who you mean, or forgot maybe, that would </w:t>
      </w:r>
      <w:r w:rsidR="00B663DF">
        <w:rPr>
          <w:bCs/>
        </w:rPr>
        <w:t>be</w:t>
      </w:r>
      <w:r>
        <w:rPr>
          <w:bCs/>
        </w:rPr>
        <w:t xml:space="preserve">… </w:t>
      </w:r>
    </w:p>
    <w:p w:rsidR="00737C8A" w:rsidRDefault="00737C8A" w:rsidP="006D3D2C">
      <w:pPr>
        <w:rPr>
          <w:bCs/>
        </w:rPr>
      </w:pPr>
    </w:p>
    <w:p w:rsidR="00737C8A" w:rsidRDefault="00737C8A" w:rsidP="006D3D2C">
      <w:pPr>
        <w:rPr>
          <w:bCs/>
        </w:rPr>
      </w:pPr>
      <w:r w:rsidRPr="00737C8A">
        <w:rPr>
          <w:bCs/>
        </w:rPr>
        <w:t>0:11:58.7</w:t>
      </w:r>
    </w:p>
    <w:p w:rsidR="0038017E" w:rsidRPr="00BA3048" w:rsidRDefault="009B3E3D" w:rsidP="0038017E">
      <w:pPr>
        <w:pStyle w:val="Heading2"/>
        <w:rPr>
          <w:bCs w:val="0"/>
        </w:rPr>
      </w:pPr>
      <w:r>
        <w:rPr>
          <w:bCs w:val="0"/>
        </w:rPr>
        <w:t>G05BAM28</w:t>
      </w:r>
    </w:p>
    <w:p w:rsidR="0038017E" w:rsidRDefault="006D3D2C" w:rsidP="0038017E">
      <w:pPr>
        <w:rPr>
          <w:bCs/>
        </w:rPr>
      </w:pPr>
      <w:proofErr w:type="gramStart"/>
      <w:r>
        <w:rPr>
          <w:bCs/>
        </w:rPr>
        <w:t>Certain people.</w:t>
      </w:r>
      <w:proofErr w:type="gramEnd"/>
      <w:r>
        <w:rPr>
          <w:bCs/>
        </w:rPr>
        <w:t xml:space="preserve"> </w:t>
      </w:r>
      <w:proofErr w:type="gramStart"/>
      <w:r>
        <w:rPr>
          <w:bCs/>
        </w:rPr>
        <w:t>Y</w:t>
      </w:r>
      <w:r w:rsidR="0038017E">
        <w:rPr>
          <w:bCs/>
        </w:rPr>
        <w:t>ou’re</w:t>
      </w:r>
      <w:proofErr w:type="gramEnd"/>
      <w:r>
        <w:rPr>
          <w:bCs/>
        </w:rPr>
        <w:t xml:space="preserve"> not forgetting…</w:t>
      </w:r>
    </w:p>
    <w:p w:rsidR="006D3D2C" w:rsidRDefault="009B3E3D" w:rsidP="006D3D2C">
      <w:pPr>
        <w:pStyle w:val="Heading2"/>
        <w:rPr>
          <w:bCs w:val="0"/>
        </w:rPr>
      </w:pPr>
      <w:r>
        <w:rPr>
          <w:bCs w:val="0"/>
        </w:rPr>
        <w:t>G05BAF26</w:t>
      </w:r>
      <w:r w:rsidR="006D3D2C" w:rsidRPr="00BA3048">
        <w:rPr>
          <w:bCs w:val="0"/>
        </w:rPr>
        <w:t xml:space="preserve"> </w:t>
      </w:r>
    </w:p>
    <w:p w:rsidR="0038017E" w:rsidRDefault="006D3D2C" w:rsidP="0038017E">
      <w:pPr>
        <w:rPr>
          <w:bCs/>
        </w:rPr>
      </w:pPr>
      <w:r>
        <w:rPr>
          <w:bCs/>
        </w:rPr>
        <w:t xml:space="preserve">Something is wrong. Close people, relatives, and you forget their names. </w:t>
      </w:r>
    </w:p>
    <w:p w:rsidR="0038017E" w:rsidRDefault="009B3E3D" w:rsidP="0038017E">
      <w:pPr>
        <w:pStyle w:val="Heading2"/>
        <w:rPr>
          <w:bCs w:val="0"/>
        </w:rPr>
      </w:pPr>
      <w:r>
        <w:rPr>
          <w:bCs w:val="0"/>
        </w:rPr>
        <w:t>G05BAF29</w:t>
      </w:r>
    </w:p>
    <w:p w:rsidR="0038017E" w:rsidRDefault="006D3D2C" w:rsidP="0038017E">
      <w:pPr>
        <w:rPr>
          <w:bCs/>
        </w:rPr>
      </w:pPr>
      <w:proofErr w:type="gramStart"/>
      <w:r>
        <w:rPr>
          <w:bCs/>
        </w:rPr>
        <w:t>You’re</w:t>
      </w:r>
      <w:proofErr w:type="gramEnd"/>
      <w:r>
        <w:rPr>
          <w:bCs/>
        </w:rPr>
        <w:t xml:space="preserve"> right</w:t>
      </w:r>
      <w:r w:rsidR="0038017E">
        <w:rPr>
          <w:bCs/>
        </w:rPr>
        <w:t xml:space="preserve">.  </w:t>
      </w:r>
    </w:p>
    <w:p w:rsidR="0038017E" w:rsidRPr="00A2031F" w:rsidRDefault="009B3E3D" w:rsidP="004A78CC">
      <w:pPr>
        <w:pStyle w:val="Heading2"/>
      </w:pPr>
      <w:r>
        <w:t>G05BAM24</w:t>
      </w:r>
    </w:p>
    <w:p w:rsidR="0038017E" w:rsidRDefault="0038017E" w:rsidP="0038017E">
      <w:pPr>
        <w:rPr>
          <w:bCs/>
        </w:rPr>
      </w:pPr>
      <w:r>
        <w:rPr>
          <w:bCs/>
        </w:rPr>
        <w:t xml:space="preserve">But in your society and the kind of areas </w:t>
      </w:r>
      <w:r w:rsidR="006D3D2C">
        <w:rPr>
          <w:bCs/>
        </w:rPr>
        <w:t>that you w</w:t>
      </w:r>
      <w:r w:rsidR="00737C8A">
        <w:rPr>
          <w:bCs/>
        </w:rPr>
        <w:t>ork in, for example, [unclear] w</w:t>
      </w:r>
      <w:r>
        <w:rPr>
          <w:bCs/>
        </w:rPr>
        <w:t>hat would</w:t>
      </w:r>
      <w:r w:rsidR="006D3D2C">
        <w:rPr>
          <w:bCs/>
        </w:rPr>
        <w:t xml:space="preserve"> you term a situation about </w:t>
      </w:r>
      <w:proofErr w:type="gramStart"/>
      <w:r w:rsidR="006D3D2C">
        <w:rPr>
          <w:bCs/>
        </w:rPr>
        <w:t>somebody’s</w:t>
      </w:r>
      <w:proofErr w:type="gramEnd"/>
      <w:r w:rsidR="006D3D2C">
        <w:rPr>
          <w:bCs/>
        </w:rPr>
        <w:t xml:space="preserve"> forgetting? Because </w:t>
      </w:r>
      <w:proofErr w:type="gramStart"/>
      <w:r w:rsidR="006D3D2C">
        <w:rPr>
          <w:bCs/>
        </w:rPr>
        <w:t>they’re</w:t>
      </w:r>
      <w:proofErr w:type="gramEnd"/>
      <w:r w:rsidR="006D3D2C">
        <w:rPr>
          <w:bCs/>
        </w:rPr>
        <w:t xml:space="preserve"> taking something…</w:t>
      </w:r>
      <w:r>
        <w:rPr>
          <w:bCs/>
        </w:rPr>
        <w:t xml:space="preserve"> Is there awareness</w:t>
      </w:r>
      <w:r w:rsidR="006D3D2C">
        <w:rPr>
          <w:bCs/>
        </w:rPr>
        <w:t xml:space="preserve"> as to…</w:t>
      </w:r>
      <w:r>
        <w:rPr>
          <w:bCs/>
        </w:rPr>
        <w:t xml:space="preserve"> that it might actually be a specific problem or condition, or do they just take is as one of those things?</w:t>
      </w:r>
    </w:p>
    <w:p w:rsidR="0038017E" w:rsidRDefault="009B3E3D" w:rsidP="004A78CC">
      <w:pPr>
        <w:pStyle w:val="Heading2"/>
      </w:pPr>
      <w:r>
        <w:t>G05BAF27</w:t>
      </w:r>
    </w:p>
    <w:p w:rsidR="0038017E" w:rsidRDefault="0038017E" w:rsidP="0038017E">
      <w:pPr>
        <w:rPr>
          <w:bCs/>
        </w:rPr>
      </w:pPr>
      <w:r>
        <w:rPr>
          <w:bCs/>
        </w:rPr>
        <w:t xml:space="preserve">It depends on the age of the person. If </w:t>
      </w:r>
      <w:proofErr w:type="gramStart"/>
      <w:r>
        <w:rPr>
          <w:bCs/>
        </w:rPr>
        <w:t>it’s</w:t>
      </w:r>
      <w:proofErr w:type="gramEnd"/>
      <w:r>
        <w:rPr>
          <w:bCs/>
        </w:rPr>
        <w:t xml:space="preserve"> an old person I don’t think many people would recogni</w:t>
      </w:r>
      <w:r w:rsidR="00CA0B43">
        <w:rPr>
          <w:bCs/>
        </w:rPr>
        <w:t>se these issues or any memory</w:t>
      </w:r>
      <w:r>
        <w:rPr>
          <w:bCs/>
        </w:rPr>
        <w:t xml:space="preserve"> problems. </w:t>
      </w:r>
    </w:p>
    <w:p w:rsidR="00CA0B43" w:rsidRPr="00CA0B43" w:rsidRDefault="009B3E3D" w:rsidP="00CA0B43">
      <w:pPr>
        <w:pStyle w:val="Heading2"/>
      </w:pPr>
      <w:r>
        <w:t>G05BAM28</w:t>
      </w:r>
    </w:p>
    <w:p w:rsidR="004A78CC" w:rsidRDefault="00CA0B43" w:rsidP="0038017E">
      <w:pPr>
        <w:rPr>
          <w:bCs/>
        </w:rPr>
      </w:pPr>
      <w:r>
        <w:rPr>
          <w:bCs/>
        </w:rPr>
        <w:t xml:space="preserve">But </w:t>
      </w:r>
      <w:proofErr w:type="gramStart"/>
      <w:r>
        <w:rPr>
          <w:bCs/>
        </w:rPr>
        <w:t>don’t</w:t>
      </w:r>
      <w:proofErr w:type="gramEnd"/>
      <w:r>
        <w:rPr>
          <w:bCs/>
        </w:rPr>
        <w:t xml:space="preserve"> [unclear] </w:t>
      </w:r>
      <w:r w:rsidR="004A78CC">
        <w:rPr>
          <w:bCs/>
        </w:rPr>
        <w:t>age.</w:t>
      </w:r>
    </w:p>
    <w:p w:rsidR="004A78CC" w:rsidRPr="004A78CC" w:rsidRDefault="009B3E3D" w:rsidP="004A78CC">
      <w:pPr>
        <w:pStyle w:val="Heading2"/>
      </w:pPr>
      <w:r>
        <w:t>G05BAF27</w:t>
      </w:r>
    </w:p>
    <w:p w:rsidR="004A78CC" w:rsidRDefault="00CA0B43" w:rsidP="0038017E">
      <w:pPr>
        <w:rPr>
          <w:bCs/>
        </w:rPr>
      </w:pPr>
      <w:proofErr w:type="gramStart"/>
      <w:r>
        <w:rPr>
          <w:bCs/>
        </w:rPr>
        <w:t>That’s</w:t>
      </w:r>
      <w:proofErr w:type="gramEnd"/>
      <w:r>
        <w:rPr>
          <w:bCs/>
        </w:rPr>
        <w:t xml:space="preserve"> an old age issue but if the person is young and under 60…</w:t>
      </w:r>
    </w:p>
    <w:p w:rsidR="00737C8A" w:rsidRDefault="00737C8A" w:rsidP="0038017E">
      <w:pPr>
        <w:rPr>
          <w:bCs/>
        </w:rPr>
      </w:pPr>
    </w:p>
    <w:p w:rsidR="00737C8A" w:rsidRDefault="00737C8A" w:rsidP="0038017E">
      <w:pPr>
        <w:rPr>
          <w:bCs/>
        </w:rPr>
      </w:pPr>
      <w:r w:rsidRPr="00737C8A">
        <w:rPr>
          <w:bCs/>
        </w:rPr>
        <w:t>0:12:39.7</w:t>
      </w:r>
    </w:p>
    <w:p w:rsidR="00CA0B43" w:rsidRPr="00CA0B43" w:rsidRDefault="009B3E3D" w:rsidP="00CA0B43">
      <w:pPr>
        <w:pStyle w:val="Heading2"/>
      </w:pPr>
      <w:r>
        <w:lastRenderedPageBreak/>
        <w:t>G05BAM28</w:t>
      </w:r>
    </w:p>
    <w:p w:rsidR="004A78CC" w:rsidRDefault="004A78CC" w:rsidP="004A78CC">
      <w:pPr>
        <w:rPr>
          <w:bCs/>
        </w:rPr>
      </w:pPr>
      <w:proofErr w:type="gramStart"/>
      <w:r>
        <w:rPr>
          <w:bCs/>
        </w:rPr>
        <w:t>Young.</w:t>
      </w:r>
      <w:proofErr w:type="gramEnd"/>
    </w:p>
    <w:p w:rsidR="004A78CC" w:rsidRPr="004A78CC" w:rsidRDefault="009B3E3D" w:rsidP="004A78CC">
      <w:pPr>
        <w:pStyle w:val="Heading2"/>
      </w:pPr>
      <w:r>
        <w:t>G05BAF29</w:t>
      </w:r>
    </w:p>
    <w:p w:rsidR="004A78CC" w:rsidRDefault="00CA0B43" w:rsidP="004A78CC">
      <w:pPr>
        <w:rPr>
          <w:bCs/>
        </w:rPr>
      </w:pPr>
      <w:r>
        <w:rPr>
          <w:bCs/>
        </w:rPr>
        <w:t>Then I think, yes, I think they</w:t>
      </w:r>
      <w:r w:rsidR="004A78CC">
        <w:rPr>
          <w:bCs/>
        </w:rPr>
        <w:t xml:space="preserve"> might think that something is wrong here and seek help. </w:t>
      </w:r>
    </w:p>
    <w:p w:rsidR="004A78CC" w:rsidRPr="004A78CC" w:rsidRDefault="009B3E3D" w:rsidP="004A78CC">
      <w:pPr>
        <w:pStyle w:val="Heading2"/>
      </w:pPr>
      <w:r>
        <w:t>UCLRA01</w:t>
      </w:r>
      <w:r w:rsidR="004A78CC" w:rsidRPr="004A78CC">
        <w:t xml:space="preserve"> </w:t>
      </w:r>
    </w:p>
    <w:p w:rsidR="004A78CC" w:rsidRDefault="004A78CC" w:rsidP="0038017E">
      <w:pPr>
        <w:rPr>
          <w:bCs/>
        </w:rPr>
      </w:pPr>
      <w:r>
        <w:rPr>
          <w:bCs/>
        </w:rPr>
        <w:t>Thank you.</w:t>
      </w:r>
    </w:p>
    <w:p w:rsidR="004A78CC" w:rsidRPr="004A78CC" w:rsidRDefault="009B3E3D" w:rsidP="004A78CC">
      <w:pPr>
        <w:pStyle w:val="Heading2"/>
      </w:pPr>
      <w:r>
        <w:t>UCLRA02</w:t>
      </w:r>
    </w:p>
    <w:p w:rsidR="004A78CC" w:rsidRDefault="004A78CC" w:rsidP="004A78CC">
      <w:pPr>
        <w:rPr>
          <w:bCs/>
        </w:rPr>
      </w:pPr>
      <w:r>
        <w:rPr>
          <w:bCs/>
        </w:rPr>
        <w:t xml:space="preserve">Do you…? Sorry, </w:t>
      </w:r>
      <w:proofErr w:type="gramStart"/>
      <w:r>
        <w:rPr>
          <w:bCs/>
        </w:rPr>
        <w:t>I’ll</w:t>
      </w:r>
      <w:proofErr w:type="gramEnd"/>
      <w:r>
        <w:rPr>
          <w:bCs/>
        </w:rPr>
        <w:t xml:space="preserve"> just jump in. Would you say then there is a lack of awa</w:t>
      </w:r>
      <w:r w:rsidR="00474616">
        <w:rPr>
          <w:bCs/>
        </w:rPr>
        <w:t>reness around memory problems and</w:t>
      </w:r>
      <w:r>
        <w:rPr>
          <w:bCs/>
        </w:rPr>
        <w:t xml:space="preserve"> dementia per se within the black African and Caribbean community?</w:t>
      </w:r>
    </w:p>
    <w:p w:rsidR="00737C8A" w:rsidRDefault="00737C8A" w:rsidP="004A78CC">
      <w:pPr>
        <w:rPr>
          <w:bCs/>
        </w:rPr>
      </w:pPr>
    </w:p>
    <w:p w:rsidR="00474616" w:rsidRDefault="00474616" w:rsidP="004A78CC">
      <w:pPr>
        <w:rPr>
          <w:bCs/>
        </w:rPr>
      </w:pPr>
      <w:r>
        <w:rPr>
          <w:bCs/>
        </w:rPr>
        <w:t>(</w:t>
      </w:r>
      <w:proofErr w:type="spellStart"/>
      <w:proofErr w:type="gramStart"/>
      <w:r>
        <w:rPr>
          <w:bCs/>
        </w:rPr>
        <w:t>overtalking</w:t>
      </w:r>
      <w:proofErr w:type="spellEnd"/>
      <w:proofErr w:type="gramEnd"/>
      <w:r>
        <w:rPr>
          <w:bCs/>
        </w:rPr>
        <w:t>)</w:t>
      </w:r>
    </w:p>
    <w:p w:rsidR="00474616" w:rsidRDefault="00474616" w:rsidP="004A78CC">
      <w:pPr>
        <w:rPr>
          <w:bCs/>
        </w:rPr>
      </w:pPr>
    </w:p>
    <w:p w:rsidR="00737C8A" w:rsidRDefault="00737C8A" w:rsidP="004A78CC">
      <w:pPr>
        <w:rPr>
          <w:bCs/>
        </w:rPr>
      </w:pPr>
      <w:r w:rsidRPr="00737C8A">
        <w:rPr>
          <w:bCs/>
        </w:rPr>
        <w:t>0:12:54.5</w:t>
      </w:r>
    </w:p>
    <w:p w:rsidR="00CA0B43" w:rsidRPr="00CA0B43" w:rsidRDefault="009B3E3D" w:rsidP="00CA0B43">
      <w:pPr>
        <w:pStyle w:val="Heading2"/>
      </w:pPr>
      <w:r>
        <w:t>G05BAM28</w:t>
      </w:r>
    </w:p>
    <w:p w:rsidR="004A78CC" w:rsidRDefault="00474616" w:rsidP="00474616">
      <w:pPr>
        <w:rPr>
          <w:bCs/>
        </w:rPr>
      </w:pPr>
      <w:r>
        <w:rPr>
          <w:bCs/>
        </w:rPr>
        <w:t xml:space="preserve">We </w:t>
      </w:r>
      <w:proofErr w:type="gramStart"/>
      <w:r>
        <w:rPr>
          <w:bCs/>
        </w:rPr>
        <w:t>don’t</w:t>
      </w:r>
      <w:proofErr w:type="gramEnd"/>
      <w:r>
        <w:rPr>
          <w:bCs/>
        </w:rPr>
        <w:t xml:space="preserve"> know, it’s not so there </w:t>
      </w:r>
      <w:r w:rsidR="004A78CC">
        <w:rPr>
          <w:bCs/>
        </w:rPr>
        <w:t xml:space="preserve">in our communities. </w:t>
      </w:r>
    </w:p>
    <w:p w:rsidR="004A78CC" w:rsidRPr="004A78CC" w:rsidRDefault="009B3E3D" w:rsidP="004A78CC">
      <w:pPr>
        <w:pStyle w:val="Heading2"/>
      </w:pPr>
      <w:r>
        <w:t>G05BAF29</w:t>
      </w:r>
    </w:p>
    <w:p w:rsidR="004A78CC" w:rsidRDefault="004A78CC" w:rsidP="0038017E">
      <w:pPr>
        <w:rPr>
          <w:bCs/>
        </w:rPr>
      </w:pPr>
      <w:r>
        <w:rPr>
          <w:bCs/>
        </w:rPr>
        <w:t>Because you have t</w:t>
      </w:r>
      <w:r w:rsidR="00CA0B43">
        <w:rPr>
          <w:bCs/>
        </w:rPr>
        <w:t xml:space="preserve">o understand what is it? Like </w:t>
      </w:r>
      <w:proofErr w:type="gramStart"/>
      <w:r w:rsidR="00CA0B43">
        <w:rPr>
          <w:bCs/>
        </w:rPr>
        <w:t>they</w:t>
      </w:r>
      <w:r>
        <w:rPr>
          <w:bCs/>
        </w:rPr>
        <w:t>’re</w:t>
      </w:r>
      <w:proofErr w:type="gramEnd"/>
      <w:r>
        <w:rPr>
          <w:bCs/>
        </w:rPr>
        <w:t xml:space="preserve"> saying it could </w:t>
      </w:r>
      <w:r w:rsidR="004831E3">
        <w:rPr>
          <w:bCs/>
        </w:rPr>
        <w:t xml:space="preserve">repeated that… it’s </w:t>
      </w:r>
      <w:r w:rsidR="00CA0B43">
        <w:rPr>
          <w:bCs/>
        </w:rPr>
        <w:t xml:space="preserve">just, </w:t>
      </w:r>
      <w:r w:rsidR="004831E3">
        <w:rPr>
          <w:bCs/>
        </w:rPr>
        <w:t xml:space="preserve">ah </w:t>
      </w:r>
      <w:r>
        <w:rPr>
          <w:bCs/>
        </w:rPr>
        <w:t>he’s old, b</w:t>
      </w:r>
      <w:r w:rsidR="00CA0B43">
        <w:rPr>
          <w:bCs/>
        </w:rPr>
        <w:t xml:space="preserve">ut if even people who support [inaudible]. </w:t>
      </w:r>
      <w:r>
        <w:rPr>
          <w:bCs/>
        </w:rPr>
        <w:t xml:space="preserve"> </w:t>
      </w:r>
      <w:proofErr w:type="gramStart"/>
      <w:r w:rsidR="004E0806">
        <w:rPr>
          <w:bCs/>
        </w:rPr>
        <w:t>Sorry my throat.</w:t>
      </w:r>
      <w:proofErr w:type="gramEnd"/>
      <w:r w:rsidR="004E0806">
        <w:rPr>
          <w:bCs/>
        </w:rPr>
        <w:t xml:space="preserve"> </w:t>
      </w:r>
    </w:p>
    <w:p w:rsidR="004A78CC" w:rsidRPr="004A78CC" w:rsidRDefault="009B3E3D" w:rsidP="004A78CC">
      <w:pPr>
        <w:pStyle w:val="Heading2"/>
      </w:pPr>
      <w:r>
        <w:t>UCLRA02</w:t>
      </w:r>
    </w:p>
    <w:p w:rsidR="004A78CC" w:rsidRDefault="004A78CC" w:rsidP="0038017E">
      <w:pPr>
        <w:rPr>
          <w:bCs/>
        </w:rPr>
      </w:pPr>
      <w:r>
        <w:rPr>
          <w:bCs/>
        </w:rPr>
        <w:t xml:space="preserve">We can come back to that </w:t>
      </w:r>
      <w:r w:rsidR="00CA0B43">
        <w:rPr>
          <w:bCs/>
        </w:rPr>
        <w:t>[unclear].</w:t>
      </w:r>
    </w:p>
    <w:p w:rsidR="004A78CC" w:rsidRPr="004A78CC" w:rsidRDefault="009B3E3D" w:rsidP="004A78CC">
      <w:pPr>
        <w:pStyle w:val="Heading2"/>
      </w:pPr>
      <w:r>
        <w:t>UCLRA01</w:t>
      </w:r>
      <w:r w:rsidR="004A78CC" w:rsidRPr="004A78CC">
        <w:t xml:space="preserve"> </w:t>
      </w:r>
    </w:p>
    <w:p w:rsidR="004A78CC" w:rsidRDefault="004A78CC" w:rsidP="0038017E">
      <w:pPr>
        <w:rPr>
          <w:bCs/>
        </w:rPr>
      </w:pPr>
      <w:proofErr w:type="gramStart"/>
      <w:r w:rsidRPr="004A78CC">
        <w:rPr>
          <w:bCs/>
        </w:rPr>
        <w:t>We…</w:t>
      </w:r>
      <w:proofErr w:type="gramEnd"/>
    </w:p>
    <w:p w:rsidR="004A78CC" w:rsidRPr="004A78CC" w:rsidRDefault="009B3E3D" w:rsidP="004A78CC">
      <w:pPr>
        <w:pStyle w:val="Heading2"/>
      </w:pPr>
      <w:r>
        <w:t>G05BAF25</w:t>
      </w:r>
    </w:p>
    <w:p w:rsidR="004A78CC" w:rsidRDefault="004A78CC" w:rsidP="0038017E">
      <w:pPr>
        <w:rPr>
          <w:bCs/>
        </w:rPr>
      </w:pPr>
      <w:r>
        <w:rPr>
          <w:bCs/>
        </w:rPr>
        <w:t>I could give you one example.</w:t>
      </w:r>
    </w:p>
    <w:p w:rsidR="004A78CC" w:rsidRPr="004A78CC" w:rsidRDefault="009B3E3D" w:rsidP="004A78CC">
      <w:pPr>
        <w:pStyle w:val="Heading2"/>
      </w:pPr>
      <w:r>
        <w:t>UCLRA01</w:t>
      </w:r>
      <w:r w:rsidR="004A78CC" w:rsidRPr="004A78CC">
        <w:t xml:space="preserve"> </w:t>
      </w:r>
    </w:p>
    <w:p w:rsidR="004A78CC" w:rsidRDefault="004A78CC" w:rsidP="0038017E">
      <w:pPr>
        <w:rPr>
          <w:bCs/>
        </w:rPr>
      </w:pPr>
      <w:r>
        <w:rPr>
          <w:bCs/>
        </w:rPr>
        <w:t>Yes.</w:t>
      </w:r>
    </w:p>
    <w:p w:rsidR="00A711DE" w:rsidRDefault="00A711DE" w:rsidP="0038017E">
      <w:pPr>
        <w:rPr>
          <w:bCs/>
        </w:rPr>
      </w:pPr>
    </w:p>
    <w:p w:rsidR="00A711DE" w:rsidRDefault="00A711DE" w:rsidP="0038017E">
      <w:pPr>
        <w:rPr>
          <w:bCs/>
        </w:rPr>
      </w:pPr>
      <w:r w:rsidRPr="00A711DE">
        <w:rPr>
          <w:bCs/>
        </w:rPr>
        <w:t>0:13:36.1</w:t>
      </w:r>
    </w:p>
    <w:p w:rsidR="004A78CC" w:rsidRPr="004A78CC" w:rsidRDefault="009B3E3D" w:rsidP="004A78CC">
      <w:pPr>
        <w:pStyle w:val="Heading2"/>
      </w:pPr>
      <w:r>
        <w:t>G05BAF25</w:t>
      </w:r>
    </w:p>
    <w:p w:rsidR="00A711DE" w:rsidRDefault="00CA0B43" w:rsidP="00A711DE">
      <w:pPr>
        <w:rPr>
          <w:bCs/>
        </w:rPr>
      </w:pPr>
      <w:r>
        <w:rPr>
          <w:bCs/>
        </w:rPr>
        <w:t xml:space="preserve">Since </w:t>
      </w:r>
      <w:proofErr w:type="gramStart"/>
      <w:r>
        <w:rPr>
          <w:bCs/>
        </w:rPr>
        <w:t>I’ve</w:t>
      </w:r>
      <w:proofErr w:type="gramEnd"/>
      <w:r>
        <w:rPr>
          <w:bCs/>
        </w:rPr>
        <w:t xml:space="preserve"> come here I’ve learned</w:t>
      </w:r>
      <w:r w:rsidR="00A711DE">
        <w:rPr>
          <w:bCs/>
        </w:rPr>
        <w:t xml:space="preserve"> a lot about dementia. Like, my mother, she was starting to get forgetful. She would leave some</w:t>
      </w:r>
      <w:r>
        <w:rPr>
          <w:bCs/>
        </w:rPr>
        <w:t>thing on the stove, it would burn or it would [unclear]</w:t>
      </w:r>
      <w:r w:rsidR="00A711DE">
        <w:rPr>
          <w:bCs/>
        </w:rPr>
        <w:t xml:space="preserve"> or the stove would go over all the… little things like that. And my sisters were telling me, oh I think mother… my mum… your mum is</w:t>
      </w:r>
      <w:r>
        <w:rPr>
          <w:bCs/>
        </w:rPr>
        <w:t>, kind of, so</w:t>
      </w:r>
      <w:r w:rsidR="00A711DE">
        <w:rPr>
          <w:bCs/>
        </w:rPr>
        <w:t xml:space="preserve"> forgetful. I told them, why </w:t>
      </w:r>
      <w:proofErr w:type="gramStart"/>
      <w:r w:rsidR="00A711DE">
        <w:rPr>
          <w:bCs/>
        </w:rPr>
        <w:t>don’t</w:t>
      </w:r>
      <w:proofErr w:type="gramEnd"/>
      <w:r w:rsidR="00A711DE">
        <w:rPr>
          <w:bCs/>
        </w:rPr>
        <w:t xml:space="preserve"> you go and take her to the doctor to check if she has </w:t>
      </w:r>
      <w:r w:rsidR="00A711DE">
        <w:rPr>
          <w:bCs/>
        </w:rPr>
        <w:lastRenderedPageBreak/>
        <w:t xml:space="preserve">dementia. And they were, like, what, no, </w:t>
      </w:r>
      <w:proofErr w:type="gramStart"/>
      <w:r w:rsidR="00A711DE">
        <w:rPr>
          <w:bCs/>
        </w:rPr>
        <w:t>she’s</w:t>
      </w:r>
      <w:proofErr w:type="gramEnd"/>
      <w:r w:rsidR="00A711DE">
        <w:rPr>
          <w:bCs/>
        </w:rPr>
        <w:t xml:space="preserve"> just old. And I think </w:t>
      </w:r>
      <w:proofErr w:type="gramStart"/>
      <w:r w:rsidR="00A711DE">
        <w:rPr>
          <w:bCs/>
        </w:rPr>
        <w:t>that’s</w:t>
      </w:r>
      <w:proofErr w:type="gramEnd"/>
      <w:r w:rsidR="0087701E">
        <w:rPr>
          <w:bCs/>
        </w:rPr>
        <w:t xml:space="preserve"> what</w:t>
      </w:r>
      <w:r w:rsidR="00A711DE">
        <w:rPr>
          <w:bCs/>
        </w:rPr>
        <w:t xml:space="preserve"> you’re tryin</w:t>
      </w:r>
      <w:r>
        <w:rPr>
          <w:bCs/>
        </w:rPr>
        <w:t>g to say, like, if you’re from certain</w:t>
      </w:r>
      <w:r w:rsidR="00A711DE">
        <w:rPr>
          <w:bCs/>
        </w:rPr>
        <w:t xml:space="preserve"> communities, if you’re </w:t>
      </w:r>
      <w:r w:rsidR="0087701E">
        <w:rPr>
          <w:bCs/>
        </w:rPr>
        <w:t>age… I</w:t>
      </w:r>
      <w:r>
        <w:rPr>
          <w:bCs/>
        </w:rPr>
        <w:t xml:space="preserve">f </w:t>
      </w:r>
      <w:proofErr w:type="gramStart"/>
      <w:r>
        <w:rPr>
          <w:bCs/>
        </w:rPr>
        <w:t>you’re</w:t>
      </w:r>
      <w:proofErr w:type="gramEnd"/>
      <w:r>
        <w:rPr>
          <w:bCs/>
        </w:rPr>
        <w:t xml:space="preserve"> an old person we don’t know that </w:t>
      </w:r>
      <w:r w:rsidR="004831E3">
        <w:rPr>
          <w:bCs/>
        </w:rPr>
        <w:t xml:space="preserve">much </w:t>
      </w:r>
      <w:r>
        <w:rPr>
          <w:bCs/>
        </w:rPr>
        <w:t xml:space="preserve">about dementia, we </w:t>
      </w:r>
      <w:r w:rsidR="0087701E">
        <w:rPr>
          <w:bCs/>
        </w:rPr>
        <w:t>just know this person is old and</w:t>
      </w:r>
      <w:r w:rsidR="00A711DE">
        <w:rPr>
          <w:bCs/>
        </w:rPr>
        <w:t xml:space="preserve"> needs extra support, and th</w:t>
      </w:r>
      <w:r w:rsidR="0087701E">
        <w:rPr>
          <w:bCs/>
        </w:rPr>
        <w:t xml:space="preserve">at’s it. And </w:t>
      </w:r>
      <w:proofErr w:type="gramStart"/>
      <w:r w:rsidR="0087701E">
        <w:rPr>
          <w:bCs/>
        </w:rPr>
        <w:t>that’s</w:t>
      </w:r>
      <w:proofErr w:type="gramEnd"/>
      <w:r w:rsidR="0087701E">
        <w:rPr>
          <w:bCs/>
        </w:rPr>
        <w:t xml:space="preserve"> the way we sort it out, we don’t…</w:t>
      </w:r>
    </w:p>
    <w:p w:rsidR="0087701E" w:rsidRPr="0087701E" w:rsidRDefault="009B3E3D" w:rsidP="0087701E">
      <w:pPr>
        <w:pStyle w:val="Heading2"/>
      </w:pPr>
      <w:r>
        <w:t>G05BAM28</w:t>
      </w:r>
    </w:p>
    <w:p w:rsidR="00A711DE" w:rsidRDefault="0087701E" w:rsidP="0038017E">
      <w:pPr>
        <w:rPr>
          <w:bCs/>
        </w:rPr>
      </w:pPr>
      <w:r>
        <w:rPr>
          <w:bCs/>
        </w:rPr>
        <w:t xml:space="preserve">You definitely need to… big awareness for the… </w:t>
      </w:r>
    </w:p>
    <w:p w:rsidR="00A711DE" w:rsidRPr="00A711DE" w:rsidRDefault="009B3E3D" w:rsidP="00A711DE">
      <w:pPr>
        <w:pStyle w:val="Heading2"/>
      </w:pPr>
      <w:r>
        <w:t>G05BAF25</w:t>
      </w:r>
    </w:p>
    <w:p w:rsidR="00A711DE" w:rsidRDefault="00A711DE" w:rsidP="0038017E">
      <w:pPr>
        <w:rPr>
          <w:bCs/>
        </w:rPr>
      </w:pPr>
      <w:r>
        <w:rPr>
          <w:bCs/>
        </w:rPr>
        <w:t>Yes.</w:t>
      </w:r>
    </w:p>
    <w:p w:rsidR="0087701E" w:rsidRPr="0087701E" w:rsidRDefault="009B3E3D" w:rsidP="0087701E">
      <w:pPr>
        <w:pStyle w:val="Heading2"/>
      </w:pPr>
      <w:r>
        <w:t>G05BAM28</w:t>
      </w:r>
    </w:p>
    <w:p w:rsidR="00A711DE" w:rsidRDefault="0087701E" w:rsidP="0038017E">
      <w:pPr>
        <w:rPr>
          <w:bCs/>
        </w:rPr>
      </w:pPr>
      <w:r>
        <w:rPr>
          <w:bCs/>
        </w:rPr>
        <w:t xml:space="preserve">What </w:t>
      </w:r>
      <w:proofErr w:type="gramStart"/>
      <w:r>
        <w:rPr>
          <w:bCs/>
        </w:rPr>
        <w:t>we’re</w:t>
      </w:r>
      <w:proofErr w:type="gramEnd"/>
      <w:r>
        <w:rPr>
          <w:bCs/>
        </w:rPr>
        <w:t xml:space="preserve"> trying to say is </w:t>
      </w:r>
      <w:r w:rsidR="004831E3">
        <w:rPr>
          <w:bCs/>
        </w:rPr>
        <w:t>that the</w:t>
      </w:r>
      <w:r w:rsidR="00A711DE">
        <w:rPr>
          <w:bCs/>
        </w:rPr>
        <w:t xml:space="preserve"> way we understand it in this set up.</w:t>
      </w:r>
    </w:p>
    <w:p w:rsidR="00A711DE" w:rsidRPr="00A711DE" w:rsidRDefault="009B3E3D" w:rsidP="00A711DE">
      <w:pPr>
        <w:pStyle w:val="Heading2"/>
      </w:pPr>
      <w:r>
        <w:t>G05BAF25</w:t>
      </w:r>
    </w:p>
    <w:p w:rsidR="00A711DE" w:rsidRDefault="00A711DE" w:rsidP="0038017E">
      <w:pPr>
        <w:rPr>
          <w:bCs/>
        </w:rPr>
      </w:pPr>
      <w:r>
        <w:rPr>
          <w:bCs/>
        </w:rPr>
        <w:t xml:space="preserve">And every community has a different meaning. </w:t>
      </w:r>
    </w:p>
    <w:p w:rsidR="00737C8A" w:rsidRDefault="00737C8A" w:rsidP="0038017E">
      <w:pPr>
        <w:rPr>
          <w:bCs/>
        </w:rPr>
      </w:pPr>
    </w:p>
    <w:p w:rsidR="00737C8A" w:rsidRDefault="00737C8A" w:rsidP="0038017E">
      <w:pPr>
        <w:rPr>
          <w:bCs/>
        </w:rPr>
      </w:pPr>
      <w:r w:rsidRPr="00737C8A">
        <w:rPr>
          <w:bCs/>
        </w:rPr>
        <w:t>0:14:24.9</w:t>
      </w:r>
    </w:p>
    <w:p w:rsidR="0087701E" w:rsidRPr="0087701E" w:rsidRDefault="009B3E3D" w:rsidP="0087701E">
      <w:pPr>
        <w:pStyle w:val="Heading2"/>
      </w:pPr>
      <w:r>
        <w:t>G05BAM28</w:t>
      </w:r>
    </w:p>
    <w:p w:rsidR="00A711DE" w:rsidRDefault="0087701E" w:rsidP="0038017E">
      <w:pPr>
        <w:rPr>
          <w:bCs/>
        </w:rPr>
      </w:pPr>
      <w:r>
        <w:rPr>
          <w:bCs/>
        </w:rPr>
        <w:t>Yes, we need to pick awareness... pick an awareness pr</w:t>
      </w:r>
      <w:r w:rsidR="00A711DE">
        <w:rPr>
          <w:bCs/>
        </w:rPr>
        <w:t xml:space="preserve">ogramme. </w:t>
      </w:r>
    </w:p>
    <w:p w:rsidR="00A711DE" w:rsidRPr="00A711DE" w:rsidRDefault="009B3E3D" w:rsidP="00A711DE">
      <w:pPr>
        <w:pStyle w:val="Heading2"/>
      </w:pPr>
      <w:r>
        <w:t>UCLRA01</w:t>
      </w:r>
      <w:r w:rsidR="00A711DE" w:rsidRPr="00A711DE">
        <w:t xml:space="preserve"> </w:t>
      </w:r>
    </w:p>
    <w:p w:rsidR="00A711DE" w:rsidRDefault="00A711DE" w:rsidP="0038017E">
      <w:pPr>
        <w:rPr>
          <w:bCs/>
        </w:rPr>
      </w:pPr>
      <w:r>
        <w:rPr>
          <w:bCs/>
        </w:rPr>
        <w:t xml:space="preserve">Well, the thing is you guys are thinking about dementia but </w:t>
      </w:r>
      <w:proofErr w:type="gramStart"/>
      <w:r>
        <w:rPr>
          <w:bCs/>
        </w:rPr>
        <w:t>I’m</w:t>
      </w:r>
      <w:proofErr w:type="gramEnd"/>
      <w:r>
        <w:rPr>
          <w:bCs/>
        </w:rPr>
        <w:t xml:space="preserve"> not particularly thinking about dementia itself…</w:t>
      </w:r>
    </w:p>
    <w:p w:rsidR="00A711DE" w:rsidRPr="00A711DE" w:rsidRDefault="009B3E3D" w:rsidP="00A711DE">
      <w:pPr>
        <w:pStyle w:val="Heading2"/>
      </w:pPr>
      <w:r>
        <w:t>G05BAF29</w:t>
      </w:r>
    </w:p>
    <w:p w:rsidR="00A711DE" w:rsidRDefault="00A711DE" w:rsidP="0038017E">
      <w:pPr>
        <w:rPr>
          <w:bCs/>
        </w:rPr>
      </w:pPr>
      <w:proofErr w:type="gramStart"/>
      <w:r>
        <w:rPr>
          <w:bCs/>
        </w:rPr>
        <w:t>You’re</w:t>
      </w:r>
      <w:proofErr w:type="gramEnd"/>
      <w:r>
        <w:rPr>
          <w:bCs/>
        </w:rPr>
        <w:t xml:space="preserve"> thinking about forgetfulness. </w:t>
      </w:r>
    </w:p>
    <w:p w:rsidR="0087701E" w:rsidRPr="0087701E" w:rsidRDefault="009B3E3D" w:rsidP="0087701E">
      <w:pPr>
        <w:pStyle w:val="Heading2"/>
      </w:pPr>
      <w:r>
        <w:t>G05BAM28</w:t>
      </w:r>
    </w:p>
    <w:p w:rsidR="00A711DE" w:rsidRDefault="00A711DE" w:rsidP="00DF3C7D">
      <w:pPr>
        <w:rPr>
          <w:bCs/>
        </w:rPr>
      </w:pPr>
      <w:proofErr w:type="gramStart"/>
      <w:r>
        <w:rPr>
          <w:bCs/>
        </w:rPr>
        <w:t>Forgetfulness.</w:t>
      </w:r>
      <w:proofErr w:type="gramEnd"/>
    </w:p>
    <w:p w:rsidR="00A711DE" w:rsidRPr="00DF3C7D" w:rsidRDefault="009B3E3D" w:rsidP="00DF3C7D">
      <w:pPr>
        <w:pStyle w:val="Heading2"/>
      </w:pPr>
      <w:r>
        <w:t>UCLRA01</w:t>
      </w:r>
      <w:r w:rsidR="00A711DE" w:rsidRPr="00DF3C7D">
        <w:t xml:space="preserve"> </w:t>
      </w:r>
    </w:p>
    <w:p w:rsidR="00A711DE" w:rsidRDefault="0087701E" w:rsidP="0038017E">
      <w:pPr>
        <w:rPr>
          <w:bCs/>
        </w:rPr>
      </w:pPr>
      <w:proofErr w:type="gramStart"/>
      <w:r>
        <w:rPr>
          <w:bCs/>
        </w:rPr>
        <w:t>That’s</w:t>
      </w:r>
      <w:proofErr w:type="gramEnd"/>
      <w:r>
        <w:rPr>
          <w:bCs/>
        </w:rPr>
        <w:t xml:space="preserve"> correct. The later </w:t>
      </w:r>
      <w:proofErr w:type="gramStart"/>
      <w:r>
        <w:rPr>
          <w:bCs/>
        </w:rPr>
        <w:t>we’re</w:t>
      </w:r>
      <w:proofErr w:type="gramEnd"/>
      <w:r>
        <w:rPr>
          <w:bCs/>
        </w:rPr>
        <w:t xml:space="preserve"> talking about b</w:t>
      </w:r>
      <w:r w:rsidR="00A711DE">
        <w:rPr>
          <w:bCs/>
        </w:rPr>
        <w:t xml:space="preserve">ecause before you get diagnosed with dementia </w:t>
      </w:r>
      <w:r>
        <w:rPr>
          <w:bCs/>
        </w:rPr>
        <w:t xml:space="preserve">you would </w:t>
      </w:r>
      <w:r w:rsidR="004831E3">
        <w:rPr>
          <w:bCs/>
        </w:rPr>
        <w:t xml:space="preserve">need to </w:t>
      </w:r>
      <w:r>
        <w:rPr>
          <w:bCs/>
        </w:rPr>
        <w:t>go and see a doctor. S</w:t>
      </w:r>
      <w:r w:rsidR="00A711DE">
        <w:rPr>
          <w:bCs/>
        </w:rPr>
        <w:t>o</w:t>
      </w:r>
      <w:r>
        <w:rPr>
          <w:bCs/>
        </w:rPr>
        <w:t>,</w:t>
      </w:r>
      <w:r w:rsidR="00A711DE">
        <w:rPr>
          <w:bCs/>
        </w:rPr>
        <w:t xml:space="preserve"> whether </w:t>
      </w:r>
      <w:proofErr w:type="gramStart"/>
      <w:r w:rsidR="00A711DE">
        <w:rPr>
          <w:bCs/>
        </w:rPr>
        <w:t>you’re</w:t>
      </w:r>
      <w:proofErr w:type="gramEnd"/>
      <w:r w:rsidR="00A711DE">
        <w:rPr>
          <w:bCs/>
        </w:rPr>
        <w:t xml:space="preserve"> not aware or not, we’re trying to find out at which point somebody’s forgetting things that would make them actually start to go and see anyone else. Whether </w:t>
      </w:r>
      <w:proofErr w:type="gramStart"/>
      <w:r w:rsidR="00A711DE">
        <w:rPr>
          <w:bCs/>
        </w:rPr>
        <w:t>they’re</w:t>
      </w:r>
      <w:proofErr w:type="gramEnd"/>
      <w:r w:rsidR="00A711DE">
        <w:rPr>
          <w:bCs/>
        </w:rPr>
        <w:t xml:space="preserve"> going to see their family o</w:t>
      </w:r>
      <w:r>
        <w:rPr>
          <w:bCs/>
        </w:rPr>
        <w:t>r their doctors, and who they would</w:t>
      </w:r>
      <w:r w:rsidR="00A711DE">
        <w:rPr>
          <w:bCs/>
        </w:rPr>
        <w:t xml:space="preserve"> go </w:t>
      </w:r>
      <w:r>
        <w:rPr>
          <w:bCs/>
        </w:rPr>
        <w:t>and</w:t>
      </w:r>
      <w:r w:rsidR="00A711DE">
        <w:rPr>
          <w:bCs/>
        </w:rPr>
        <w:t xml:space="preserve"> see. I mean, you </w:t>
      </w:r>
      <w:proofErr w:type="gramStart"/>
      <w:r w:rsidR="00A711DE">
        <w:rPr>
          <w:bCs/>
        </w:rPr>
        <w:t>don’t</w:t>
      </w:r>
      <w:proofErr w:type="gramEnd"/>
      <w:r w:rsidR="00A711DE">
        <w:rPr>
          <w:bCs/>
        </w:rPr>
        <w:t xml:space="preserve"> know yet… let’s say you don’t know about dementia and you don</w:t>
      </w:r>
      <w:r w:rsidR="00DF3C7D">
        <w:rPr>
          <w:bCs/>
        </w:rPr>
        <w:t>’t know that you have dementia when you’re forgetting things. What would actually m</w:t>
      </w:r>
      <w:r>
        <w:rPr>
          <w:bCs/>
        </w:rPr>
        <w:t xml:space="preserve">ake you decide, okay, at this point, </w:t>
      </w:r>
      <w:r w:rsidR="00DF3C7D">
        <w:rPr>
          <w:bCs/>
        </w:rPr>
        <w:t>I need to go and see someone?</w:t>
      </w:r>
    </w:p>
    <w:p w:rsidR="00DF3C7D" w:rsidRDefault="00DF3C7D" w:rsidP="0038017E">
      <w:pPr>
        <w:rPr>
          <w:bCs/>
        </w:rPr>
      </w:pPr>
    </w:p>
    <w:p w:rsidR="00DF3C7D" w:rsidRDefault="00DF3C7D" w:rsidP="0038017E">
      <w:pPr>
        <w:rPr>
          <w:bCs/>
        </w:rPr>
      </w:pPr>
      <w:r w:rsidRPr="00DF3C7D">
        <w:rPr>
          <w:bCs/>
        </w:rPr>
        <w:t>0:15:17.9</w:t>
      </w:r>
    </w:p>
    <w:p w:rsidR="0087701E" w:rsidRPr="0087701E" w:rsidRDefault="009B3E3D" w:rsidP="0087701E">
      <w:pPr>
        <w:pStyle w:val="Heading2"/>
      </w:pPr>
      <w:r>
        <w:t>G05BAM28</w:t>
      </w:r>
    </w:p>
    <w:p w:rsidR="00DF3C7D" w:rsidRDefault="00DF3C7D" w:rsidP="0038017E">
      <w:pPr>
        <w:rPr>
          <w:bCs/>
        </w:rPr>
      </w:pPr>
      <w:r>
        <w:rPr>
          <w:bCs/>
        </w:rPr>
        <w:t xml:space="preserve">No, I </w:t>
      </w:r>
      <w:proofErr w:type="gramStart"/>
      <w:r>
        <w:rPr>
          <w:bCs/>
        </w:rPr>
        <w:t>don’t</w:t>
      </w:r>
      <w:proofErr w:type="gramEnd"/>
      <w:r>
        <w:rPr>
          <w:bCs/>
        </w:rPr>
        <w:t xml:space="preserve"> think there’s anything that would… that would…</w:t>
      </w:r>
    </w:p>
    <w:p w:rsidR="00DF3C7D" w:rsidRPr="00DF3C7D" w:rsidRDefault="009B3E3D" w:rsidP="00DF3C7D">
      <w:pPr>
        <w:pStyle w:val="Heading2"/>
      </w:pPr>
      <w:r>
        <w:lastRenderedPageBreak/>
        <w:t>G05BAF29</w:t>
      </w:r>
    </w:p>
    <w:p w:rsidR="00DF3C7D" w:rsidRDefault="0087701E" w:rsidP="0038017E">
      <w:pPr>
        <w:rPr>
          <w:bCs/>
        </w:rPr>
      </w:pPr>
      <w:proofErr w:type="gramStart"/>
      <w:r>
        <w:rPr>
          <w:bCs/>
        </w:rPr>
        <w:t>They’ve</w:t>
      </w:r>
      <w:proofErr w:type="gramEnd"/>
      <w:r>
        <w:rPr>
          <w:bCs/>
        </w:rPr>
        <w:t xml:space="preserve"> just lost…</w:t>
      </w:r>
    </w:p>
    <w:p w:rsidR="0087701E" w:rsidRPr="0087701E" w:rsidRDefault="009B3E3D" w:rsidP="0087701E">
      <w:pPr>
        <w:pStyle w:val="Heading2"/>
      </w:pPr>
      <w:r>
        <w:t>G05BAM28</w:t>
      </w:r>
    </w:p>
    <w:p w:rsidR="00A711DE" w:rsidRDefault="00DF3C7D" w:rsidP="00DF3C7D">
      <w:pPr>
        <w:rPr>
          <w:bCs/>
        </w:rPr>
      </w:pPr>
      <w:r>
        <w:rPr>
          <w:bCs/>
        </w:rPr>
        <w:t xml:space="preserve">Yes, </w:t>
      </w:r>
      <w:proofErr w:type="gramStart"/>
      <w:r w:rsidR="0087701E">
        <w:rPr>
          <w:bCs/>
        </w:rPr>
        <w:t>that’s</w:t>
      </w:r>
      <w:proofErr w:type="gramEnd"/>
      <w:r w:rsidR="0087701E">
        <w:rPr>
          <w:bCs/>
        </w:rPr>
        <w:t xml:space="preserve"> just normal, it’s [</w:t>
      </w:r>
      <w:proofErr w:type="spellStart"/>
      <w:r w:rsidR="0087701E">
        <w:rPr>
          <w:bCs/>
        </w:rPr>
        <w:t>overtalking</w:t>
      </w:r>
      <w:proofErr w:type="spellEnd"/>
      <w:r w:rsidR="0087701E">
        <w:rPr>
          <w:bCs/>
        </w:rPr>
        <w:t>].</w:t>
      </w:r>
    </w:p>
    <w:p w:rsidR="00DF3C7D" w:rsidRPr="00DF3C7D" w:rsidRDefault="009B3E3D" w:rsidP="00DF3C7D">
      <w:pPr>
        <w:pStyle w:val="Heading2"/>
      </w:pPr>
      <w:r>
        <w:t>G05BAF29</w:t>
      </w:r>
    </w:p>
    <w:p w:rsidR="00DF3C7D" w:rsidRDefault="00DF3C7D" w:rsidP="0038017E">
      <w:pPr>
        <w:rPr>
          <w:bCs/>
        </w:rPr>
      </w:pPr>
      <w:r>
        <w:rPr>
          <w:bCs/>
        </w:rPr>
        <w:t>Th</w:t>
      </w:r>
      <w:r w:rsidR="0087701E">
        <w:rPr>
          <w:bCs/>
        </w:rPr>
        <w:t>is is the discussion, i</w:t>
      </w:r>
      <w:r>
        <w:rPr>
          <w:bCs/>
        </w:rPr>
        <w:t xml:space="preserve">f </w:t>
      </w:r>
      <w:proofErr w:type="gramStart"/>
      <w:r>
        <w:rPr>
          <w:bCs/>
        </w:rPr>
        <w:t>you’re</w:t>
      </w:r>
      <w:proofErr w:type="gramEnd"/>
      <w:r>
        <w:rPr>
          <w:bCs/>
        </w:rPr>
        <w:t xml:space="preserve"> young and you’re forgetting</w:t>
      </w:r>
      <w:r w:rsidR="000E38AC">
        <w:rPr>
          <w:bCs/>
        </w:rPr>
        <w:t>…</w:t>
      </w:r>
      <w:r>
        <w:rPr>
          <w:bCs/>
        </w:rPr>
        <w:t xml:space="preserve"> people around you </w:t>
      </w:r>
      <w:r w:rsidR="000E38AC">
        <w:rPr>
          <w:bCs/>
        </w:rPr>
        <w:t>are noticing</w:t>
      </w:r>
      <w:r>
        <w:rPr>
          <w:bCs/>
        </w:rPr>
        <w:t xml:space="preserve"> </w:t>
      </w:r>
      <w:r w:rsidR="000E38AC">
        <w:rPr>
          <w:bCs/>
        </w:rPr>
        <w:t xml:space="preserve">you’re forgetting, then, </w:t>
      </w:r>
      <w:r>
        <w:rPr>
          <w:bCs/>
        </w:rPr>
        <w:t>you’d think</w:t>
      </w:r>
      <w:r w:rsidR="000E38AC">
        <w:rPr>
          <w:bCs/>
        </w:rPr>
        <w:t>,</w:t>
      </w:r>
      <w:r>
        <w:rPr>
          <w:bCs/>
        </w:rPr>
        <w:t xml:space="preserve"> maybe. But if an old person living here within the c</w:t>
      </w:r>
      <w:r w:rsidR="000E38AC">
        <w:rPr>
          <w:bCs/>
        </w:rPr>
        <w:t xml:space="preserve">ommunities that we live in… we just say, </w:t>
      </w:r>
      <w:proofErr w:type="gramStart"/>
      <w:r w:rsidR="000E38AC">
        <w:rPr>
          <w:bCs/>
        </w:rPr>
        <w:t>you’re</w:t>
      </w:r>
      <w:proofErr w:type="gramEnd"/>
      <w:r w:rsidR="000E38AC">
        <w:rPr>
          <w:bCs/>
        </w:rPr>
        <w:t xml:space="preserve"> getting old; you just need extra support.</w:t>
      </w:r>
      <w:r>
        <w:rPr>
          <w:bCs/>
        </w:rPr>
        <w:t xml:space="preserve"> But for you to go in and see a doctor because </w:t>
      </w:r>
      <w:proofErr w:type="gramStart"/>
      <w:r>
        <w:rPr>
          <w:bCs/>
        </w:rPr>
        <w:t>you’re</w:t>
      </w:r>
      <w:proofErr w:type="gramEnd"/>
      <w:r>
        <w:rPr>
          <w:bCs/>
        </w:rPr>
        <w:t xml:space="preserve"> forgetting, it’s not… it’s not in our syste</w:t>
      </w:r>
      <w:r w:rsidR="000E38AC">
        <w:rPr>
          <w:bCs/>
        </w:rPr>
        <w:t>m, I don’t know how it gets [</w:t>
      </w:r>
      <w:proofErr w:type="spellStart"/>
      <w:r w:rsidR="000E38AC">
        <w:rPr>
          <w:bCs/>
        </w:rPr>
        <w:t>overtalking</w:t>
      </w:r>
      <w:proofErr w:type="spellEnd"/>
      <w:r w:rsidR="000E38AC">
        <w:rPr>
          <w:bCs/>
        </w:rPr>
        <w:t>].</w:t>
      </w:r>
    </w:p>
    <w:p w:rsidR="000E38AC" w:rsidRPr="0087701E" w:rsidRDefault="009B3E3D" w:rsidP="000E38AC">
      <w:pPr>
        <w:pStyle w:val="Heading2"/>
      </w:pPr>
      <w:r>
        <w:t>G05BAM28</w:t>
      </w:r>
    </w:p>
    <w:p w:rsidR="00DF3C7D" w:rsidRDefault="000E38AC" w:rsidP="0038017E">
      <w:pPr>
        <w:rPr>
          <w:bCs/>
        </w:rPr>
      </w:pPr>
      <w:proofErr w:type="gramStart"/>
      <w:r>
        <w:rPr>
          <w:bCs/>
        </w:rPr>
        <w:t>I’ve</w:t>
      </w:r>
      <w:proofErr w:type="gramEnd"/>
      <w:r>
        <w:rPr>
          <w:bCs/>
        </w:rPr>
        <w:t xml:space="preserve"> never heard </w:t>
      </w:r>
      <w:r w:rsidR="00DF3C7D">
        <w:rPr>
          <w:bCs/>
        </w:rPr>
        <w:t>an</w:t>
      </w:r>
      <w:r>
        <w:rPr>
          <w:bCs/>
        </w:rPr>
        <w:t xml:space="preserve"> African boy or an African girl saying</w:t>
      </w:r>
      <w:r w:rsidR="00DF3C7D">
        <w:rPr>
          <w:bCs/>
        </w:rPr>
        <w:t xml:space="preserve">, I’m going to see the doctor because I’m forgetting things. </w:t>
      </w:r>
    </w:p>
    <w:p w:rsidR="00737C8A" w:rsidRDefault="00737C8A" w:rsidP="0038017E">
      <w:pPr>
        <w:rPr>
          <w:bCs/>
        </w:rPr>
      </w:pPr>
    </w:p>
    <w:p w:rsidR="00737C8A" w:rsidRDefault="00737C8A" w:rsidP="0038017E">
      <w:pPr>
        <w:rPr>
          <w:bCs/>
        </w:rPr>
      </w:pPr>
      <w:r w:rsidRPr="00737C8A">
        <w:rPr>
          <w:bCs/>
        </w:rPr>
        <w:t>0:15:50.8</w:t>
      </w:r>
    </w:p>
    <w:p w:rsidR="00DF3C7D" w:rsidRDefault="009B3E3D" w:rsidP="00DF3C7D">
      <w:pPr>
        <w:pStyle w:val="Heading2"/>
      </w:pPr>
      <w:r>
        <w:t>G05BAF29</w:t>
      </w:r>
    </w:p>
    <w:p w:rsidR="00DF3C7D" w:rsidRDefault="00DF3C7D" w:rsidP="0038017E">
      <w:pPr>
        <w:rPr>
          <w:bCs/>
        </w:rPr>
      </w:pPr>
      <w:proofErr w:type="gramStart"/>
      <w:r>
        <w:rPr>
          <w:bCs/>
        </w:rPr>
        <w:t>Forgetting things, yes.</w:t>
      </w:r>
      <w:proofErr w:type="gramEnd"/>
      <w:r>
        <w:rPr>
          <w:bCs/>
        </w:rPr>
        <w:t xml:space="preserve"> </w:t>
      </w:r>
    </w:p>
    <w:p w:rsidR="000E38AC" w:rsidRPr="0087701E" w:rsidRDefault="009B3E3D" w:rsidP="000E38AC">
      <w:pPr>
        <w:pStyle w:val="Heading2"/>
      </w:pPr>
      <w:r>
        <w:t>G05BAM28</w:t>
      </w:r>
    </w:p>
    <w:p w:rsidR="00DF3C7D" w:rsidRDefault="00DF3C7D" w:rsidP="0038017E">
      <w:pPr>
        <w:rPr>
          <w:bCs/>
        </w:rPr>
      </w:pPr>
      <w:proofErr w:type="gramStart"/>
      <w:r>
        <w:rPr>
          <w:bCs/>
        </w:rPr>
        <w:t>I’ve</w:t>
      </w:r>
      <w:proofErr w:type="gramEnd"/>
      <w:r>
        <w:rPr>
          <w:bCs/>
        </w:rPr>
        <w:t xml:space="preserve"> never… </w:t>
      </w:r>
      <w:proofErr w:type="gramStart"/>
      <w:r>
        <w:rPr>
          <w:bCs/>
        </w:rPr>
        <w:t>I’ve</w:t>
      </w:r>
      <w:proofErr w:type="gramEnd"/>
      <w:r>
        <w:rPr>
          <w:bCs/>
        </w:rPr>
        <w:t xml:space="preserve"> never heard of it.</w:t>
      </w:r>
    </w:p>
    <w:p w:rsidR="00DF3C7D" w:rsidRPr="00DF3C7D" w:rsidRDefault="009B3E3D" w:rsidP="00DF3C7D">
      <w:pPr>
        <w:pStyle w:val="Heading2"/>
      </w:pPr>
      <w:r>
        <w:t>UCLRA01</w:t>
      </w:r>
    </w:p>
    <w:p w:rsidR="00DF3C7D" w:rsidRDefault="000E38AC" w:rsidP="0038017E">
      <w:pPr>
        <w:rPr>
          <w:bCs/>
        </w:rPr>
      </w:pPr>
      <w:proofErr w:type="gramStart"/>
      <w:r>
        <w:rPr>
          <w:bCs/>
        </w:rPr>
        <w:t>Good to know, really.</w:t>
      </w:r>
      <w:proofErr w:type="gramEnd"/>
      <w:r>
        <w:rPr>
          <w:bCs/>
        </w:rPr>
        <w:t xml:space="preserve"> </w:t>
      </w:r>
      <w:proofErr w:type="gramStart"/>
      <w:r>
        <w:rPr>
          <w:bCs/>
        </w:rPr>
        <w:t>T</w:t>
      </w:r>
      <w:r w:rsidR="00DF3C7D">
        <w:rPr>
          <w:bCs/>
        </w:rPr>
        <w:t>hat’s</w:t>
      </w:r>
      <w:proofErr w:type="gramEnd"/>
      <w:r w:rsidR="00DF3C7D">
        <w:rPr>
          <w:bCs/>
        </w:rPr>
        <w:t xml:space="preserve"> good, okay. Now, </w:t>
      </w:r>
      <w:proofErr w:type="gramStart"/>
      <w:r w:rsidR="00DF3C7D">
        <w:rPr>
          <w:bCs/>
        </w:rPr>
        <w:t>let’s</w:t>
      </w:r>
      <w:proofErr w:type="gramEnd"/>
      <w:r w:rsidR="00DF3C7D">
        <w:rPr>
          <w:bCs/>
        </w:rPr>
        <w:t xml:space="preserve"> say that… I mean, you said you might not go </w:t>
      </w:r>
      <w:r>
        <w:rPr>
          <w:bCs/>
        </w:rPr>
        <w:t>and see the doctor, let’s say</w:t>
      </w:r>
      <w:r w:rsidR="00DF3C7D">
        <w:rPr>
          <w:bCs/>
        </w:rPr>
        <w:t xml:space="preserve"> you decide, okay, at this point it is really bad and I forgot to pick up my daughter, or, you know, I</w:t>
      </w:r>
      <w:r>
        <w:rPr>
          <w:bCs/>
        </w:rPr>
        <w:t xml:space="preserve"> forgot the cooking on the fire… </w:t>
      </w:r>
      <w:r w:rsidR="00DF3C7D">
        <w:rPr>
          <w:bCs/>
        </w:rPr>
        <w:t xml:space="preserve"> cooking and burning the house down. Who would you go and see first? Would you go and see, I don’t know, </w:t>
      </w:r>
      <w:proofErr w:type="gramStart"/>
      <w:r w:rsidR="00DF3C7D">
        <w:rPr>
          <w:bCs/>
        </w:rPr>
        <w:t>your</w:t>
      </w:r>
      <w:proofErr w:type="gramEnd"/>
      <w:r w:rsidR="00DF3C7D">
        <w:rPr>
          <w:bCs/>
        </w:rPr>
        <w:t xml:space="preserve"> GP, a family member, a friend?</w:t>
      </w:r>
    </w:p>
    <w:p w:rsidR="000E38AC" w:rsidRPr="0087701E" w:rsidRDefault="009B3E3D" w:rsidP="000E38AC">
      <w:pPr>
        <w:pStyle w:val="Heading2"/>
      </w:pPr>
      <w:r>
        <w:t>G05BAM28</w:t>
      </w:r>
    </w:p>
    <w:p w:rsidR="00110E0E" w:rsidRDefault="00DF3C7D" w:rsidP="0038017E">
      <w:pPr>
        <w:rPr>
          <w:bCs/>
        </w:rPr>
      </w:pPr>
      <w:proofErr w:type="gramStart"/>
      <w:r>
        <w:rPr>
          <w:bCs/>
        </w:rPr>
        <w:t>I’d</w:t>
      </w:r>
      <w:proofErr w:type="gramEnd"/>
      <w:r>
        <w:rPr>
          <w:bCs/>
        </w:rPr>
        <w:t xml:space="preserve"> go and see…</w:t>
      </w:r>
    </w:p>
    <w:p w:rsidR="00110E0E" w:rsidRPr="00110E0E" w:rsidRDefault="009B3E3D" w:rsidP="00110E0E">
      <w:pPr>
        <w:pStyle w:val="Heading2"/>
      </w:pPr>
      <w:r>
        <w:t>G05BAF27</w:t>
      </w:r>
    </w:p>
    <w:p w:rsidR="00110E0E" w:rsidRDefault="000E38AC" w:rsidP="0038017E">
      <w:pPr>
        <w:rPr>
          <w:bCs/>
        </w:rPr>
      </w:pPr>
      <w:r>
        <w:rPr>
          <w:bCs/>
        </w:rPr>
        <w:t xml:space="preserve">I would say a family member. </w:t>
      </w:r>
    </w:p>
    <w:p w:rsidR="00110E0E" w:rsidRDefault="00110E0E" w:rsidP="0038017E">
      <w:pPr>
        <w:rPr>
          <w:bCs/>
        </w:rPr>
      </w:pPr>
    </w:p>
    <w:p w:rsidR="00DF3C7D" w:rsidRDefault="00110E0E" w:rsidP="0038017E">
      <w:pPr>
        <w:rPr>
          <w:bCs/>
        </w:rPr>
      </w:pPr>
      <w:r w:rsidRPr="00110E0E">
        <w:rPr>
          <w:bCs/>
        </w:rPr>
        <w:t>0:16:25.6</w:t>
      </w:r>
    </w:p>
    <w:p w:rsidR="00DF3C7D" w:rsidRPr="00110E0E" w:rsidRDefault="009B3E3D" w:rsidP="00110E0E">
      <w:pPr>
        <w:pStyle w:val="Heading2"/>
      </w:pPr>
      <w:r>
        <w:t>G05BAF27</w:t>
      </w:r>
    </w:p>
    <w:p w:rsidR="00110E0E" w:rsidRDefault="000E38AC" w:rsidP="00F54DF2">
      <w:pPr>
        <w:rPr>
          <w:bCs/>
        </w:rPr>
      </w:pPr>
      <w:r>
        <w:rPr>
          <w:bCs/>
        </w:rPr>
        <w:t xml:space="preserve">Confide in the relevant person, yes. For me </w:t>
      </w:r>
      <w:proofErr w:type="gramStart"/>
      <w:r>
        <w:rPr>
          <w:bCs/>
        </w:rPr>
        <w:t>it’s</w:t>
      </w:r>
      <w:proofErr w:type="gramEnd"/>
      <w:r>
        <w:rPr>
          <w:bCs/>
        </w:rPr>
        <w:t xml:space="preserve">… I can speak English so </w:t>
      </w:r>
      <w:proofErr w:type="gramStart"/>
      <w:r>
        <w:rPr>
          <w:bCs/>
        </w:rPr>
        <w:t>it’s</w:t>
      </w:r>
      <w:proofErr w:type="gramEnd"/>
      <w:r>
        <w:rPr>
          <w:bCs/>
        </w:rPr>
        <w:t xml:space="preserve"> easy, b</w:t>
      </w:r>
      <w:r w:rsidR="00110E0E">
        <w:rPr>
          <w:bCs/>
        </w:rPr>
        <w:t>ut for a person who doesn’t speak English I think it</w:t>
      </w:r>
      <w:r w:rsidR="00D57553">
        <w:rPr>
          <w:bCs/>
        </w:rPr>
        <w:t xml:space="preserve"> would be hard for them to talk. Instead of going to the doctors, I think </w:t>
      </w:r>
      <w:proofErr w:type="gramStart"/>
      <w:r w:rsidR="00D57553">
        <w:rPr>
          <w:bCs/>
        </w:rPr>
        <w:t>th</w:t>
      </w:r>
      <w:r w:rsidR="00110E0E">
        <w:rPr>
          <w:bCs/>
        </w:rPr>
        <w:t>ey’d</w:t>
      </w:r>
      <w:proofErr w:type="gramEnd"/>
      <w:r w:rsidR="00110E0E">
        <w:rPr>
          <w:bCs/>
        </w:rPr>
        <w:t xml:space="preserve"> </w:t>
      </w:r>
      <w:r w:rsidR="00D57553">
        <w:rPr>
          <w:bCs/>
        </w:rPr>
        <w:t xml:space="preserve">find it </w:t>
      </w:r>
      <w:r w:rsidR="00110E0E">
        <w:rPr>
          <w:bCs/>
        </w:rPr>
        <w:t xml:space="preserve">more easier to talk to a family </w:t>
      </w:r>
      <w:r w:rsidR="00F54DF2">
        <w:rPr>
          <w:bCs/>
        </w:rPr>
        <w:t>member</w:t>
      </w:r>
      <w:r w:rsidR="00110E0E">
        <w:rPr>
          <w:bCs/>
        </w:rPr>
        <w:t xml:space="preserve"> and then take it from there. </w:t>
      </w:r>
    </w:p>
    <w:p w:rsidR="00110E0E" w:rsidRPr="00110E0E" w:rsidRDefault="009B3E3D" w:rsidP="00110E0E">
      <w:pPr>
        <w:pStyle w:val="Heading2"/>
      </w:pPr>
      <w:r>
        <w:lastRenderedPageBreak/>
        <w:t>UCLRA01</w:t>
      </w:r>
      <w:r w:rsidR="00110E0E" w:rsidRPr="00110E0E">
        <w:t xml:space="preserve"> </w:t>
      </w:r>
    </w:p>
    <w:p w:rsidR="00110E0E" w:rsidRDefault="00110E0E" w:rsidP="00110E0E">
      <w:pPr>
        <w:rPr>
          <w:bCs/>
        </w:rPr>
      </w:pPr>
      <w:r>
        <w:rPr>
          <w:bCs/>
        </w:rPr>
        <w:t>Thank you.</w:t>
      </w:r>
    </w:p>
    <w:p w:rsidR="00110E0E" w:rsidRPr="00110E0E" w:rsidRDefault="009B3E3D" w:rsidP="00110E0E">
      <w:pPr>
        <w:pStyle w:val="Heading2"/>
      </w:pPr>
      <w:r>
        <w:t>G05BAF27</w:t>
      </w:r>
    </w:p>
    <w:p w:rsidR="00110E0E" w:rsidRDefault="00110E0E" w:rsidP="00110E0E">
      <w:pPr>
        <w:rPr>
          <w:bCs/>
        </w:rPr>
      </w:pPr>
      <w:r>
        <w:rPr>
          <w:bCs/>
        </w:rPr>
        <w:t>Some people prefer to be prayed for.</w:t>
      </w:r>
    </w:p>
    <w:p w:rsidR="00D57553" w:rsidRPr="00110E0E" w:rsidRDefault="009B3E3D" w:rsidP="00D57553">
      <w:pPr>
        <w:pStyle w:val="Heading2"/>
      </w:pPr>
      <w:r>
        <w:t>UCLRA01</w:t>
      </w:r>
      <w:r w:rsidR="00D57553" w:rsidRPr="00110E0E">
        <w:t xml:space="preserve"> </w:t>
      </w:r>
    </w:p>
    <w:p w:rsidR="00D57553" w:rsidRDefault="00D57553" w:rsidP="00D57553">
      <w:pPr>
        <w:rPr>
          <w:bCs/>
        </w:rPr>
      </w:pPr>
      <w:r>
        <w:rPr>
          <w:bCs/>
        </w:rPr>
        <w:t>Okay.</w:t>
      </w:r>
    </w:p>
    <w:p w:rsidR="00110E0E" w:rsidRPr="00110E0E" w:rsidRDefault="009B3E3D" w:rsidP="00110E0E">
      <w:pPr>
        <w:pStyle w:val="Heading2"/>
      </w:pPr>
      <w:r>
        <w:t>G05BAF27</w:t>
      </w:r>
    </w:p>
    <w:p w:rsidR="00110E0E" w:rsidRDefault="00255798" w:rsidP="0038017E">
      <w:pPr>
        <w:rPr>
          <w:bCs/>
        </w:rPr>
      </w:pPr>
      <w:r>
        <w:rPr>
          <w:bCs/>
        </w:rPr>
        <w:t>T</w:t>
      </w:r>
      <w:r w:rsidR="00110E0E">
        <w:rPr>
          <w:bCs/>
        </w:rPr>
        <w:t xml:space="preserve">hose who believe in, prayer can heal. </w:t>
      </w:r>
    </w:p>
    <w:p w:rsidR="00737C8A" w:rsidRDefault="00737C8A" w:rsidP="0038017E">
      <w:pPr>
        <w:rPr>
          <w:bCs/>
        </w:rPr>
      </w:pPr>
    </w:p>
    <w:p w:rsidR="00737C8A" w:rsidRDefault="00737C8A" w:rsidP="0038017E">
      <w:pPr>
        <w:rPr>
          <w:bCs/>
        </w:rPr>
      </w:pPr>
      <w:r w:rsidRPr="00737C8A">
        <w:rPr>
          <w:bCs/>
        </w:rPr>
        <w:t>0:16:54.6</w:t>
      </w:r>
    </w:p>
    <w:p w:rsidR="00110E0E" w:rsidRPr="00110E0E" w:rsidRDefault="009B3E3D" w:rsidP="00110E0E">
      <w:pPr>
        <w:pStyle w:val="Heading2"/>
      </w:pPr>
      <w:r>
        <w:t>G05BAF29</w:t>
      </w:r>
    </w:p>
    <w:p w:rsidR="00110E0E" w:rsidRDefault="00255798" w:rsidP="0038017E">
      <w:pPr>
        <w:rPr>
          <w:bCs/>
        </w:rPr>
      </w:pPr>
      <w:r>
        <w:rPr>
          <w:bCs/>
        </w:rPr>
        <w:t xml:space="preserve">That’s a good act for… </w:t>
      </w:r>
      <w:r w:rsidR="00110E0E">
        <w:rPr>
          <w:bCs/>
        </w:rPr>
        <w:t xml:space="preserve">prayers are </w:t>
      </w:r>
      <w:r>
        <w:rPr>
          <w:bCs/>
        </w:rPr>
        <w:t xml:space="preserve">good, for example you might </w:t>
      </w:r>
      <w:r w:rsidR="00F54DF2">
        <w:rPr>
          <w:bCs/>
        </w:rPr>
        <w:t xml:space="preserve">find </w:t>
      </w:r>
      <w:r w:rsidR="00110E0E">
        <w:rPr>
          <w:bCs/>
        </w:rPr>
        <w:t>a group of friends</w:t>
      </w:r>
      <w:r>
        <w:rPr>
          <w:bCs/>
        </w:rPr>
        <w:t xml:space="preserve"> fasting on their behalf to pray for something to go away or for, of course, to heal the person.</w:t>
      </w:r>
      <w:r w:rsidR="00110E0E">
        <w:rPr>
          <w:bCs/>
        </w:rPr>
        <w:t xml:space="preserve"> So, literally, they know </w:t>
      </w:r>
      <w:proofErr w:type="gramStart"/>
      <w:r w:rsidR="00110E0E">
        <w:rPr>
          <w:bCs/>
        </w:rPr>
        <w:t>there’s</w:t>
      </w:r>
      <w:proofErr w:type="gramEnd"/>
      <w:r w:rsidR="00110E0E">
        <w:rPr>
          <w:bCs/>
        </w:rPr>
        <w:t xml:space="preserve"> something wrong but the steps taken are di</w:t>
      </w:r>
      <w:r>
        <w:rPr>
          <w:bCs/>
        </w:rPr>
        <w:t>fferent to address that</w:t>
      </w:r>
      <w:r w:rsidR="00110E0E">
        <w:rPr>
          <w:bCs/>
        </w:rPr>
        <w:t xml:space="preserve"> particular issue. And also the belief that the person will get better can also override the fact that I need to go and see</w:t>
      </w:r>
      <w:r>
        <w:rPr>
          <w:bCs/>
        </w:rPr>
        <w:t xml:space="preserve"> the doctor. So, you know, there are different ways of approaching</w:t>
      </w:r>
      <w:r w:rsidR="00110E0E">
        <w:rPr>
          <w:bCs/>
        </w:rPr>
        <w:t xml:space="preserve"> and you… because, for exam</w:t>
      </w:r>
      <w:r w:rsidR="00BE0963">
        <w:rPr>
          <w:bCs/>
        </w:rPr>
        <w:t>ple, I can use myself</w:t>
      </w:r>
      <w:r w:rsidR="00110E0E">
        <w:rPr>
          <w:bCs/>
        </w:rPr>
        <w:t xml:space="preserve"> as an example now. I used to have </w:t>
      </w:r>
      <w:proofErr w:type="gramStart"/>
      <w:r w:rsidR="00110E0E">
        <w:rPr>
          <w:bCs/>
        </w:rPr>
        <w:t>a l</w:t>
      </w:r>
      <w:r w:rsidR="004A4A57">
        <w:rPr>
          <w:bCs/>
        </w:rPr>
        <w:t>ot of</w:t>
      </w:r>
      <w:proofErr w:type="gramEnd"/>
      <w:r w:rsidR="004A4A57">
        <w:rPr>
          <w:bCs/>
        </w:rPr>
        <w:t xml:space="preserve"> telephone numbers in my mind.</w:t>
      </w:r>
      <w:r w:rsidR="00BE0963">
        <w:rPr>
          <w:bCs/>
        </w:rPr>
        <w:t xml:space="preserve"> S</w:t>
      </w:r>
      <w:r w:rsidR="00110E0E">
        <w:rPr>
          <w:bCs/>
        </w:rPr>
        <w:t>omebo</w:t>
      </w:r>
      <w:r w:rsidR="00BE0963">
        <w:rPr>
          <w:bCs/>
        </w:rPr>
        <w:t>dy gave me their mobile number, I read it and tomorrow I</w:t>
      </w:r>
      <w:r w:rsidR="00110E0E">
        <w:rPr>
          <w:bCs/>
        </w:rPr>
        <w:t xml:space="preserve"> know it all. I could meet people that I </w:t>
      </w:r>
      <w:r>
        <w:rPr>
          <w:bCs/>
        </w:rPr>
        <w:t>know today</w:t>
      </w:r>
      <w:r w:rsidR="007177EE">
        <w:rPr>
          <w:bCs/>
        </w:rPr>
        <w:t xml:space="preserve">, you know, this is </w:t>
      </w:r>
      <w:r w:rsidR="009B3E3D">
        <w:rPr>
          <w:bCs/>
        </w:rPr>
        <w:t>UCLRA01</w:t>
      </w:r>
      <w:r w:rsidR="007177EE">
        <w:rPr>
          <w:bCs/>
        </w:rPr>
        <w:t>.</w:t>
      </w:r>
      <w:r w:rsidR="00110E0E">
        <w:rPr>
          <w:bCs/>
        </w:rPr>
        <w:t xml:space="preserve"> You know, because now that </w:t>
      </w:r>
      <w:proofErr w:type="gramStart"/>
      <w:r w:rsidR="00110E0E">
        <w:rPr>
          <w:bCs/>
        </w:rPr>
        <w:t>I’ve</w:t>
      </w:r>
      <w:proofErr w:type="gramEnd"/>
      <w:r w:rsidR="00110E0E">
        <w:rPr>
          <w:bCs/>
        </w:rPr>
        <w:t xml:space="preserve"> seen you more than once I get your name quite well, but if I see a person once then the person meeting me they remember me quite well. And in my head </w:t>
      </w:r>
      <w:proofErr w:type="gramStart"/>
      <w:r>
        <w:rPr>
          <w:bCs/>
        </w:rPr>
        <w:t>I’m</w:t>
      </w:r>
      <w:proofErr w:type="gramEnd"/>
      <w:r>
        <w:rPr>
          <w:bCs/>
        </w:rPr>
        <w:t xml:space="preserve"> scratching, who is this? You have</w:t>
      </w:r>
      <w:r w:rsidR="00110E0E">
        <w:rPr>
          <w:bCs/>
        </w:rPr>
        <w:t xml:space="preserve"> to </w:t>
      </w:r>
      <w:r>
        <w:rPr>
          <w:bCs/>
        </w:rPr>
        <w:t>try your best and</w:t>
      </w:r>
      <w:r w:rsidR="008861B7">
        <w:rPr>
          <w:bCs/>
        </w:rPr>
        <w:t xml:space="preserve"> be </w:t>
      </w:r>
      <w:r w:rsidR="00110E0E">
        <w:rPr>
          <w:bCs/>
        </w:rPr>
        <w:t xml:space="preserve">very nice but </w:t>
      </w:r>
      <w:r>
        <w:rPr>
          <w:bCs/>
        </w:rPr>
        <w:t xml:space="preserve">you </w:t>
      </w:r>
      <w:proofErr w:type="gramStart"/>
      <w:r>
        <w:rPr>
          <w:bCs/>
        </w:rPr>
        <w:t>don’t</w:t>
      </w:r>
      <w:proofErr w:type="gramEnd"/>
      <w:r>
        <w:rPr>
          <w:bCs/>
        </w:rPr>
        <w:t xml:space="preserve"> remember. And</w:t>
      </w:r>
      <w:r w:rsidR="008861B7">
        <w:rPr>
          <w:bCs/>
        </w:rPr>
        <w:t xml:space="preserve"> </w:t>
      </w:r>
      <w:proofErr w:type="gramStart"/>
      <w:r>
        <w:rPr>
          <w:bCs/>
        </w:rPr>
        <w:t>you’re</w:t>
      </w:r>
      <w:proofErr w:type="gramEnd"/>
      <w:r>
        <w:rPr>
          <w:bCs/>
        </w:rPr>
        <w:t xml:space="preserve"> afraid of asking, </w:t>
      </w:r>
      <w:r w:rsidR="008861B7">
        <w:rPr>
          <w:bCs/>
        </w:rPr>
        <w:t xml:space="preserve">where </w:t>
      </w:r>
      <w:r>
        <w:rPr>
          <w:bCs/>
        </w:rPr>
        <w:t>did you…</w:t>
      </w:r>
      <w:r w:rsidR="008861B7">
        <w:rPr>
          <w:bCs/>
        </w:rPr>
        <w:t xml:space="preserve">? Who are you? </w:t>
      </w:r>
      <w:r>
        <w:rPr>
          <w:bCs/>
        </w:rPr>
        <w:t>Where did I meet you? Because a person is only</w:t>
      </w:r>
      <w:r w:rsidR="008861B7">
        <w:rPr>
          <w:bCs/>
        </w:rPr>
        <w:t xml:space="preserve"> turning around and I think so</w:t>
      </w:r>
      <w:r>
        <w:rPr>
          <w:bCs/>
        </w:rPr>
        <w:t xml:space="preserve">metimes you need, you know, to get that. And </w:t>
      </w:r>
      <w:proofErr w:type="gramStart"/>
      <w:r>
        <w:rPr>
          <w:bCs/>
        </w:rPr>
        <w:t>you’ve</w:t>
      </w:r>
      <w:proofErr w:type="gramEnd"/>
      <w:r>
        <w:rPr>
          <w:bCs/>
        </w:rPr>
        <w:t xml:space="preserve"> forgotten t</w:t>
      </w:r>
      <w:r w:rsidR="008C3CE2">
        <w:rPr>
          <w:bCs/>
        </w:rPr>
        <w:t>hem. So… and it starts to worry you</w:t>
      </w:r>
      <w:r>
        <w:rPr>
          <w:bCs/>
        </w:rPr>
        <w:t>, so where is this going? Is it</w:t>
      </w:r>
      <w:r w:rsidR="008861B7">
        <w:rPr>
          <w:bCs/>
        </w:rPr>
        <w:t xml:space="preserve"> stress? Is it another indication of something? You know, </w:t>
      </w:r>
      <w:proofErr w:type="gramStart"/>
      <w:r w:rsidR="008861B7">
        <w:rPr>
          <w:bCs/>
        </w:rPr>
        <w:t>it’s</w:t>
      </w:r>
      <w:proofErr w:type="gramEnd"/>
      <w:r w:rsidR="008861B7">
        <w:rPr>
          <w:bCs/>
        </w:rPr>
        <w:t xml:space="preserve">… I think… I </w:t>
      </w:r>
      <w:proofErr w:type="gramStart"/>
      <w:r w:rsidR="008861B7">
        <w:rPr>
          <w:bCs/>
        </w:rPr>
        <w:t>don’t</w:t>
      </w:r>
      <w:proofErr w:type="gramEnd"/>
      <w:r w:rsidR="008861B7">
        <w:rPr>
          <w:bCs/>
        </w:rPr>
        <w:t xml:space="preserve"> know, it’s… but I have never thought of saying maybe go and see my GP about it; maybe I should. </w:t>
      </w:r>
    </w:p>
    <w:p w:rsidR="007A5EA4" w:rsidRDefault="009B3E3D" w:rsidP="007A5EA4">
      <w:pPr>
        <w:pStyle w:val="Heading2"/>
      </w:pPr>
      <w:r>
        <w:t>G05BAM24</w:t>
      </w:r>
    </w:p>
    <w:p w:rsidR="00BE0963" w:rsidRDefault="00BE0963" w:rsidP="00BE0963">
      <w:r>
        <w:t>Now, what are you reaching out for?</w:t>
      </w:r>
    </w:p>
    <w:p w:rsidR="001A3046" w:rsidRDefault="001A3046" w:rsidP="00BE0963"/>
    <w:p w:rsidR="001A3046" w:rsidRDefault="001A3046" w:rsidP="00BE0963">
      <w:r>
        <w:t>(</w:t>
      </w:r>
      <w:proofErr w:type="gramStart"/>
      <w:r>
        <w:t>laughter</w:t>
      </w:r>
      <w:proofErr w:type="gramEnd"/>
      <w:r>
        <w:t xml:space="preserve"> and </w:t>
      </w:r>
      <w:proofErr w:type="spellStart"/>
      <w:r>
        <w:t>overtalking</w:t>
      </w:r>
      <w:proofErr w:type="spellEnd"/>
      <w:r>
        <w:t>)</w:t>
      </w:r>
    </w:p>
    <w:p w:rsidR="00BE0963" w:rsidRPr="00BE0963" w:rsidRDefault="009B3E3D" w:rsidP="00BE0963">
      <w:pPr>
        <w:pStyle w:val="Heading2"/>
      </w:pPr>
      <w:r>
        <w:t>G05BAM28</w:t>
      </w:r>
    </w:p>
    <w:p w:rsidR="007A5EA4" w:rsidRDefault="00BE0963" w:rsidP="0038017E">
      <w:pPr>
        <w:rPr>
          <w:bCs/>
        </w:rPr>
      </w:pPr>
      <w:r>
        <w:rPr>
          <w:bCs/>
        </w:rPr>
        <w:t xml:space="preserve">Maybe </w:t>
      </w:r>
      <w:proofErr w:type="gramStart"/>
      <w:r>
        <w:rPr>
          <w:bCs/>
        </w:rPr>
        <w:t>I’ll</w:t>
      </w:r>
      <w:proofErr w:type="gramEnd"/>
      <w:r>
        <w:rPr>
          <w:bCs/>
        </w:rPr>
        <w:t xml:space="preserve"> start from…</w:t>
      </w:r>
      <w:r w:rsidR="007A5EA4">
        <w:rPr>
          <w:bCs/>
        </w:rPr>
        <w:t xml:space="preserve"> </w:t>
      </w:r>
      <w:proofErr w:type="gramStart"/>
      <w:r>
        <w:rPr>
          <w:bCs/>
        </w:rPr>
        <w:t>I’ll</w:t>
      </w:r>
      <w:proofErr w:type="gramEnd"/>
      <w:r>
        <w:rPr>
          <w:bCs/>
        </w:rPr>
        <w:t xml:space="preserve"> start with my partner… </w:t>
      </w:r>
      <w:proofErr w:type="gramStart"/>
      <w:r>
        <w:rPr>
          <w:bCs/>
        </w:rPr>
        <w:t>I’ll</w:t>
      </w:r>
      <w:proofErr w:type="gramEnd"/>
      <w:r>
        <w:rPr>
          <w:bCs/>
        </w:rPr>
        <w:t xml:space="preserve"> start with my</w:t>
      </w:r>
      <w:r w:rsidR="003C1E31">
        <w:rPr>
          <w:bCs/>
        </w:rPr>
        <w:t xml:space="preserve"> partner. </w:t>
      </w:r>
      <w:proofErr w:type="gramStart"/>
      <w:r w:rsidR="003C1E31">
        <w:rPr>
          <w:bCs/>
        </w:rPr>
        <w:t>It’s</w:t>
      </w:r>
      <w:proofErr w:type="gramEnd"/>
      <w:r w:rsidR="003C1E31">
        <w:rPr>
          <w:bCs/>
        </w:rPr>
        <w:t xml:space="preserve"> a long question; </w:t>
      </w:r>
      <w:r>
        <w:rPr>
          <w:bCs/>
        </w:rPr>
        <w:t>maybe I spend most of my time with my partner. So</w:t>
      </w:r>
      <w:r w:rsidR="007A5EA4">
        <w:rPr>
          <w:bCs/>
        </w:rPr>
        <w:t xml:space="preserve">, </w:t>
      </w:r>
      <w:r>
        <w:rPr>
          <w:bCs/>
        </w:rPr>
        <w:t>I tell him</w:t>
      </w:r>
      <w:r w:rsidR="00120938">
        <w:rPr>
          <w:bCs/>
        </w:rPr>
        <w:t>, ay</w:t>
      </w:r>
      <w:r w:rsidR="007A5EA4">
        <w:rPr>
          <w:bCs/>
        </w:rPr>
        <w:t>, make sure</w:t>
      </w:r>
      <w:r>
        <w:rPr>
          <w:bCs/>
        </w:rPr>
        <w:t xml:space="preserve"> that</w:t>
      </w:r>
      <w:r w:rsidR="007A5EA4">
        <w:rPr>
          <w:bCs/>
        </w:rPr>
        <w:t xml:space="preserve"> I </w:t>
      </w:r>
      <w:proofErr w:type="gramStart"/>
      <w:r w:rsidR="007A5EA4">
        <w:rPr>
          <w:bCs/>
        </w:rPr>
        <w:t>don’t</w:t>
      </w:r>
      <w:proofErr w:type="gramEnd"/>
      <w:r w:rsidR="007A5EA4">
        <w:rPr>
          <w:bCs/>
        </w:rPr>
        <w:t xml:space="preserve"> forget everything… </w:t>
      </w:r>
      <w:r>
        <w:rPr>
          <w:bCs/>
        </w:rPr>
        <w:t xml:space="preserve"> </w:t>
      </w:r>
      <w:proofErr w:type="gramStart"/>
      <w:r>
        <w:rPr>
          <w:bCs/>
        </w:rPr>
        <w:t>I’m</w:t>
      </w:r>
      <w:proofErr w:type="gramEnd"/>
      <w:r>
        <w:rPr>
          <w:bCs/>
        </w:rPr>
        <w:t xml:space="preserve"> </w:t>
      </w:r>
      <w:r w:rsidR="007A5EA4">
        <w:rPr>
          <w:bCs/>
        </w:rPr>
        <w:t>forgetting things. Then, you find</w:t>
      </w:r>
      <w:r>
        <w:rPr>
          <w:bCs/>
        </w:rPr>
        <w:t xml:space="preserve"> that because the doctors, here GP, maybe because of </w:t>
      </w:r>
      <w:proofErr w:type="gramStart"/>
      <w:r>
        <w:rPr>
          <w:bCs/>
        </w:rPr>
        <w:t>who</w:t>
      </w:r>
      <w:proofErr w:type="gramEnd"/>
      <w:r>
        <w:rPr>
          <w:bCs/>
        </w:rPr>
        <w:t xml:space="preserve"> I am, I’ve got no faith in</w:t>
      </w:r>
      <w:r w:rsidR="007A5EA4">
        <w:rPr>
          <w:bCs/>
        </w:rPr>
        <w:t xml:space="preserve"> GPs here, but, I guess, if I need </w:t>
      </w:r>
      <w:proofErr w:type="spellStart"/>
      <w:r w:rsidR="007A5EA4">
        <w:rPr>
          <w:bCs/>
        </w:rPr>
        <w:t>Paracetemol</w:t>
      </w:r>
      <w:proofErr w:type="spellEnd"/>
      <w:r w:rsidR="007A5EA4">
        <w:rPr>
          <w:bCs/>
        </w:rPr>
        <w:t xml:space="preserve"> or…</w:t>
      </w:r>
    </w:p>
    <w:p w:rsidR="007A5EA4" w:rsidRDefault="009B3E3D" w:rsidP="007A5EA4">
      <w:pPr>
        <w:pStyle w:val="Heading2"/>
      </w:pPr>
      <w:r>
        <w:lastRenderedPageBreak/>
        <w:t>G05BAF29</w:t>
      </w:r>
    </w:p>
    <w:p w:rsidR="007A5EA4" w:rsidRDefault="003C1E31" w:rsidP="0038017E">
      <w:pPr>
        <w:rPr>
          <w:bCs/>
        </w:rPr>
      </w:pPr>
      <w:proofErr w:type="gramStart"/>
      <w:r>
        <w:rPr>
          <w:bCs/>
        </w:rPr>
        <w:t>Painkiller</w:t>
      </w:r>
      <w:r w:rsidR="00BE0963">
        <w:rPr>
          <w:bCs/>
        </w:rPr>
        <w:t>.</w:t>
      </w:r>
      <w:proofErr w:type="gramEnd"/>
    </w:p>
    <w:p w:rsidR="007A5EA4" w:rsidRDefault="007A5EA4" w:rsidP="0038017E">
      <w:pPr>
        <w:rPr>
          <w:bCs/>
        </w:rPr>
      </w:pPr>
    </w:p>
    <w:p w:rsidR="007A5EA4" w:rsidRDefault="007A5EA4" w:rsidP="0038017E">
      <w:pPr>
        <w:rPr>
          <w:bCs/>
        </w:rPr>
      </w:pPr>
      <w:r w:rsidRPr="007A5EA4">
        <w:rPr>
          <w:bCs/>
        </w:rPr>
        <w:t>0:19:00.4</w:t>
      </w:r>
    </w:p>
    <w:p w:rsidR="00BE0963" w:rsidRPr="00BE0963" w:rsidRDefault="009B3E3D" w:rsidP="00BE0963">
      <w:pPr>
        <w:pStyle w:val="Heading2"/>
      </w:pPr>
      <w:r>
        <w:t>G05BAM28</w:t>
      </w:r>
    </w:p>
    <w:p w:rsidR="00C231DE" w:rsidRDefault="007A5EA4" w:rsidP="0038017E">
      <w:pPr>
        <w:rPr>
          <w:bCs/>
        </w:rPr>
      </w:pPr>
      <w:r>
        <w:rPr>
          <w:bCs/>
        </w:rPr>
        <w:t>O</w:t>
      </w:r>
      <w:r w:rsidR="00BE0963">
        <w:rPr>
          <w:bCs/>
        </w:rPr>
        <w:t>r painkiller, it o</w:t>
      </w:r>
      <w:r>
        <w:rPr>
          <w:bCs/>
        </w:rPr>
        <w:t>ught t</w:t>
      </w:r>
      <w:r w:rsidR="00BE0963">
        <w:rPr>
          <w:bCs/>
        </w:rPr>
        <w:t>o be… it ought to be… Because</w:t>
      </w:r>
      <w:r w:rsidR="004B1B32">
        <w:rPr>
          <w:bCs/>
        </w:rPr>
        <w:t xml:space="preserve"> when I visit</w:t>
      </w:r>
      <w:r>
        <w:rPr>
          <w:bCs/>
        </w:rPr>
        <w:t xml:space="preserve"> my GP, </w:t>
      </w:r>
      <w:r w:rsidR="00BE0963">
        <w:rPr>
          <w:bCs/>
        </w:rPr>
        <w:t>he’s on the laptop, h</w:t>
      </w:r>
      <w:r>
        <w:rPr>
          <w:bCs/>
        </w:rPr>
        <w:t>e’s not looking a</w:t>
      </w:r>
      <w:r w:rsidR="00BE0963">
        <w:rPr>
          <w:bCs/>
        </w:rPr>
        <w:t>t me, he cannot… he doesn’t ask me</w:t>
      </w:r>
      <w:r>
        <w:rPr>
          <w:bCs/>
        </w:rPr>
        <w:t xml:space="preserve"> any questions, and then he</w:t>
      </w:r>
      <w:r w:rsidR="00BE0963">
        <w:rPr>
          <w:bCs/>
        </w:rPr>
        <w:t xml:space="preserve"> says, I’ll give you these tablets… these tablets, give it a try. </w:t>
      </w:r>
      <w:r>
        <w:rPr>
          <w:bCs/>
        </w:rPr>
        <w:t>But</w:t>
      </w:r>
      <w:r w:rsidR="00BE0963">
        <w:rPr>
          <w:bCs/>
        </w:rPr>
        <w:t xml:space="preserve"> the</w:t>
      </w:r>
      <w:r>
        <w:rPr>
          <w:bCs/>
        </w:rPr>
        <w:t xml:space="preserve"> more</w:t>
      </w:r>
      <w:r w:rsidR="00D61E2D">
        <w:rPr>
          <w:bCs/>
        </w:rPr>
        <w:t xml:space="preserve"> I</w:t>
      </w:r>
      <w:r w:rsidR="00BE0963">
        <w:rPr>
          <w:bCs/>
        </w:rPr>
        <w:t xml:space="preserve">… </w:t>
      </w:r>
      <w:r>
        <w:rPr>
          <w:bCs/>
        </w:rPr>
        <w:t>e</w:t>
      </w:r>
      <w:r w:rsidR="00D61E2D">
        <w:rPr>
          <w:bCs/>
        </w:rPr>
        <w:t xml:space="preserve">xplain more this to the GP, </w:t>
      </w:r>
      <w:proofErr w:type="gramStart"/>
      <w:r w:rsidR="00D61E2D">
        <w:rPr>
          <w:bCs/>
        </w:rPr>
        <w:t>he’ll</w:t>
      </w:r>
      <w:proofErr w:type="gramEnd"/>
      <w:r w:rsidR="00D61E2D">
        <w:rPr>
          <w:bCs/>
        </w:rPr>
        <w:t xml:space="preserve"> </w:t>
      </w:r>
      <w:r>
        <w:rPr>
          <w:bCs/>
        </w:rPr>
        <w:t>say, fi</w:t>
      </w:r>
      <w:r w:rsidR="00C231DE">
        <w:rPr>
          <w:bCs/>
        </w:rPr>
        <w:t xml:space="preserve">rst you must try that and then </w:t>
      </w:r>
      <w:r w:rsidR="00D61E2D">
        <w:rPr>
          <w:bCs/>
        </w:rPr>
        <w:t>after two weeks…</w:t>
      </w:r>
    </w:p>
    <w:p w:rsidR="00C231DE" w:rsidRPr="00C231DE" w:rsidRDefault="009B3E3D" w:rsidP="00C231DE">
      <w:pPr>
        <w:pStyle w:val="Heading2"/>
      </w:pPr>
      <w:r>
        <w:t>G05BAF29</w:t>
      </w:r>
    </w:p>
    <w:p w:rsidR="00C231DE" w:rsidRDefault="00D61E2D" w:rsidP="00C231DE">
      <w:pPr>
        <w:rPr>
          <w:bCs/>
        </w:rPr>
      </w:pPr>
      <w:r>
        <w:rPr>
          <w:bCs/>
        </w:rPr>
        <w:t xml:space="preserve">You come back. </w:t>
      </w:r>
    </w:p>
    <w:p w:rsidR="00D61E2D" w:rsidRPr="00BE0963" w:rsidRDefault="009B3E3D" w:rsidP="00D61E2D">
      <w:pPr>
        <w:pStyle w:val="Heading2"/>
      </w:pPr>
      <w:r>
        <w:t>G05BAM28</w:t>
      </w:r>
    </w:p>
    <w:p w:rsidR="00D61E2D" w:rsidRDefault="00D61E2D" w:rsidP="00D61E2D">
      <w:pPr>
        <w:rPr>
          <w:bCs/>
        </w:rPr>
      </w:pPr>
      <w:r>
        <w:rPr>
          <w:bCs/>
        </w:rPr>
        <w:t xml:space="preserve">You come back. </w:t>
      </w:r>
    </w:p>
    <w:p w:rsidR="00737C8A" w:rsidRDefault="00737C8A" w:rsidP="00D61E2D">
      <w:pPr>
        <w:rPr>
          <w:bCs/>
        </w:rPr>
      </w:pPr>
    </w:p>
    <w:p w:rsidR="00737C8A" w:rsidRDefault="00737C8A" w:rsidP="00D61E2D">
      <w:pPr>
        <w:rPr>
          <w:bCs/>
        </w:rPr>
      </w:pPr>
      <w:r w:rsidRPr="00737C8A">
        <w:rPr>
          <w:bCs/>
        </w:rPr>
        <w:t>0:19:26.4</w:t>
      </w:r>
    </w:p>
    <w:p w:rsidR="00D61E2D" w:rsidRPr="00C231DE" w:rsidRDefault="009B3E3D" w:rsidP="00D61E2D">
      <w:pPr>
        <w:pStyle w:val="Heading2"/>
      </w:pPr>
      <w:r>
        <w:t>G05BAM24</w:t>
      </w:r>
    </w:p>
    <w:p w:rsidR="00C231DE" w:rsidRDefault="00D61E2D" w:rsidP="0038017E">
      <w:pPr>
        <w:rPr>
          <w:bCs/>
        </w:rPr>
      </w:pPr>
      <w:proofErr w:type="gramStart"/>
      <w:r>
        <w:rPr>
          <w:bCs/>
        </w:rPr>
        <w:t>There’s</w:t>
      </w:r>
      <w:proofErr w:type="gramEnd"/>
      <w:r>
        <w:rPr>
          <w:bCs/>
        </w:rPr>
        <w:t xml:space="preserve"> a feeling… there’s always that feeling that</w:t>
      </w:r>
      <w:r w:rsidR="00C231DE">
        <w:rPr>
          <w:bCs/>
        </w:rPr>
        <w:t xml:space="preserve"> going to a GP is a waste of time.</w:t>
      </w:r>
    </w:p>
    <w:p w:rsidR="00D61E2D" w:rsidRPr="00BE0963" w:rsidRDefault="009B3E3D" w:rsidP="00D61E2D">
      <w:pPr>
        <w:pStyle w:val="Heading2"/>
      </w:pPr>
      <w:r>
        <w:t>G05BAM28</w:t>
      </w:r>
    </w:p>
    <w:p w:rsidR="00C231DE" w:rsidRDefault="00C231DE" w:rsidP="0038017E">
      <w:pPr>
        <w:rPr>
          <w:bCs/>
        </w:rPr>
      </w:pPr>
      <w:proofErr w:type="gramStart"/>
      <w:r>
        <w:rPr>
          <w:bCs/>
        </w:rPr>
        <w:t>It’s</w:t>
      </w:r>
      <w:proofErr w:type="gramEnd"/>
      <w:r>
        <w:rPr>
          <w:bCs/>
        </w:rPr>
        <w:t xml:space="preserve"> a waste of time.</w:t>
      </w:r>
    </w:p>
    <w:p w:rsidR="00D61E2D" w:rsidRPr="00D61E2D" w:rsidRDefault="009B3E3D" w:rsidP="00D61E2D">
      <w:pPr>
        <w:pStyle w:val="Heading2"/>
      </w:pPr>
      <w:r>
        <w:t>G05BAM24</w:t>
      </w:r>
    </w:p>
    <w:p w:rsidR="00D61E2D" w:rsidRDefault="00D61E2D" w:rsidP="0038017E">
      <w:pPr>
        <w:rPr>
          <w:bCs/>
        </w:rPr>
      </w:pPr>
      <w:proofErr w:type="gramStart"/>
      <w:r>
        <w:rPr>
          <w:bCs/>
        </w:rPr>
        <w:t>Really.</w:t>
      </w:r>
      <w:proofErr w:type="gramEnd"/>
      <w:r>
        <w:rPr>
          <w:bCs/>
        </w:rPr>
        <w:t xml:space="preserve"> </w:t>
      </w:r>
    </w:p>
    <w:p w:rsidR="00D61E2D" w:rsidRPr="00D61E2D" w:rsidRDefault="009B3E3D" w:rsidP="00D61E2D">
      <w:pPr>
        <w:pStyle w:val="Heading2"/>
      </w:pPr>
      <w:r>
        <w:t>G05BAM28</w:t>
      </w:r>
    </w:p>
    <w:p w:rsidR="00951A4D" w:rsidRDefault="00F60622" w:rsidP="0038017E">
      <w:pPr>
        <w:rPr>
          <w:bCs/>
        </w:rPr>
      </w:pPr>
      <w:r>
        <w:rPr>
          <w:bCs/>
        </w:rPr>
        <w:t xml:space="preserve">Instead of a </w:t>
      </w:r>
      <w:r w:rsidR="00951A4D">
        <w:rPr>
          <w:bCs/>
        </w:rPr>
        <w:t>GP</w:t>
      </w:r>
      <w:r>
        <w:rPr>
          <w:bCs/>
        </w:rPr>
        <w:t>, you</w:t>
      </w:r>
      <w:r w:rsidR="00951A4D">
        <w:rPr>
          <w:bCs/>
        </w:rPr>
        <w:t xml:space="preserve"> can go</w:t>
      </w:r>
      <w:r w:rsidR="00D61E2D">
        <w:rPr>
          <w:bCs/>
        </w:rPr>
        <w:t xml:space="preserve"> to</w:t>
      </w:r>
      <w:r w:rsidR="00951A4D">
        <w:rPr>
          <w:bCs/>
        </w:rPr>
        <w:t xml:space="preserve"> the p</w:t>
      </w:r>
      <w:r w:rsidR="00D61E2D">
        <w:rPr>
          <w:bCs/>
        </w:rPr>
        <w:t>sy</w:t>
      </w:r>
      <w:r w:rsidR="00951A4D">
        <w:rPr>
          <w:bCs/>
        </w:rPr>
        <w:t>c</w:t>
      </w:r>
      <w:r w:rsidR="00D61E2D">
        <w:rPr>
          <w:bCs/>
        </w:rPr>
        <w:t>h</w:t>
      </w:r>
      <w:r w:rsidR="00951A4D">
        <w:rPr>
          <w:bCs/>
        </w:rPr>
        <w:t xml:space="preserve">ologist if </w:t>
      </w:r>
      <w:proofErr w:type="gramStart"/>
      <w:r w:rsidR="00951A4D">
        <w:rPr>
          <w:bCs/>
        </w:rPr>
        <w:t>it’s</w:t>
      </w:r>
      <w:proofErr w:type="gramEnd"/>
      <w:r w:rsidR="00951A4D">
        <w:rPr>
          <w:bCs/>
        </w:rPr>
        <w:t xml:space="preserve"> really… if it’s really concerning</w:t>
      </w:r>
      <w:r w:rsidR="00D61E2D">
        <w:rPr>
          <w:bCs/>
        </w:rPr>
        <w:t xml:space="preserve"> them</w:t>
      </w:r>
      <w:r w:rsidR="00951A4D">
        <w:rPr>
          <w:bCs/>
        </w:rPr>
        <w:t>, or to someone who deals with the use of mind</w:t>
      </w:r>
      <w:r w:rsidR="00D61E2D">
        <w:rPr>
          <w:bCs/>
        </w:rPr>
        <w:t>. You know, behaviour is… there are principals, you know, what I mean. B</w:t>
      </w:r>
      <w:r w:rsidR="00951A4D">
        <w:rPr>
          <w:bCs/>
        </w:rPr>
        <w:t>u</w:t>
      </w:r>
      <w:r w:rsidR="00D61E2D">
        <w:rPr>
          <w:bCs/>
        </w:rPr>
        <w:t xml:space="preserve">t GPs are useless persons here. </w:t>
      </w:r>
      <w:proofErr w:type="gramStart"/>
      <w:r w:rsidR="00D61E2D">
        <w:rPr>
          <w:bCs/>
        </w:rPr>
        <w:t>Highly paid but very useless, honestly.</w:t>
      </w:r>
      <w:proofErr w:type="gramEnd"/>
      <w:r w:rsidR="00D61E2D">
        <w:rPr>
          <w:bCs/>
        </w:rPr>
        <w:t xml:space="preserve"> </w:t>
      </w:r>
    </w:p>
    <w:p w:rsidR="00077F57" w:rsidRPr="00077F57" w:rsidRDefault="009B3E3D" w:rsidP="00077F57">
      <w:pPr>
        <w:pStyle w:val="Heading2"/>
      </w:pPr>
      <w:r>
        <w:t>G05BAM24</w:t>
      </w:r>
    </w:p>
    <w:p w:rsidR="00077F57" w:rsidRDefault="00077F57" w:rsidP="0038017E">
      <w:pPr>
        <w:rPr>
          <w:bCs/>
        </w:rPr>
      </w:pPr>
      <w:r>
        <w:rPr>
          <w:bCs/>
        </w:rPr>
        <w:t xml:space="preserve">Oh, yes, we can often find out </w:t>
      </w:r>
      <w:proofErr w:type="gramStart"/>
      <w:r>
        <w:rPr>
          <w:bCs/>
        </w:rPr>
        <w:t>who</w:t>
      </w:r>
      <w:proofErr w:type="gramEnd"/>
      <w:r>
        <w:rPr>
          <w:bCs/>
        </w:rPr>
        <w:t xml:space="preserve"> is there to [</w:t>
      </w:r>
      <w:proofErr w:type="spellStart"/>
      <w:r>
        <w:rPr>
          <w:bCs/>
        </w:rPr>
        <w:t>overtalking</w:t>
      </w:r>
      <w:proofErr w:type="spellEnd"/>
      <w:r>
        <w:rPr>
          <w:bCs/>
        </w:rPr>
        <w:t xml:space="preserve">] just, like, make them forget. </w:t>
      </w:r>
    </w:p>
    <w:p w:rsidR="00077F57" w:rsidRPr="00D61E2D" w:rsidRDefault="009B3E3D" w:rsidP="00077F57">
      <w:pPr>
        <w:pStyle w:val="Heading2"/>
      </w:pPr>
      <w:r>
        <w:t>G05BAM28</w:t>
      </w:r>
    </w:p>
    <w:p w:rsidR="00077F57" w:rsidRDefault="00077F57" w:rsidP="00077F57">
      <w:pPr>
        <w:rPr>
          <w:bCs/>
        </w:rPr>
      </w:pPr>
      <w:proofErr w:type="gramStart"/>
      <w:r>
        <w:rPr>
          <w:bCs/>
        </w:rPr>
        <w:t>Which one of the girls for you [unclear].</w:t>
      </w:r>
      <w:proofErr w:type="gramEnd"/>
    </w:p>
    <w:p w:rsidR="00737C8A" w:rsidRDefault="00737C8A" w:rsidP="00077F57">
      <w:pPr>
        <w:rPr>
          <w:bCs/>
        </w:rPr>
      </w:pPr>
    </w:p>
    <w:p w:rsidR="00737C8A" w:rsidRDefault="00737C8A" w:rsidP="00077F57">
      <w:pPr>
        <w:rPr>
          <w:bCs/>
        </w:rPr>
      </w:pPr>
      <w:r w:rsidRPr="00737C8A">
        <w:rPr>
          <w:bCs/>
        </w:rPr>
        <w:t>0:19:52.8</w:t>
      </w:r>
    </w:p>
    <w:p w:rsidR="00077F57" w:rsidRPr="00077F57" w:rsidRDefault="009B3E3D" w:rsidP="00077F57">
      <w:pPr>
        <w:pStyle w:val="Heading2"/>
      </w:pPr>
      <w:r>
        <w:t>G05BAF29</w:t>
      </w:r>
    </w:p>
    <w:p w:rsidR="00077F57" w:rsidRDefault="00077F57" w:rsidP="00077F57">
      <w:pPr>
        <w:rPr>
          <w:bCs/>
        </w:rPr>
      </w:pPr>
      <w:r>
        <w:rPr>
          <w:bCs/>
        </w:rPr>
        <w:t xml:space="preserve">I </w:t>
      </w:r>
      <w:proofErr w:type="gramStart"/>
      <w:r>
        <w:rPr>
          <w:bCs/>
        </w:rPr>
        <w:t>don’t</w:t>
      </w:r>
      <w:proofErr w:type="gramEnd"/>
      <w:r>
        <w:rPr>
          <w:bCs/>
        </w:rPr>
        <w:t xml:space="preserve"> imagine there’s any competition. </w:t>
      </w:r>
    </w:p>
    <w:p w:rsidR="00951A4D" w:rsidRPr="00951A4D" w:rsidRDefault="009B3E3D" w:rsidP="00951A4D">
      <w:pPr>
        <w:pStyle w:val="Heading2"/>
      </w:pPr>
      <w:r>
        <w:lastRenderedPageBreak/>
        <w:t>G05BAF25</w:t>
      </w:r>
    </w:p>
    <w:p w:rsidR="00951A4D" w:rsidRDefault="00951A4D" w:rsidP="0038017E">
      <w:pPr>
        <w:rPr>
          <w:bCs/>
        </w:rPr>
      </w:pPr>
      <w:r>
        <w:rPr>
          <w:bCs/>
        </w:rPr>
        <w:t xml:space="preserve">I think with </w:t>
      </w:r>
      <w:r w:rsidR="00042511">
        <w:rPr>
          <w:bCs/>
        </w:rPr>
        <w:t xml:space="preserve">the </w:t>
      </w:r>
      <w:r>
        <w:rPr>
          <w:bCs/>
        </w:rPr>
        <w:t xml:space="preserve">African communities, if you look at the African communities in Africa, for example, the healthcare system is not free. So, for us </w:t>
      </w:r>
      <w:proofErr w:type="gramStart"/>
      <w:r>
        <w:rPr>
          <w:bCs/>
        </w:rPr>
        <w:t>it’s</w:t>
      </w:r>
      <w:proofErr w:type="gramEnd"/>
      <w:r>
        <w:rPr>
          <w:bCs/>
        </w:rPr>
        <w:t xml:space="preserve"> like, you wait until you’re almost dying to go and see a doctor. So, I think that counts</w:t>
      </w:r>
      <w:r w:rsidR="007A7164">
        <w:rPr>
          <w:bCs/>
        </w:rPr>
        <w:t xml:space="preserve">, </w:t>
      </w:r>
      <w:proofErr w:type="gramStart"/>
      <w:r w:rsidR="007A7164">
        <w:rPr>
          <w:bCs/>
        </w:rPr>
        <w:t>you’re</w:t>
      </w:r>
      <w:proofErr w:type="gramEnd"/>
      <w:r w:rsidR="007A7164">
        <w:rPr>
          <w:bCs/>
        </w:rPr>
        <w:t xml:space="preserve"> old</w:t>
      </w:r>
      <w:r>
        <w:rPr>
          <w:bCs/>
        </w:rPr>
        <w:t>…</w:t>
      </w:r>
    </w:p>
    <w:p w:rsidR="00951A4D" w:rsidRDefault="009B3E3D" w:rsidP="00951A4D">
      <w:pPr>
        <w:pStyle w:val="Heading2"/>
      </w:pPr>
      <w:r>
        <w:t>G05BAF29</w:t>
      </w:r>
    </w:p>
    <w:p w:rsidR="00951A4D" w:rsidRDefault="00951A4D" w:rsidP="0038017E">
      <w:pPr>
        <w:rPr>
          <w:bCs/>
        </w:rPr>
      </w:pPr>
      <w:proofErr w:type="gramStart"/>
      <w:r>
        <w:rPr>
          <w:bCs/>
        </w:rPr>
        <w:t>Mentality.</w:t>
      </w:r>
      <w:proofErr w:type="gramEnd"/>
    </w:p>
    <w:p w:rsidR="00B67ACC" w:rsidRDefault="00B67ACC" w:rsidP="0038017E">
      <w:pPr>
        <w:rPr>
          <w:bCs/>
        </w:rPr>
      </w:pPr>
    </w:p>
    <w:p w:rsidR="00951A4D" w:rsidRPr="00A2031F" w:rsidRDefault="009B3E3D" w:rsidP="00951A4D">
      <w:pPr>
        <w:pStyle w:val="Heading2"/>
      </w:pPr>
      <w:r>
        <w:t>G05BAF25</w:t>
      </w:r>
    </w:p>
    <w:p w:rsidR="00B67ACC" w:rsidRDefault="00951A4D" w:rsidP="0038017E">
      <w:pPr>
        <w:rPr>
          <w:bCs/>
        </w:rPr>
      </w:pPr>
      <w:r>
        <w:rPr>
          <w:bCs/>
        </w:rPr>
        <w:t xml:space="preserve">I don’t need to see the doctor </w:t>
      </w:r>
      <w:r w:rsidR="007A7164">
        <w:rPr>
          <w:bCs/>
        </w:rPr>
        <w:t>until I have to, I’ll wait, maybe when I’m properly</w:t>
      </w:r>
      <w:r w:rsidR="00B67ACC">
        <w:rPr>
          <w:bCs/>
        </w:rPr>
        <w:t xml:space="preserve"> sick and </w:t>
      </w:r>
      <w:r w:rsidR="007A7164">
        <w:rPr>
          <w:bCs/>
        </w:rPr>
        <w:t xml:space="preserve">dying, </w:t>
      </w:r>
      <w:r w:rsidR="00B67ACC">
        <w:rPr>
          <w:bCs/>
        </w:rPr>
        <w:t xml:space="preserve">then that’s when I’ll go. I think </w:t>
      </w:r>
      <w:proofErr w:type="gramStart"/>
      <w:r w:rsidR="00B67ACC">
        <w:rPr>
          <w:bCs/>
        </w:rPr>
        <w:t>it’s</w:t>
      </w:r>
      <w:proofErr w:type="gramEnd"/>
      <w:r w:rsidR="00B67ACC">
        <w:rPr>
          <w:bCs/>
        </w:rPr>
        <w:t xml:space="preserve"> followed us even here, so we don’t have that urgency of going to see the doc</w:t>
      </w:r>
      <w:r w:rsidR="007A7164">
        <w:rPr>
          <w:bCs/>
        </w:rPr>
        <w:t>tor unless you’re really</w:t>
      </w:r>
      <w:r w:rsidR="00042511">
        <w:rPr>
          <w:bCs/>
        </w:rPr>
        <w:t xml:space="preserve"> </w:t>
      </w:r>
      <w:proofErr w:type="spellStart"/>
      <w:r w:rsidR="00042511">
        <w:rPr>
          <w:bCs/>
        </w:rPr>
        <w:t>really</w:t>
      </w:r>
      <w:proofErr w:type="spellEnd"/>
      <w:r w:rsidR="007A7164">
        <w:rPr>
          <w:bCs/>
        </w:rPr>
        <w:t xml:space="preserve"> sick. And I</w:t>
      </w:r>
      <w:r w:rsidR="00B67ACC">
        <w:rPr>
          <w:bCs/>
        </w:rPr>
        <w:t xml:space="preserve"> think that’s why</w:t>
      </w:r>
      <w:r w:rsidR="007A7164">
        <w:rPr>
          <w:bCs/>
        </w:rPr>
        <w:t xml:space="preserve"> there’s</w:t>
      </w:r>
      <w:r w:rsidR="00B67ACC">
        <w:rPr>
          <w:bCs/>
        </w:rPr>
        <w:t xml:space="preserve"> delay… we delay in finding out so many issues a</w:t>
      </w:r>
      <w:r w:rsidR="007A7164">
        <w:rPr>
          <w:bCs/>
        </w:rPr>
        <w:t>bout… yes, health issues about… y</w:t>
      </w:r>
      <w:r w:rsidR="00B67ACC">
        <w:rPr>
          <w:bCs/>
        </w:rPr>
        <w:t>ou know, it can be anything, diabetes or whatever. We take longer to respond</w:t>
      </w:r>
      <w:r w:rsidR="007A7164">
        <w:rPr>
          <w:bCs/>
        </w:rPr>
        <w:t xml:space="preserve"> to it</w:t>
      </w:r>
      <w:r w:rsidR="00B67ACC">
        <w:rPr>
          <w:bCs/>
        </w:rPr>
        <w:t xml:space="preserve"> because of where </w:t>
      </w:r>
      <w:proofErr w:type="gramStart"/>
      <w:r w:rsidR="00B67ACC">
        <w:rPr>
          <w:bCs/>
        </w:rPr>
        <w:t>we’ve</w:t>
      </w:r>
      <w:proofErr w:type="gramEnd"/>
      <w:r w:rsidR="00B67ACC">
        <w:rPr>
          <w:bCs/>
        </w:rPr>
        <w:t xml:space="preserve"> come from. We have easy access to the doctor, so is this really an important issue? Is this something really important to me to go and see th</w:t>
      </w:r>
      <w:r w:rsidR="007A7164">
        <w:rPr>
          <w:bCs/>
        </w:rPr>
        <w:t xml:space="preserve">e GP? </w:t>
      </w:r>
      <w:proofErr w:type="gramStart"/>
      <w:r w:rsidR="007A7164">
        <w:rPr>
          <w:bCs/>
        </w:rPr>
        <w:t>It’s</w:t>
      </w:r>
      <w:proofErr w:type="gramEnd"/>
      <w:r w:rsidR="007A7164">
        <w:rPr>
          <w:bCs/>
        </w:rPr>
        <w:t xml:space="preserve"> going to take time to</w:t>
      </w:r>
      <w:r w:rsidR="00B67ACC">
        <w:rPr>
          <w:bCs/>
        </w:rPr>
        <w:t>…</w:t>
      </w:r>
    </w:p>
    <w:p w:rsidR="00737C8A" w:rsidRDefault="00737C8A" w:rsidP="0038017E">
      <w:pPr>
        <w:rPr>
          <w:bCs/>
        </w:rPr>
      </w:pPr>
    </w:p>
    <w:p w:rsidR="00737C8A" w:rsidRDefault="00737C8A" w:rsidP="0038017E">
      <w:pPr>
        <w:rPr>
          <w:bCs/>
        </w:rPr>
      </w:pPr>
      <w:r w:rsidRPr="00737C8A">
        <w:rPr>
          <w:bCs/>
        </w:rPr>
        <w:t>0:20:52.3</w:t>
      </w:r>
    </w:p>
    <w:p w:rsidR="007A7164" w:rsidRPr="00D61E2D" w:rsidRDefault="009B3E3D" w:rsidP="007A7164">
      <w:pPr>
        <w:pStyle w:val="Heading2"/>
      </w:pPr>
      <w:r>
        <w:t>G05BAM28</w:t>
      </w:r>
    </w:p>
    <w:p w:rsidR="00B12303" w:rsidRDefault="00B67ACC" w:rsidP="0038017E">
      <w:pPr>
        <w:rPr>
          <w:bCs/>
        </w:rPr>
      </w:pPr>
      <w:proofErr w:type="gramStart"/>
      <w:r>
        <w:rPr>
          <w:bCs/>
        </w:rPr>
        <w:t>I</w:t>
      </w:r>
      <w:r w:rsidR="007A7164">
        <w:rPr>
          <w:bCs/>
        </w:rPr>
        <w:t>’ll</w:t>
      </w:r>
      <w:proofErr w:type="gramEnd"/>
      <w:r w:rsidR="007A7164">
        <w:rPr>
          <w:bCs/>
        </w:rPr>
        <w:t xml:space="preserve"> still go back to your</w:t>
      </w:r>
      <w:r>
        <w:rPr>
          <w:bCs/>
        </w:rPr>
        <w:t xml:space="preserve"> question </w:t>
      </w:r>
      <w:r w:rsidR="007A7164">
        <w:rPr>
          <w:bCs/>
        </w:rPr>
        <w:t>where you say</w:t>
      </w:r>
      <w:r>
        <w:rPr>
          <w:bCs/>
        </w:rPr>
        <w:t xml:space="preserve"> we need more awareness, because in this age of digital ways there are ot</w:t>
      </w:r>
      <w:r w:rsidR="007A7164">
        <w:rPr>
          <w:bCs/>
        </w:rPr>
        <w:t>her means. Education plays a big</w:t>
      </w:r>
      <w:r>
        <w:rPr>
          <w:bCs/>
        </w:rPr>
        <w:t xml:space="preserve"> part</w:t>
      </w:r>
      <w:r w:rsidR="007A7164">
        <w:rPr>
          <w:bCs/>
        </w:rPr>
        <w:t>. In most</w:t>
      </w:r>
      <w:r w:rsidR="00B12303">
        <w:rPr>
          <w:bCs/>
        </w:rPr>
        <w:t xml:space="preserve"> of </w:t>
      </w:r>
      <w:r w:rsidR="007A7164">
        <w:rPr>
          <w:bCs/>
        </w:rPr>
        <w:t xml:space="preserve">the </w:t>
      </w:r>
      <w:r w:rsidR="00B12303">
        <w:rPr>
          <w:bCs/>
        </w:rPr>
        <w:t>older people… ol</w:t>
      </w:r>
      <w:r w:rsidR="007A7164">
        <w:rPr>
          <w:bCs/>
        </w:rPr>
        <w:t xml:space="preserve">der generation, </w:t>
      </w:r>
      <w:proofErr w:type="gramStart"/>
      <w:r w:rsidR="007A7164">
        <w:rPr>
          <w:bCs/>
        </w:rPr>
        <w:t>they’re</w:t>
      </w:r>
      <w:proofErr w:type="gramEnd"/>
      <w:r w:rsidR="007A7164">
        <w:rPr>
          <w:bCs/>
        </w:rPr>
        <w:t xml:space="preserve"> not as likely</w:t>
      </w:r>
      <w:r w:rsidR="00B12303">
        <w:rPr>
          <w:bCs/>
        </w:rPr>
        <w:t xml:space="preserve"> to</w:t>
      </w:r>
      <w:r w:rsidR="00042511">
        <w:rPr>
          <w:bCs/>
        </w:rPr>
        <w:t xml:space="preserve"> go to</w:t>
      </w:r>
      <w:r w:rsidR="00B12303">
        <w:rPr>
          <w:bCs/>
        </w:rPr>
        <w:t xml:space="preserve"> Google what their problem is and f</w:t>
      </w:r>
      <w:r w:rsidR="007A7164">
        <w:rPr>
          <w:bCs/>
        </w:rPr>
        <w:t>ind a solution to that. Unless, if we had a</w:t>
      </w:r>
      <w:r w:rsidR="00B12303">
        <w:rPr>
          <w:bCs/>
        </w:rPr>
        <w:t xml:space="preserve"> community programme that brings awarenes</w:t>
      </w:r>
      <w:r w:rsidR="007A7164">
        <w:rPr>
          <w:bCs/>
        </w:rPr>
        <w:t>s to black people, you know, because</w:t>
      </w:r>
      <w:r w:rsidR="00B12303">
        <w:rPr>
          <w:bCs/>
        </w:rPr>
        <w:t xml:space="preserve"> my father cannot go and type</w:t>
      </w:r>
      <w:r w:rsidR="007A7164">
        <w:rPr>
          <w:bCs/>
        </w:rPr>
        <w:t xml:space="preserve"> in</w:t>
      </w:r>
      <w:r w:rsidR="00B12303">
        <w:rPr>
          <w:bCs/>
        </w:rPr>
        <w:t xml:space="preserve"> Google that he’s forgetting all the… you know. So, awareness programmes will play a big part in…</w:t>
      </w:r>
    </w:p>
    <w:p w:rsidR="00B12303" w:rsidRDefault="009B3E3D" w:rsidP="00B12303">
      <w:pPr>
        <w:pStyle w:val="Heading2"/>
      </w:pPr>
      <w:r>
        <w:t>UCLRA01</w:t>
      </w:r>
      <w:r w:rsidR="00B12303" w:rsidRPr="00183E32">
        <w:t xml:space="preserve"> </w:t>
      </w:r>
    </w:p>
    <w:p w:rsidR="007A7164" w:rsidRDefault="007A7164" w:rsidP="0038017E">
      <w:pPr>
        <w:rPr>
          <w:bCs/>
        </w:rPr>
      </w:pPr>
      <w:r>
        <w:rPr>
          <w:bCs/>
        </w:rPr>
        <w:t>Will play a big part?</w:t>
      </w:r>
    </w:p>
    <w:p w:rsidR="007A7164" w:rsidRPr="00D61E2D" w:rsidRDefault="009B3E3D" w:rsidP="007A7164">
      <w:pPr>
        <w:pStyle w:val="Heading2"/>
      </w:pPr>
      <w:r>
        <w:t>G05BAM28</w:t>
      </w:r>
    </w:p>
    <w:p w:rsidR="007A7164" w:rsidRDefault="007A7164" w:rsidP="0038017E">
      <w:pPr>
        <w:rPr>
          <w:bCs/>
        </w:rPr>
      </w:pPr>
      <w:r>
        <w:rPr>
          <w:bCs/>
        </w:rPr>
        <w:t>Yes.</w:t>
      </w:r>
    </w:p>
    <w:p w:rsidR="007A7164" w:rsidRDefault="009B3E3D" w:rsidP="007A7164">
      <w:pPr>
        <w:pStyle w:val="Heading2"/>
      </w:pPr>
      <w:r>
        <w:t>UCLRA01</w:t>
      </w:r>
      <w:r w:rsidR="007A7164" w:rsidRPr="00183E32">
        <w:t xml:space="preserve"> </w:t>
      </w:r>
    </w:p>
    <w:p w:rsidR="005B4AF8" w:rsidRDefault="007A7164" w:rsidP="0038017E">
      <w:pPr>
        <w:rPr>
          <w:bCs/>
        </w:rPr>
      </w:pPr>
      <w:r>
        <w:rPr>
          <w:bCs/>
        </w:rPr>
        <w:t xml:space="preserve">Thank you. So, you said that… </w:t>
      </w:r>
      <w:r w:rsidR="005B4AF8">
        <w:rPr>
          <w:bCs/>
        </w:rPr>
        <w:t>you mentioned the health system in Africa.</w:t>
      </w:r>
    </w:p>
    <w:p w:rsidR="005B4AF8" w:rsidRPr="009B3E3D" w:rsidRDefault="009B3E3D" w:rsidP="00F07810">
      <w:pPr>
        <w:pStyle w:val="Heading2"/>
      </w:pPr>
      <w:r>
        <w:t>G05BAF25</w:t>
      </w:r>
    </w:p>
    <w:p w:rsidR="005B4AF8" w:rsidRPr="009B3E3D" w:rsidRDefault="005B4AF8" w:rsidP="0038017E">
      <w:pPr>
        <w:rPr>
          <w:bCs/>
        </w:rPr>
      </w:pPr>
      <w:proofErr w:type="gramStart"/>
      <w:r w:rsidRPr="009B3E3D">
        <w:rPr>
          <w:bCs/>
        </w:rPr>
        <w:t>Mm hmm.</w:t>
      </w:r>
      <w:proofErr w:type="gramEnd"/>
    </w:p>
    <w:p w:rsidR="005B4AF8" w:rsidRPr="009B3E3D" w:rsidRDefault="009B3E3D" w:rsidP="00F07810">
      <w:pPr>
        <w:pStyle w:val="Heading2"/>
      </w:pPr>
      <w:r w:rsidRPr="009B3E3D">
        <w:t>UCLRA01</w:t>
      </w:r>
      <w:r w:rsidR="005B4AF8" w:rsidRPr="009B3E3D">
        <w:t xml:space="preserve"> </w:t>
      </w:r>
    </w:p>
    <w:p w:rsidR="005B4AF8" w:rsidRDefault="005B4AF8" w:rsidP="0038017E">
      <w:pPr>
        <w:rPr>
          <w:bCs/>
        </w:rPr>
      </w:pPr>
      <w:r>
        <w:rPr>
          <w:bCs/>
        </w:rPr>
        <w:t>We discussed with some people an</w:t>
      </w:r>
      <w:r w:rsidR="00042511">
        <w:rPr>
          <w:bCs/>
        </w:rPr>
        <w:t>d some people said, if you do</w:t>
      </w:r>
      <w:r>
        <w:rPr>
          <w:bCs/>
        </w:rPr>
        <w:t xml:space="preserve"> have</w:t>
      </w:r>
      <w:r w:rsidR="007A7164">
        <w:rPr>
          <w:bCs/>
        </w:rPr>
        <w:t xml:space="preserve"> a</w:t>
      </w:r>
      <w:r>
        <w:rPr>
          <w:bCs/>
        </w:rPr>
        <w:t xml:space="preserve"> memory problem to deal with, it’s usually better to be back home whether in Africa or in the Caribbean, only b</w:t>
      </w:r>
      <w:r w:rsidR="007A7164">
        <w:rPr>
          <w:bCs/>
        </w:rPr>
        <w:t>ecause they know it’s actually [unclear] being</w:t>
      </w:r>
      <w:r>
        <w:rPr>
          <w:bCs/>
        </w:rPr>
        <w:t xml:space="preserve"> here. What do you think about that?</w:t>
      </w:r>
    </w:p>
    <w:p w:rsidR="00737C8A" w:rsidRDefault="00737C8A" w:rsidP="0038017E">
      <w:pPr>
        <w:rPr>
          <w:bCs/>
        </w:rPr>
      </w:pPr>
    </w:p>
    <w:p w:rsidR="00737C8A" w:rsidRDefault="00737C8A" w:rsidP="0038017E">
      <w:pPr>
        <w:rPr>
          <w:bCs/>
        </w:rPr>
      </w:pPr>
      <w:r w:rsidRPr="00737C8A">
        <w:rPr>
          <w:bCs/>
        </w:rPr>
        <w:t>0:21:58.5</w:t>
      </w:r>
    </w:p>
    <w:p w:rsidR="007A7164" w:rsidRPr="007A7164" w:rsidRDefault="009B3E3D" w:rsidP="007A7164">
      <w:pPr>
        <w:pStyle w:val="Heading2"/>
      </w:pPr>
      <w:r>
        <w:t>G05BAM24</w:t>
      </w:r>
    </w:p>
    <w:p w:rsidR="005B4AF8" w:rsidRDefault="007A7164" w:rsidP="0038017E">
      <w:pPr>
        <w:rPr>
          <w:bCs/>
        </w:rPr>
      </w:pPr>
      <w:r>
        <w:rPr>
          <w:bCs/>
        </w:rPr>
        <w:t>You mean like older</w:t>
      </w:r>
      <w:r w:rsidR="005B4AF8">
        <w:rPr>
          <w:bCs/>
        </w:rPr>
        <w:t xml:space="preserve"> people going back</w:t>
      </w:r>
      <w:r>
        <w:rPr>
          <w:bCs/>
        </w:rPr>
        <w:t xml:space="preserve"> if </w:t>
      </w:r>
      <w:proofErr w:type="gramStart"/>
      <w:r>
        <w:rPr>
          <w:bCs/>
        </w:rPr>
        <w:t>they’re</w:t>
      </w:r>
      <w:proofErr w:type="gramEnd"/>
      <w:r>
        <w:rPr>
          <w:bCs/>
        </w:rPr>
        <w:t xml:space="preserve"> having…?</w:t>
      </w:r>
    </w:p>
    <w:p w:rsidR="005B4AF8" w:rsidRDefault="009B3E3D" w:rsidP="00F07810">
      <w:pPr>
        <w:pStyle w:val="Heading2"/>
      </w:pPr>
      <w:r>
        <w:t>UCLRA01</w:t>
      </w:r>
      <w:r w:rsidR="005B4AF8" w:rsidRPr="00183E32">
        <w:t xml:space="preserve"> </w:t>
      </w:r>
    </w:p>
    <w:p w:rsidR="005B4AF8" w:rsidRDefault="005B4AF8" w:rsidP="0038017E">
      <w:pPr>
        <w:rPr>
          <w:bCs/>
        </w:rPr>
      </w:pPr>
      <w:r>
        <w:rPr>
          <w:bCs/>
        </w:rPr>
        <w:t>No, some people said, having to deal with a memory problem, it’s better if you’re at home… back h</w:t>
      </w:r>
      <w:r w:rsidR="007A7164">
        <w:rPr>
          <w:bCs/>
        </w:rPr>
        <w:t xml:space="preserve">ome, you know, in Africa. Other </w:t>
      </w:r>
      <w:r>
        <w:rPr>
          <w:bCs/>
        </w:rPr>
        <w:t>said, no, they prefer being in this country for whatever reason. What are your feelings?</w:t>
      </w:r>
    </w:p>
    <w:p w:rsidR="005B4AF8" w:rsidRPr="00A2031F" w:rsidRDefault="009B3E3D" w:rsidP="00F07810">
      <w:pPr>
        <w:pStyle w:val="Heading2"/>
      </w:pPr>
      <w:r>
        <w:t>G05BAF25</w:t>
      </w:r>
    </w:p>
    <w:p w:rsidR="005B4AF8" w:rsidRDefault="005B4AF8" w:rsidP="0038017E">
      <w:pPr>
        <w:rPr>
          <w:bCs/>
        </w:rPr>
      </w:pPr>
      <w:proofErr w:type="gramStart"/>
      <w:r>
        <w:rPr>
          <w:bCs/>
        </w:rPr>
        <w:t>No, I personally…</w:t>
      </w:r>
      <w:proofErr w:type="gramEnd"/>
      <w:r>
        <w:rPr>
          <w:bCs/>
        </w:rPr>
        <w:t xml:space="preserve"> I th</w:t>
      </w:r>
      <w:r w:rsidR="007A7164">
        <w:rPr>
          <w:bCs/>
        </w:rPr>
        <w:t xml:space="preserve">ink </w:t>
      </w:r>
      <w:proofErr w:type="gramStart"/>
      <w:r w:rsidR="007A7164">
        <w:rPr>
          <w:bCs/>
        </w:rPr>
        <w:t>it’s</w:t>
      </w:r>
      <w:proofErr w:type="gramEnd"/>
      <w:r w:rsidR="007A7164">
        <w:rPr>
          <w:bCs/>
        </w:rPr>
        <w:t xml:space="preserve"> much better if you having memory problems - severe ones - </w:t>
      </w:r>
      <w:r>
        <w:rPr>
          <w:bCs/>
        </w:rPr>
        <w:t xml:space="preserve">it would be better back home. As you said, </w:t>
      </w:r>
      <w:proofErr w:type="gramStart"/>
      <w:r>
        <w:rPr>
          <w:bCs/>
        </w:rPr>
        <w:t>the</w:t>
      </w:r>
      <w:r w:rsidR="00F77BC8">
        <w:rPr>
          <w:bCs/>
        </w:rPr>
        <w:t>re’s</w:t>
      </w:r>
      <w:proofErr w:type="gramEnd"/>
      <w:r>
        <w:rPr>
          <w:bCs/>
        </w:rPr>
        <w:t xml:space="preserve"> support back home… family support networks back home, because</w:t>
      </w:r>
      <w:r w:rsidR="007A7164">
        <w:rPr>
          <w:bCs/>
        </w:rPr>
        <w:t>, like,</w:t>
      </w:r>
      <w:r>
        <w:rPr>
          <w:bCs/>
        </w:rPr>
        <w:t xml:space="preserve"> there is always somebody who is going to take care of that elderly pe</w:t>
      </w:r>
      <w:r w:rsidR="007A7164">
        <w:rPr>
          <w:bCs/>
        </w:rPr>
        <w:t>rson, always somebody assigned. B</w:t>
      </w:r>
      <w:r>
        <w:rPr>
          <w:bCs/>
        </w:rPr>
        <w:t xml:space="preserve">ut here, everybody is for </w:t>
      </w:r>
      <w:proofErr w:type="gramStart"/>
      <w:r>
        <w:rPr>
          <w:bCs/>
        </w:rPr>
        <w:t>yourself</w:t>
      </w:r>
      <w:proofErr w:type="gramEnd"/>
      <w:r>
        <w:rPr>
          <w:bCs/>
        </w:rPr>
        <w:t xml:space="preserve">. I mean, if your children… like, for </w:t>
      </w:r>
      <w:r w:rsidR="00C275EB">
        <w:rPr>
          <w:bCs/>
        </w:rPr>
        <w:t>example, if</w:t>
      </w:r>
      <w:r w:rsidR="001B5395">
        <w:rPr>
          <w:bCs/>
        </w:rPr>
        <w:t xml:space="preserve"> I had children </w:t>
      </w:r>
      <w:r>
        <w:rPr>
          <w:bCs/>
        </w:rPr>
        <w:t xml:space="preserve">and </w:t>
      </w:r>
      <w:proofErr w:type="gramStart"/>
      <w:r>
        <w:rPr>
          <w:bCs/>
        </w:rPr>
        <w:t>they’ve</w:t>
      </w:r>
      <w:proofErr w:type="gramEnd"/>
      <w:r>
        <w:rPr>
          <w:bCs/>
        </w:rPr>
        <w:t xml:space="preserve"> all grown up, gone from their </w:t>
      </w:r>
      <w:r w:rsidR="001B5395">
        <w:rPr>
          <w:bCs/>
        </w:rPr>
        <w:t>own homes and…</w:t>
      </w:r>
    </w:p>
    <w:p w:rsidR="005B4AF8" w:rsidRDefault="005B4AF8" w:rsidP="0038017E">
      <w:pPr>
        <w:rPr>
          <w:bCs/>
        </w:rPr>
      </w:pPr>
    </w:p>
    <w:p w:rsidR="005B4AF8" w:rsidRDefault="005B4AF8" w:rsidP="0038017E">
      <w:pPr>
        <w:rPr>
          <w:bCs/>
        </w:rPr>
      </w:pPr>
      <w:r w:rsidRPr="005B4AF8">
        <w:rPr>
          <w:bCs/>
        </w:rPr>
        <w:t>0:22:39.0</w:t>
      </w:r>
    </w:p>
    <w:p w:rsidR="005B4AF8" w:rsidRDefault="009B3E3D" w:rsidP="00F07810">
      <w:pPr>
        <w:pStyle w:val="Heading2"/>
      </w:pPr>
      <w:r>
        <w:t>G05BAF29</w:t>
      </w:r>
    </w:p>
    <w:p w:rsidR="005B4AF8" w:rsidRDefault="005B4AF8" w:rsidP="0038017E">
      <w:pPr>
        <w:rPr>
          <w:bCs/>
        </w:rPr>
      </w:pPr>
      <w:proofErr w:type="gramStart"/>
      <w:r>
        <w:rPr>
          <w:bCs/>
        </w:rPr>
        <w:t>They’ve got</w:t>
      </w:r>
      <w:proofErr w:type="gramEnd"/>
      <w:r>
        <w:rPr>
          <w:bCs/>
        </w:rPr>
        <w:t xml:space="preserve"> their own lives.</w:t>
      </w:r>
    </w:p>
    <w:p w:rsidR="005B4AF8" w:rsidRDefault="009B3E3D" w:rsidP="00BB127C">
      <w:pPr>
        <w:pStyle w:val="Heading2"/>
      </w:pPr>
      <w:r>
        <w:t>G05BAF25</w:t>
      </w:r>
    </w:p>
    <w:p w:rsidR="005B4AF8" w:rsidRDefault="005B4AF8" w:rsidP="005B4AF8">
      <w:pPr>
        <w:rPr>
          <w:bCs/>
        </w:rPr>
      </w:pPr>
      <w:r>
        <w:rPr>
          <w:bCs/>
        </w:rPr>
        <w:t>Old people live by themselves in their homes.</w:t>
      </w:r>
    </w:p>
    <w:p w:rsidR="005B4AF8" w:rsidRDefault="009B3E3D" w:rsidP="00BB127C">
      <w:pPr>
        <w:pStyle w:val="Heading2"/>
      </w:pPr>
      <w:r>
        <w:t>G05BAF27</w:t>
      </w:r>
    </w:p>
    <w:p w:rsidR="005B4AF8" w:rsidRDefault="005B4AF8" w:rsidP="005B4AF8">
      <w:pPr>
        <w:rPr>
          <w:bCs/>
        </w:rPr>
      </w:pPr>
      <w:proofErr w:type="gramStart"/>
      <w:r>
        <w:rPr>
          <w:bCs/>
        </w:rPr>
        <w:t>Exactly.</w:t>
      </w:r>
      <w:proofErr w:type="gramEnd"/>
    </w:p>
    <w:p w:rsidR="005B4AF8" w:rsidRPr="00A2031F" w:rsidRDefault="009B3E3D" w:rsidP="00BB127C">
      <w:pPr>
        <w:pStyle w:val="Heading2"/>
      </w:pPr>
      <w:r>
        <w:t>G05BAF25</w:t>
      </w:r>
    </w:p>
    <w:p w:rsidR="005B4AF8" w:rsidRDefault="005B4AF8" w:rsidP="005B4AF8">
      <w:pPr>
        <w:rPr>
          <w:bCs/>
        </w:rPr>
      </w:pPr>
      <w:r>
        <w:rPr>
          <w:bCs/>
        </w:rPr>
        <w:t>So, if you have a mem</w:t>
      </w:r>
      <w:r w:rsidR="001B5395">
        <w:rPr>
          <w:bCs/>
        </w:rPr>
        <w:t xml:space="preserve">ory problem and you </w:t>
      </w:r>
      <w:proofErr w:type="gramStart"/>
      <w:r w:rsidR="001B5395">
        <w:rPr>
          <w:bCs/>
        </w:rPr>
        <w:t>don’t</w:t>
      </w:r>
      <w:proofErr w:type="gramEnd"/>
      <w:r w:rsidR="001B5395">
        <w:rPr>
          <w:bCs/>
        </w:rPr>
        <w:t xml:space="preserve"> have… U</w:t>
      </w:r>
      <w:r>
        <w:rPr>
          <w:bCs/>
        </w:rPr>
        <w:t>nless yo</w:t>
      </w:r>
      <w:r w:rsidR="001B5395">
        <w:rPr>
          <w:bCs/>
        </w:rPr>
        <w:t>u have an assigned support or [unclear], which I don’t think they do it for hours, m</w:t>
      </w:r>
      <w:r>
        <w:rPr>
          <w:bCs/>
        </w:rPr>
        <w:t>aybe two or three hours a day or something, you will ha</w:t>
      </w:r>
      <w:r w:rsidR="001B5395">
        <w:rPr>
          <w:bCs/>
        </w:rPr>
        <w:t xml:space="preserve">ve a very rough time if you’re here in the UK. </w:t>
      </w:r>
    </w:p>
    <w:p w:rsidR="001B5395" w:rsidRPr="001B5395" w:rsidRDefault="009B3E3D" w:rsidP="001B5395">
      <w:pPr>
        <w:pStyle w:val="Heading2"/>
      </w:pPr>
      <w:r>
        <w:t>G05BAM28</w:t>
      </w:r>
    </w:p>
    <w:p w:rsidR="005B4AF8" w:rsidRDefault="005B4AF8" w:rsidP="00B12A78">
      <w:pPr>
        <w:rPr>
          <w:bCs/>
        </w:rPr>
      </w:pPr>
      <w:proofErr w:type="gramStart"/>
      <w:r>
        <w:rPr>
          <w:bCs/>
        </w:rPr>
        <w:t>It’s</w:t>
      </w:r>
      <w:proofErr w:type="gramEnd"/>
      <w:r>
        <w:rPr>
          <w:bCs/>
        </w:rPr>
        <w:t xml:space="preserve"> a shame really be</w:t>
      </w:r>
      <w:r w:rsidR="001B5395">
        <w:rPr>
          <w:bCs/>
        </w:rPr>
        <w:t xml:space="preserve">cause most of these community centres, they’re being closed for </w:t>
      </w:r>
      <w:r w:rsidR="00A40563">
        <w:rPr>
          <w:bCs/>
        </w:rPr>
        <w:t>other places</w:t>
      </w:r>
      <w:r w:rsidR="001B5395">
        <w:rPr>
          <w:bCs/>
        </w:rPr>
        <w:t>, you see</w:t>
      </w:r>
      <w:r w:rsidR="00A40563">
        <w:rPr>
          <w:bCs/>
        </w:rPr>
        <w:t xml:space="preserve">. Old people they used to go out </w:t>
      </w:r>
      <w:r w:rsidR="001B5395">
        <w:rPr>
          <w:bCs/>
        </w:rPr>
        <w:t>and play bingo and everything, practice their memory now. But all the</w:t>
      </w:r>
      <w:r w:rsidR="00C275EB">
        <w:rPr>
          <w:bCs/>
        </w:rPr>
        <w:t>se</w:t>
      </w:r>
      <w:r w:rsidR="00A40563">
        <w:rPr>
          <w:bCs/>
        </w:rPr>
        <w:t xml:space="preserve"> centres now, </w:t>
      </w:r>
      <w:proofErr w:type="gramStart"/>
      <w:r w:rsidR="00A40563">
        <w:rPr>
          <w:bCs/>
        </w:rPr>
        <w:t>they’re</w:t>
      </w:r>
      <w:proofErr w:type="gramEnd"/>
      <w:r w:rsidR="00A40563">
        <w:rPr>
          <w:bCs/>
        </w:rPr>
        <w:t xml:space="preserve"> getting closed. So, if </w:t>
      </w:r>
      <w:r w:rsidR="001B5395">
        <w:rPr>
          <w:bCs/>
        </w:rPr>
        <w:t xml:space="preserve">you live on your own </w:t>
      </w:r>
      <w:proofErr w:type="gramStart"/>
      <w:r w:rsidR="001B5395">
        <w:rPr>
          <w:bCs/>
        </w:rPr>
        <w:t>you’re</w:t>
      </w:r>
      <w:proofErr w:type="gramEnd"/>
      <w:r w:rsidR="001B5395">
        <w:rPr>
          <w:bCs/>
        </w:rPr>
        <w:t xml:space="preserve"> bound to suffer.</w:t>
      </w:r>
      <w:r w:rsidR="00A40563">
        <w:rPr>
          <w:bCs/>
        </w:rPr>
        <w:t xml:space="preserve"> </w:t>
      </w:r>
      <w:r w:rsidR="001B5395">
        <w:rPr>
          <w:bCs/>
        </w:rPr>
        <w:t xml:space="preserve">So, it’s, sort of, a matter of, are </w:t>
      </w:r>
      <w:proofErr w:type="gramStart"/>
      <w:r w:rsidR="001B5395">
        <w:rPr>
          <w:bCs/>
        </w:rPr>
        <w:t>we better</w:t>
      </w:r>
      <w:proofErr w:type="gramEnd"/>
      <w:r w:rsidR="001B5395">
        <w:rPr>
          <w:bCs/>
        </w:rPr>
        <w:t xml:space="preserve"> off living in Africa or here? B</w:t>
      </w:r>
      <w:r w:rsidR="00A40563">
        <w:rPr>
          <w:bCs/>
        </w:rPr>
        <w:t xml:space="preserve">ut </w:t>
      </w:r>
      <w:r w:rsidR="001B5395">
        <w:rPr>
          <w:bCs/>
        </w:rPr>
        <w:t>it depends… it depends whether… am I connected with this</w:t>
      </w:r>
      <w:r w:rsidR="00A40563">
        <w:rPr>
          <w:bCs/>
        </w:rPr>
        <w:t xml:space="preserve"> society for me to… Because forgetful</w:t>
      </w:r>
      <w:r w:rsidR="001B5395">
        <w:rPr>
          <w:bCs/>
        </w:rPr>
        <w:t>ness also depends with s</w:t>
      </w:r>
      <w:r w:rsidR="00B12A78">
        <w:rPr>
          <w:bCs/>
        </w:rPr>
        <w:t>ociety</w:t>
      </w:r>
      <w:r w:rsidR="001B5395">
        <w:rPr>
          <w:bCs/>
        </w:rPr>
        <w:t xml:space="preserve"> behaviour that surrounds you, you </w:t>
      </w:r>
      <w:proofErr w:type="gramStart"/>
      <w:r w:rsidR="001B5395">
        <w:rPr>
          <w:bCs/>
        </w:rPr>
        <w:t>see,</w:t>
      </w:r>
      <w:proofErr w:type="gramEnd"/>
      <w:r w:rsidR="001B5395">
        <w:rPr>
          <w:bCs/>
        </w:rPr>
        <w:t xml:space="preserve"> social behaviour. Also, </w:t>
      </w:r>
      <w:r w:rsidR="00A40563">
        <w:rPr>
          <w:bCs/>
        </w:rPr>
        <w:t xml:space="preserve">if </w:t>
      </w:r>
      <w:r w:rsidR="001B5395">
        <w:rPr>
          <w:bCs/>
        </w:rPr>
        <w:t>you remain too secluded… individualist</w:t>
      </w:r>
      <w:r w:rsidR="00B12A78">
        <w:rPr>
          <w:bCs/>
        </w:rPr>
        <w:t>ic</w:t>
      </w:r>
      <w:r w:rsidR="001B5395">
        <w:rPr>
          <w:bCs/>
        </w:rPr>
        <w:t xml:space="preserve"> </w:t>
      </w:r>
      <w:r w:rsidR="00A40563">
        <w:rPr>
          <w:bCs/>
        </w:rPr>
        <w:t>most of the time, you will tend… you</w:t>
      </w:r>
      <w:r w:rsidR="001B5395">
        <w:rPr>
          <w:bCs/>
        </w:rPr>
        <w:t xml:space="preserve"> might tend to be your own </w:t>
      </w:r>
      <w:proofErr w:type="gramStart"/>
      <w:r w:rsidR="001B5395">
        <w:rPr>
          <w:bCs/>
        </w:rPr>
        <w:t>mind,</w:t>
      </w:r>
      <w:proofErr w:type="gramEnd"/>
      <w:r w:rsidR="001B5395">
        <w:rPr>
          <w:bCs/>
        </w:rPr>
        <w:t xml:space="preserve"> you become secluded from m</w:t>
      </w:r>
      <w:r w:rsidR="00A40563">
        <w:rPr>
          <w:bCs/>
        </w:rPr>
        <w:t xml:space="preserve">any things in life. </w:t>
      </w:r>
    </w:p>
    <w:p w:rsidR="00737C8A" w:rsidRDefault="00737C8A" w:rsidP="005B4AF8">
      <w:pPr>
        <w:rPr>
          <w:bCs/>
        </w:rPr>
      </w:pPr>
    </w:p>
    <w:p w:rsidR="00737C8A" w:rsidRDefault="00737C8A" w:rsidP="005B4AF8">
      <w:pPr>
        <w:rPr>
          <w:bCs/>
        </w:rPr>
      </w:pPr>
      <w:r w:rsidRPr="00737C8A">
        <w:rPr>
          <w:bCs/>
        </w:rPr>
        <w:t>0:23:38.7</w:t>
      </w:r>
    </w:p>
    <w:p w:rsidR="00134C3D" w:rsidRPr="00134C3D" w:rsidRDefault="009B3E3D" w:rsidP="00134C3D">
      <w:pPr>
        <w:pStyle w:val="Heading2"/>
      </w:pPr>
      <w:r>
        <w:lastRenderedPageBreak/>
        <w:t>UCLRA01</w:t>
      </w:r>
      <w:r w:rsidR="00134C3D" w:rsidRPr="00134C3D">
        <w:t xml:space="preserve"> </w:t>
      </w:r>
    </w:p>
    <w:p w:rsidR="002C302A" w:rsidRDefault="00134C3D" w:rsidP="005B4AF8">
      <w:pPr>
        <w:rPr>
          <w:bCs/>
        </w:rPr>
      </w:pPr>
      <w:r>
        <w:rPr>
          <w:bCs/>
        </w:rPr>
        <w:t xml:space="preserve">Thank you. </w:t>
      </w:r>
    </w:p>
    <w:p w:rsidR="002C302A" w:rsidRPr="002C302A" w:rsidRDefault="009B3E3D" w:rsidP="002C302A">
      <w:pPr>
        <w:pStyle w:val="Heading2"/>
      </w:pPr>
      <w:r>
        <w:t>G05BAF26</w:t>
      </w:r>
    </w:p>
    <w:p w:rsidR="002C302A" w:rsidRDefault="002C302A" w:rsidP="005B4AF8">
      <w:pPr>
        <w:rPr>
          <w:bCs/>
        </w:rPr>
      </w:pPr>
      <w:r>
        <w:rPr>
          <w:bCs/>
        </w:rPr>
        <w:t>But I think another reason why people are…</w:t>
      </w:r>
    </w:p>
    <w:p w:rsidR="00226647" w:rsidRPr="00226647" w:rsidRDefault="009B3E3D" w:rsidP="00226647">
      <w:pPr>
        <w:pStyle w:val="Heading2"/>
      </w:pPr>
      <w:r>
        <w:t>G05BAF27</w:t>
      </w:r>
    </w:p>
    <w:p w:rsidR="00226647" w:rsidRDefault="00226647" w:rsidP="005B4AF8">
      <w:pPr>
        <w:rPr>
          <w:bCs/>
        </w:rPr>
      </w:pPr>
      <w:r>
        <w:rPr>
          <w:bCs/>
        </w:rPr>
        <w:t>You were speaking, sorry.</w:t>
      </w:r>
    </w:p>
    <w:p w:rsidR="00226647" w:rsidRPr="00226647" w:rsidRDefault="009B3E3D" w:rsidP="00226647">
      <w:pPr>
        <w:pStyle w:val="Heading2"/>
      </w:pPr>
      <w:r>
        <w:t>UCLRA01</w:t>
      </w:r>
      <w:r w:rsidR="00226647" w:rsidRPr="00226647">
        <w:t xml:space="preserve"> </w:t>
      </w:r>
    </w:p>
    <w:p w:rsidR="00226647" w:rsidRDefault="00226647" w:rsidP="005B4AF8">
      <w:pPr>
        <w:rPr>
          <w:bCs/>
        </w:rPr>
      </w:pPr>
      <w:r>
        <w:rPr>
          <w:bCs/>
        </w:rPr>
        <w:t xml:space="preserve">No, </w:t>
      </w:r>
      <w:r w:rsidR="002C302A">
        <w:rPr>
          <w:bCs/>
        </w:rPr>
        <w:t>that’s okay, thank you.</w:t>
      </w:r>
      <w:r>
        <w:rPr>
          <w:bCs/>
        </w:rPr>
        <w:t xml:space="preserve"> </w:t>
      </w:r>
    </w:p>
    <w:p w:rsidR="00737C8A" w:rsidRDefault="00737C8A" w:rsidP="005B4AF8">
      <w:pPr>
        <w:rPr>
          <w:bCs/>
        </w:rPr>
      </w:pPr>
    </w:p>
    <w:p w:rsidR="00737C8A" w:rsidRDefault="00737C8A" w:rsidP="005B4AF8">
      <w:pPr>
        <w:rPr>
          <w:bCs/>
        </w:rPr>
      </w:pPr>
      <w:r w:rsidRPr="00737C8A">
        <w:rPr>
          <w:bCs/>
        </w:rPr>
        <w:t>0:23:44.4</w:t>
      </w:r>
    </w:p>
    <w:p w:rsidR="00226647" w:rsidRPr="00226647" w:rsidRDefault="009B3E3D" w:rsidP="00226647">
      <w:pPr>
        <w:pStyle w:val="Heading2"/>
      </w:pPr>
      <w:r>
        <w:t>G05BAF26</w:t>
      </w:r>
      <w:r w:rsidR="00226647" w:rsidRPr="00226647">
        <w:t xml:space="preserve"> </w:t>
      </w:r>
    </w:p>
    <w:p w:rsidR="00226647" w:rsidRDefault="00226647" w:rsidP="005B4AF8">
      <w:pPr>
        <w:rPr>
          <w:bCs/>
        </w:rPr>
      </w:pPr>
      <w:r>
        <w:rPr>
          <w:bCs/>
        </w:rPr>
        <w:t xml:space="preserve">Yes, the other reason why people would recommend for someone to go back </w:t>
      </w:r>
      <w:r w:rsidR="00AA2CDB">
        <w:rPr>
          <w:bCs/>
        </w:rPr>
        <w:t>is the atmosphere because…</w:t>
      </w:r>
      <w:r>
        <w:rPr>
          <w:bCs/>
        </w:rPr>
        <w:t xml:space="preserve"> I </w:t>
      </w:r>
      <w:proofErr w:type="gramStart"/>
      <w:r>
        <w:rPr>
          <w:bCs/>
        </w:rPr>
        <w:t>don’t</w:t>
      </w:r>
      <w:proofErr w:type="gramEnd"/>
      <w:r>
        <w:rPr>
          <w:bCs/>
        </w:rPr>
        <w:t xml:space="preserve"> know why but I do think the environment, not just the people but the climate and so on, has a way that also affects our thinking. </w:t>
      </w:r>
      <w:r w:rsidR="00AA2CDB">
        <w:rPr>
          <w:bCs/>
        </w:rPr>
        <w:t>For example if you’re in Switzerland</w:t>
      </w:r>
      <w:r w:rsidR="002C302A">
        <w:rPr>
          <w:bCs/>
        </w:rPr>
        <w:t xml:space="preserve"> and</w:t>
      </w:r>
      <w:r w:rsidR="00AA2CDB">
        <w:rPr>
          <w:bCs/>
        </w:rPr>
        <w:t xml:space="preserve"> </w:t>
      </w:r>
      <w:proofErr w:type="gramStart"/>
      <w:r w:rsidR="00AA2CDB">
        <w:rPr>
          <w:bCs/>
        </w:rPr>
        <w:t>it’s</w:t>
      </w:r>
      <w:proofErr w:type="gramEnd"/>
      <w:r w:rsidR="00AA2CDB">
        <w:rPr>
          <w:bCs/>
        </w:rPr>
        <w:t xml:space="preserve"> winter, </w:t>
      </w:r>
      <w:r w:rsidR="002C3E85">
        <w:rPr>
          <w:bCs/>
        </w:rPr>
        <w:t>you are more likely to deteriorate</w:t>
      </w:r>
      <w:r w:rsidR="00AA2CDB">
        <w:rPr>
          <w:bCs/>
        </w:rPr>
        <w:t>, b</w:t>
      </w:r>
      <w:r w:rsidR="002C3E85">
        <w:rPr>
          <w:bCs/>
        </w:rPr>
        <w:t>ut</w:t>
      </w:r>
      <w:r w:rsidR="00AA2CDB">
        <w:rPr>
          <w:bCs/>
        </w:rPr>
        <w:t>,</w:t>
      </w:r>
      <w:r w:rsidR="002C302A">
        <w:rPr>
          <w:bCs/>
        </w:rPr>
        <w:t xml:space="preserve"> whereas when they, </w:t>
      </w:r>
      <w:r w:rsidR="002C3E85">
        <w:rPr>
          <w:bCs/>
        </w:rPr>
        <w:t>say</w:t>
      </w:r>
      <w:r w:rsidR="002C302A">
        <w:rPr>
          <w:bCs/>
        </w:rPr>
        <w:t>,</w:t>
      </w:r>
      <w:r w:rsidR="002C3E85">
        <w:rPr>
          <w:bCs/>
        </w:rPr>
        <w:t xml:space="preserve"> go back to Africa, it’s always, oh the Caribbean is always sunny. And</w:t>
      </w:r>
      <w:r w:rsidR="002C302A">
        <w:rPr>
          <w:bCs/>
        </w:rPr>
        <w:t xml:space="preserve"> I go with the </w:t>
      </w:r>
      <w:r w:rsidR="002C3E85">
        <w:rPr>
          <w:bCs/>
        </w:rPr>
        <w:t xml:space="preserve">thinking that the sun also contributes to </w:t>
      </w:r>
      <w:proofErr w:type="gramStart"/>
      <w:r w:rsidR="002C3E85">
        <w:rPr>
          <w:bCs/>
        </w:rPr>
        <w:t xml:space="preserve">the </w:t>
      </w:r>
      <w:proofErr w:type="spellStart"/>
      <w:r w:rsidR="002C3E85">
        <w:rPr>
          <w:bCs/>
        </w:rPr>
        <w:t>make up</w:t>
      </w:r>
      <w:proofErr w:type="spellEnd"/>
      <w:r w:rsidR="002C3E85">
        <w:rPr>
          <w:bCs/>
        </w:rPr>
        <w:t xml:space="preserve"> of the person and how they respond to particular elements in their bodies</w:t>
      </w:r>
      <w:proofErr w:type="gramEnd"/>
      <w:r w:rsidR="00AA2CDB">
        <w:rPr>
          <w:bCs/>
        </w:rPr>
        <w:t xml:space="preserve">; </w:t>
      </w:r>
      <w:r w:rsidR="002C3E85">
        <w:rPr>
          <w:bCs/>
        </w:rPr>
        <w:t xml:space="preserve">I would think so as well. </w:t>
      </w:r>
    </w:p>
    <w:p w:rsidR="00AA2CDB" w:rsidRPr="00ED7418" w:rsidRDefault="009B3E3D" w:rsidP="00AA2CDB">
      <w:pPr>
        <w:pStyle w:val="Heading2"/>
        <w:rPr>
          <w:lang w:val="fi-FI"/>
        </w:rPr>
      </w:pPr>
      <w:r>
        <w:rPr>
          <w:lang w:val="fi-FI"/>
        </w:rPr>
        <w:t>G05BAM28</w:t>
      </w:r>
    </w:p>
    <w:p w:rsidR="00AA2CDB" w:rsidRPr="00ED7418" w:rsidRDefault="00AA2CDB" w:rsidP="005B4AF8">
      <w:pPr>
        <w:rPr>
          <w:bCs/>
          <w:lang w:val="fi-FI"/>
        </w:rPr>
      </w:pPr>
      <w:r w:rsidRPr="00ED7418">
        <w:rPr>
          <w:bCs/>
          <w:lang w:val="fi-FI"/>
        </w:rPr>
        <w:t>Vitamin D… vitamin D</w:t>
      </w:r>
    </w:p>
    <w:p w:rsidR="00AA2CDB" w:rsidRPr="00AA2CDB" w:rsidRDefault="009B3E3D" w:rsidP="00AA2CDB">
      <w:pPr>
        <w:pStyle w:val="Heading2"/>
      </w:pPr>
      <w:r>
        <w:t>G05BAF27</w:t>
      </w:r>
    </w:p>
    <w:p w:rsidR="00A40563" w:rsidRDefault="00AA2CDB" w:rsidP="005B4AF8">
      <w:pPr>
        <w:rPr>
          <w:bCs/>
        </w:rPr>
      </w:pPr>
      <w:r>
        <w:rPr>
          <w:bCs/>
        </w:rPr>
        <w:t xml:space="preserve">I think it depends on the age of the person. If </w:t>
      </w:r>
      <w:proofErr w:type="gramStart"/>
      <w:r>
        <w:rPr>
          <w:bCs/>
        </w:rPr>
        <w:t>it’s</w:t>
      </w:r>
      <w:proofErr w:type="gramEnd"/>
      <w:r>
        <w:rPr>
          <w:bCs/>
        </w:rPr>
        <w:t xml:space="preserve"> a younger person they’ll probably want to stay here, but if it’s an old person they would</w:t>
      </w:r>
      <w:r w:rsidR="00244D90">
        <w:rPr>
          <w:bCs/>
        </w:rPr>
        <w:t xml:space="preserve"> say, I would</w:t>
      </w:r>
      <w:r w:rsidR="002C302A">
        <w:rPr>
          <w:bCs/>
        </w:rPr>
        <w:t xml:space="preserve"> like to go back home and for that, I’m basing it on my family. The younger generation would want to live here because of their knowledge of the system in</w:t>
      </w:r>
      <w:r w:rsidR="00244D90">
        <w:rPr>
          <w:bCs/>
        </w:rPr>
        <w:t xml:space="preserve"> </w:t>
      </w:r>
      <w:proofErr w:type="gramStart"/>
      <w:r w:rsidR="00244D90">
        <w:rPr>
          <w:bCs/>
        </w:rPr>
        <w:t>the UK and what they can access</w:t>
      </w:r>
      <w:proofErr w:type="gramEnd"/>
      <w:r w:rsidR="00244D90">
        <w:rPr>
          <w:bCs/>
        </w:rPr>
        <w:t>. But all those people that came here after they were 50, so all they’ve know all their life is back home and they don’t fit in here well.</w:t>
      </w:r>
      <w:r w:rsidR="002C302A">
        <w:rPr>
          <w:bCs/>
        </w:rPr>
        <w:t xml:space="preserve"> So, if anything h</w:t>
      </w:r>
      <w:r w:rsidR="00244D90">
        <w:rPr>
          <w:bCs/>
        </w:rPr>
        <w:t xml:space="preserve">appens </w:t>
      </w:r>
      <w:proofErr w:type="gramStart"/>
      <w:r w:rsidR="00244D90">
        <w:rPr>
          <w:bCs/>
        </w:rPr>
        <w:t>they’ll</w:t>
      </w:r>
      <w:proofErr w:type="gramEnd"/>
      <w:r w:rsidR="00244D90">
        <w:rPr>
          <w:bCs/>
        </w:rPr>
        <w:t xml:space="preserve"> think</w:t>
      </w:r>
      <w:r w:rsidR="002C302A">
        <w:rPr>
          <w:bCs/>
        </w:rPr>
        <w:t xml:space="preserve"> it’s better to do it</w:t>
      </w:r>
      <w:r w:rsidR="00783A60">
        <w:rPr>
          <w:bCs/>
        </w:rPr>
        <w:t xml:space="preserve"> back home</w:t>
      </w:r>
      <w:r w:rsidR="00244D90">
        <w:rPr>
          <w:bCs/>
        </w:rPr>
        <w:t xml:space="preserve"> rather than live here</w:t>
      </w:r>
      <w:r w:rsidR="00783A60">
        <w:rPr>
          <w:bCs/>
        </w:rPr>
        <w:t>. But that also bring</w:t>
      </w:r>
      <w:r w:rsidR="00244D90">
        <w:rPr>
          <w:bCs/>
        </w:rPr>
        <w:t>s</w:t>
      </w:r>
      <w:r w:rsidR="002C302A">
        <w:rPr>
          <w:bCs/>
        </w:rPr>
        <w:t xml:space="preserve"> understanding of memory problems </w:t>
      </w:r>
      <w:r w:rsidR="00783A60">
        <w:rPr>
          <w:bCs/>
        </w:rPr>
        <w:t>to people</w:t>
      </w:r>
      <w:r w:rsidR="00244D90">
        <w:rPr>
          <w:bCs/>
        </w:rPr>
        <w:t xml:space="preserve"> who they are with and how they… the support that they can give you.</w:t>
      </w:r>
      <w:r w:rsidR="000358CD">
        <w:rPr>
          <w:bCs/>
        </w:rPr>
        <w:t xml:space="preserve"> So, if a person with a</w:t>
      </w:r>
      <w:r w:rsidR="00783A60">
        <w:rPr>
          <w:bCs/>
        </w:rPr>
        <w:t xml:space="preserve"> memory</w:t>
      </w:r>
      <w:r w:rsidR="000358CD">
        <w:rPr>
          <w:bCs/>
        </w:rPr>
        <w:t xml:space="preserve"> issue was to go back home, their relatives… what do they know about memory problems, almost less than zero. So,</w:t>
      </w:r>
      <w:r w:rsidR="00783A60">
        <w:rPr>
          <w:bCs/>
        </w:rPr>
        <w:t xml:space="preserve"> that person would face maybe stigmatisation or things like that, yes. </w:t>
      </w:r>
    </w:p>
    <w:p w:rsidR="00737C8A" w:rsidRDefault="00737C8A" w:rsidP="005B4AF8">
      <w:pPr>
        <w:rPr>
          <w:bCs/>
        </w:rPr>
      </w:pPr>
    </w:p>
    <w:p w:rsidR="00737C8A" w:rsidRDefault="00737C8A" w:rsidP="005B4AF8">
      <w:pPr>
        <w:rPr>
          <w:bCs/>
        </w:rPr>
      </w:pPr>
      <w:r w:rsidRPr="00737C8A">
        <w:rPr>
          <w:bCs/>
        </w:rPr>
        <w:t>0:25:41.7</w:t>
      </w:r>
    </w:p>
    <w:p w:rsidR="00783A60" w:rsidRDefault="009B3E3D" w:rsidP="000164DB">
      <w:pPr>
        <w:pStyle w:val="Heading2"/>
      </w:pPr>
      <w:r>
        <w:t>G05BAF29</w:t>
      </w:r>
    </w:p>
    <w:p w:rsidR="00783A60" w:rsidRDefault="00783A60" w:rsidP="005B4AF8">
      <w:pPr>
        <w:rPr>
          <w:bCs/>
        </w:rPr>
      </w:pPr>
      <w:r>
        <w:rPr>
          <w:bCs/>
        </w:rPr>
        <w:t xml:space="preserve">Well, I think </w:t>
      </w:r>
      <w:proofErr w:type="gramStart"/>
      <w:r>
        <w:rPr>
          <w:bCs/>
        </w:rPr>
        <w:t>it’s</w:t>
      </w:r>
      <w:proofErr w:type="gramEnd"/>
      <w:r>
        <w:rPr>
          <w:bCs/>
        </w:rPr>
        <w:t xml:space="preserve"> a double</w:t>
      </w:r>
      <w:r w:rsidR="000164DB">
        <w:rPr>
          <w:bCs/>
        </w:rPr>
        <w:t>-</w:t>
      </w:r>
      <w:r w:rsidR="000358CD">
        <w:rPr>
          <w:bCs/>
        </w:rPr>
        <w:t xml:space="preserve">edged sword really; it’s a double-edged sword. </w:t>
      </w:r>
    </w:p>
    <w:p w:rsidR="00783A60" w:rsidRPr="000164DB" w:rsidRDefault="009B3E3D" w:rsidP="000164DB">
      <w:pPr>
        <w:pStyle w:val="Heading2"/>
      </w:pPr>
      <w:r>
        <w:t>G05BAF27</w:t>
      </w:r>
    </w:p>
    <w:p w:rsidR="00783A60" w:rsidRDefault="00783A60" w:rsidP="005B4AF8">
      <w:pPr>
        <w:rPr>
          <w:bCs/>
        </w:rPr>
      </w:pPr>
      <w:r>
        <w:rPr>
          <w:bCs/>
        </w:rPr>
        <w:t>Yes.</w:t>
      </w:r>
    </w:p>
    <w:p w:rsidR="00783A60" w:rsidRDefault="009B3E3D" w:rsidP="000164DB">
      <w:pPr>
        <w:pStyle w:val="Heading2"/>
      </w:pPr>
      <w:r>
        <w:lastRenderedPageBreak/>
        <w:t>G05BAF29</w:t>
      </w:r>
    </w:p>
    <w:p w:rsidR="00783A60" w:rsidRDefault="00783A60" w:rsidP="005B4AF8">
      <w:pPr>
        <w:rPr>
          <w:bCs/>
        </w:rPr>
      </w:pPr>
      <w:r>
        <w:rPr>
          <w:bCs/>
        </w:rPr>
        <w:t>Because</w:t>
      </w:r>
      <w:r w:rsidR="000358CD">
        <w:rPr>
          <w:bCs/>
        </w:rPr>
        <w:t xml:space="preserve"> </w:t>
      </w:r>
      <w:proofErr w:type="gramStart"/>
      <w:r w:rsidR="000358CD">
        <w:rPr>
          <w:bCs/>
        </w:rPr>
        <w:t>you’re</w:t>
      </w:r>
      <w:proofErr w:type="gramEnd"/>
      <w:r w:rsidR="000358CD">
        <w:rPr>
          <w:bCs/>
        </w:rPr>
        <w:t xml:space="preserve"> a visitor there and you’re a visitor here.</w:t>
      </w:r>
    </w:p>
    <w:p w:rsidR="00783A60" w:rsidRDefault="009B3E3D" w:rsidP="000164DB">
      <w:pPr>
        <w:pStyle w:val="Heading2"/>
      </w:pPr>
      <w:r>
        <w:t>G05BAF26</w:t>
      </w:r>
      <w:r w:rsidR="00783A60" w:rsidRPr="00BA3048">
        <w:t xml:space="preserve"> </w:t>
      </w:r>
    </w:p>
    <w:p w:rsidR="00783A60" w:rsidRDefault="000358CD" w:rsidP="005B4AF8">
      <w:pPr>
        <w:rPr>
          <w:bCs/>
        </w:rPr>
      </w:pPr>
      <w:proofErr w:type="gramStart"/>
      <w:r>
        <w:rPr>
          <w:bCs/>
        </w:rPr>
        <w:t>Yes, certainly,</w:t>
      </w:r>
      <w:r w:rsidR="00783A60">
        <w:rPr>
          <w:bCs/>
        </w:rPr>
        <w:t xml:space="preserve"> yes.</w:t>
      </w:r>
      <w:proofErr w:type="gramEnd"/>
      <w:r w:rsidR="00783A60">
        <w:rPr>
          <w:bCs/>
        </w:rPr>
        <w:t xml:space="preserve"> </w:t>
      </w:r>
    </w:p>
    <w:p w:rsidR="00783A60" w:rsidRPr="000164DB" w:rsidRDefault="009B3E3D" w:rsidP="000164DB">
      <w:pPr>
        <w:pStyle w:val="Heading2"/>
      </w:pPr>
      <w:r>
        <w:t>G05BAF29</w:t>
      </w:r>
    </w:p>
    <w:p w:rsidR="00783A60" w:rsidRDefault="00783A60" w:rsidP="005B4AF8">
      <w:pPr>
        <w:rPr>
          <w:bCs/>
        </w:rPr>
      </w:pPr>
      <w:proofErr w:type="gramStart"/>
      <w:r>
        <w:rPr>
          <w:bCs/>
        </w:rPr>
        <w:t>It’s</w:t>
      </w:r>
      <w:proofErr w:type="gramEnd"/>
      <w:r>
        <w:rPr>
          <w:bCs/>
        </w:rPr>
        <w:t xml:space="preserve"> very complicated.</w:t>
      </w:r>
    </w:p>
    <w:p w:rsidR="000358CD" w:rsidRPr="000358CD" w:rsidRDefault="009B3E3D" w:rsidP="000358CD">
      <w:pPr>
        <w:pStyle w:val="Heading2"/>
      </w:pPr>
      <w:r>
        <w:t>G05BAF26</w:t>
      </w:r>
      <w:r w:rsidR="000358CD" w:rsidRPr="00BA3048">
        <w:t xml:space="preserve"> </w:t>
      </w:r>
    </w:p>
    <w:p w:rsidR="000358CD" w:rsidRDefault="000358CD" w:rsidP="005B4AF8">
      <w:pPr>
        <w:rPr>
          <w:bCs/>
        </w:rPr>
      </w:pPr>
      <w:r>
        <w:rPr>
          <w:bCs/>
        </w:rPr>
        <w:t xml:space="preserve">It is. </w:t>
      </w:r>
    </w:p>
    <w:p w:rsidR="00783A60" w:rsidRPr="000164DB" w:rsidRDefault="009B3E3D" w:rsidP="000164DB">
      <w:pPr>
        <w:pStyle w:val="Heading2"/>
      </w:pPr>
      <w:r>
        <w:t>UCLRA01</w:t>
      </w:r>
      <w:r w:rsidR="00783A60" w:rsidRPr="000164DB">
        <w:t xml:space="preserve"> </w:t>
      </w:r>
    </w:p>
    <w:p w:rsidR="00783A60" w:rsidRDefault="00783A60" w:rsidP="005B4AF8">
      <w:pPr>
        <w:rPr>
          <w:bCs/>
        </w:rPr>
      </w:pPr>
      <w:r>
        <w:rPr>
          <w:bCs/>
        </w:rPr>
        <w:t>Could you expand a little bit more on that?</w:t>
      </w:r>
    </w:p>
    <w:p w:rsidR="00737C8A" w:rsidRDefault="00737C8A" w:rsidP="005B4AF8">
      <w:pPr>
        <w:rPr>
          <w:bCs/>
        </w:rPr>
      </w:pPr>
    </w:p>
    <w:p w:rsidR="00737C8A" w:rsidRDefault="00737C8A" w:rsidP="005B4AF8">
      <w:pPr>
        <w:rPr>
          <w:bCs/>
        </w:rPr>
      </w:pPr>
      <w:r w:rsidRPr="00737C8A">
        <w:rPr>
          <w:bCs/>
        </w:rPr>
        <w:t>0:25:53.2</w:t>
      </w:r>
    </w:p>
    <w:p w:rsidR="00783A60" w:rsidRPr="000164DB" w:rsidRDefault="009B3E3D" w:rsidP="000164DB">
      <w:pPr>
        <w:pStyle w:val="Heading2"/>
      </w:pPr>
      <w:r>
        <w:t>G05BAF29</w:t>
      </w:r>
    </w:p>
    <w:p w:rsidR="00783A60" w:rsidRDefault="00783A60" w:rsidP="005B4AF8">
      <w:pPr>
        <w:rPr>
          <w:bCs/>
        </w:rPr>
      </w:pPr>
      <w:r>
        <w:rPr>
          <w:bCs/>
        </w:rPr>
        <w:t xml:space="preserve">What </w:t>
      </w:r>
      <w:proofErr w:type="gramStart"/>
      <w:r>
        <w:rPr>
          <w:bCs/>
        </w:rPr>
        <w:t>I’m</w:t>
      </w:r>
      <w:proofErr w:type="gramEnd"/>
      <w:r>
        <w:rPr>
          <w:bCs/>
        </w:rPr>
        <w:t xml:space="preserve"> saying, when we… in this country when you come as an adult here you always feel you don’t belong</w:t>
      </w:r>
      <w:r w:rsidR="00E551B1">
        <w:rPr>
          <w:bCs/>
        </w:rPr>
        <w:t>.</w:t>
      </w:r>
      <w:r w:rsidR="000358CD">
        <w:rPr>
          <w:bCs/>
        </w:rPr>
        <w:t xml:space="preserve"> I guess, you dream about wherever you came from, a</w:t>
      </w:r>
      <w:r>
        <w:rPr>
          <w:bCs/>
        </w:rPr>
        <w:t xml:space="preserve">nd </w:t>
      </w:r>
      <w:proofErr w:type="gramStart"/>
      <w:r>
        <w:rPr>
          <w:bCs/>
        </w:rPr>
        <w:t>you’re</w:t>
      </w:r>
      <w:proofErr w:type="gramEnd"/>
      <w:r>
        <w:rPr>
          <w:bCs/>
        </w:rPr>
        <w:t xml:space="preserve"> alway</w:t>
      </w:r>
      <w:r w:rsidR="000358CD">
        <w:rPr>
          <w:bCs/>
        </w:rPr>
        <w:t xml:space="preserve">s calling and seeing how they are. But when </w:t>
      </w:r>
      <w:r w:rsidR="0044500A">
        <w:rPr>
          <w:bCs/>
        </w:rPr>
        <w:t>you reach</w:t>
      </w:r>
      <w:r w:rsidR="000358CD">
        <w:rPr>
          <w:bCs/>
        </w:rPr>
        <w:t xml:space="preserve"> </w:t>
      </w:r>
      <w:r>
        <w:rPr>
          <w:bCs/>
        </w:rPr>
        <w:t xml:space="preserve">there, they hear that </w:t>
      </w:r>
      <w:proofErr w:type="gramStart"/>
      <w:r>
        <w:rPr>
          <w:bCs/>
        </w:rPr>
        <w:t>you’re</w:t>
      </w:r>
      <w:proofErr w:type="gramEnd"/>
      <w:r>
        <w:rPr>
          <w:bCs/>
        </w:rPr>
        <w:t xml:space="preserve"> calling here </w:t>
      </w:r>
      <w:r w:rsidR="0044500A">
        <w:rPr>
          <w:bCs/>
        </w:rPr>
        <w:t xml:space="preserve">your home. When </w:t>
      </w:r>
      <w:proofErr w:type="gramStart"/>
      <w:r w:rsidR="0044500A">
        <w:rPr>
          <w:bCs/>
        </w:rPr>
        <w:t>you’re</w:t>
      </w:r>
      <w:proofErr w:type="gramEnd"/>
      <w:r w:rsidR="0044500A">
        <w:rPr>
          <w:bCs/>
        </w:rPr>
        <w:t xml:space="preserve"> here, you’re calling Africa y</w:t>
      </w:r>
      <w:r>
        <w:rPr>
          <w:bCs/>
        </w:rPr>
        <w:t>our home, but when you reach Africa you’re calling Britain your home</w:t>
      </w:r>
      <w:r w:rsidR="000164DB">
        <w:rPr>
          <w:bCs/>
        </w:rPr>
        <w:t xml:space="preserve">. So, </w:t>
      </w:r>
      <w:proofErr w:type="gramStart"/>
      <w:r w:rsidR="000164DB">
        <w:rPr>
          <w:bCs/>
        </w:rPr>
        <w:t>it’s</w:t>
      </w:r>
      <w:proofErr w:type="gramEnd"/>
      <w:r w:rsidR="000164DB">
        <w:rPr>
          <w:bCs/>
        </w:rPr>
        <w:t xml:space="preserve">… </w:t>
      </w:r>
      <w:r w:rsidR="00477A57">
        <w:rPr>
          <w:bCs/>
        </w:rPr>
        <w:t>(</w:t>
      </w:r>
      <w:proofErr w:type="gramStart"/>
      <w:r w:rsidR="00477A57">
        <w:rPr>
          <w:bCs/>
        </w:rPr>
        <w:t>laughter</w:t>
      </w:r>
      <w:proofErr w:type="gramEnd"/>
      <w:r w:rsidR="00477A57">
        <w:rPr>
          <w:bCs/>
        </w:rPr>
        <w:t xml:space="preserve">) </w:t>
      </w:r>
      <w:r w:rsidR="000164DB">
        <w:rPr>
          <w:bCs/>
        </w:rPr>
        <w:t>yes, it’s…</w:t>
      </w:r>
    </w:p>
    <w:p w:rsidR="000164DB" w:rsidRPr="00045BC2" w:rsidRDefault="009B3E3D" w:rsidP="00045BC2">
      <w:pPr>
        <w:pStyle w:val="Heading2"/>
      </w:pPr>
      <w:r>
        <w:t>G05BAF27</w:t>
      </w:r>
    </w:p>
    <w:p w:rsidR="000164DB" w:rsidRDefault="000164DB" w:rsidP="005B4AF8">
      <w:pPr>
        <w:rPr>
          <w:bCs/>
        </w:rPr>
      </w:pPr>
      <w:proofErr w:type="gramStart"/>
      <w:r>
        <w:rPr>
          <w:bCs/>
        </w:rPr>
        <w:t>Mixed up.</w:t>
      </w:r>
      <w:proofErr w:type="gramEnd"/>
    </w:p>
    <w:p w:rsidR="000164DB" w:rsidRPr="00045BC2" w:rsidRDefault="009B3E3D" w:rsidP="00045BC2">
      <w:pPr>
        <w:pStyle w:val="Heading2"/>
      </w:pPr>
      <w:r>
        <w:t>G05BAF29</w:t>
      </w:r>
    </w:p>
    <w:p w:rsidR="000164DB" w:rsidRDefault="000164DB" w:rsidP="005B4AF8">
      <w:pPr>
        <w:rPr>
          <w:bCs/>
        </w:rPr>
      </w:pPr>
      <w:r>
        <w:rPr>
          <w:bCs/>
        </w:rPr>
        <w:t xml:space="preserve">Yes, it’s a real mixed up </w:t>
      </w:r>
      <w:proofErr w:type="gramStart"/>
      <w:r>
        <w:rPr>
          <w:bCs/>
        </w:rPr>
        <w:t>generation of people and especially when there are things li</w:t>
      </w:r>
      <w:r w:rsidR="0044500A">
        <w:rPr>
          <w:bCs/>
        </w:rPr>
        <w:t>ke war in their country of origin</w:t>
      </w:r>
      <w:proofErr w:type="gramEnd"/>
      <w:r w:rsidR="0044500A">
        <w:rPr>
          <w:bCs/>
        </w:rPr>
        <w:t>.</w:t>
      </w:r>
      <w:r>
        <w:rPr>
          <w:bCs/>
        </w:rPr>
        <w:t xml:space="preserve"> Again, going back is more hazardous than remaining, but I still believe that a warmer climate is a ben</w:t>
      </w:r>
      <w:r w:rsidR="0044500A">
        <w:rPr>
          <w:bCs/>
        </w:rPr>
        <w:t>e</w:t>
      </w:r>
      <w:r>
        <w:rPr>
          <w:bCs/>
        </w:rPr>
        <w:t xml:space="preserve">fit for us, especially as we age. I think so, yes. </w:t>
      </w:r>
    </w:p>
    <w:p w:rsidR="000164DB" w:rsidRPr="00045BC2" w:rsidRDefault="009B3E3D" w:rsidP="00045BC2">
      <w:pPr>
        <w:pStyle w:val="Heading2"/>
      </w:pPr>
      <w:r>
        <w:t>UCLRA01</w:t>
      </w:r>
      <w:r w:rsidR="000164DB" w:rsidRPr="00045BC2">
        <w:t xml:space="preserve"> </w:t>
      </w:r>
    </w:p>
    <w:p w:rsidR="000164DB" w:rsidRDefault="000164DB" w:rsidP="005B4AF8">
      <w:pPr>
        <w:rPr>
          <w:bCs/>
        </w:rPr>
      </w:pPr>
      <w:r>
        <w:rPr>
          <w:bCs/>
        </w:rPr>
        <w:t xml:space="preserve">Thank you, excellent. </w:t>
      </w:r>
    </w:p>
    <w:p w:rsidR="00737C8A" w:rsidRDefault="00737C8A" w:rsidP="005B4AF8">
      <w:pPr>
        <w:rPr>
          <w:bCs/>
        </w:rPr>
      </w:pPr>
    </w:p>
    <w:p w:rsidR="00737C8A" w:rsidRDefault="00737C8A" w:rsidP="005B4AF8">
      <w:pPr>
        <w:rPr>
          <w:bCs/>
        </w:rPr>
      </w:pPr>
      <w:r w:rsidRPr="00737C8A">
        <w:rPr>
          <w:bCs/>
        </w:rPr>
        <w:t>0:26:52.0</w:t>
      </w:r>
    </w:p>
    <w:p w:rsidR="000164DB" w:rsidRPr="00045BC2" w:rsidRDefault="009B3E3D" w:rsidP="00045BC2">
      <w:pPr>
        <w:pStyle w:val="Heading2"/>
      </w:pPr>
      <w:r>
        <w:t>G05BAM28</w:t>
      </w:r>
    </w:p>
    <w:p w:rsidR="000164DB" w:rsidRDefault="000164DB" w:rsidP="001936CF">
      <w:pPr>
        <w:rPr>
          <w:bCs/>
        </w:rPr>
      </w:pPr>
      <w:r>
        <w:rPr>
          <w:bCs/>
        </w:rPr>
        <w:t>And at the same time, I think</w:t>
      </w:r>
      <w:r w:rsidR="00D81A5F">
        <w:rPr>
          <w:bCs/>
        </w:rPr>
        <w:t xml:space="preserve"> this research is for you to really make a meaning</w:t>
      </w:r>
      <w:r>
        <w:rPr>
          <w:bCs/>
        </w:rPr>
        <w:t>…</w:t>
      </w:r>
      <w:r w:rsidR="00D81A5F">
        <w:rPr>
          <w:bCs/>
        </w:rPr>
        <w:t xml:space="preserve"> or to </w:t>
      </w:r>
      <w:r>
        <w:rPr>
          <w:bCs/>
        </w:rPr>
        <w:t>fin</w:t>
      </w:r>
      <w:r w:rsidR="00D81A5F">
        <w:rPr>
          <w:bCs/>
        </w:rPr>
        <w:t>d the geographical set up of the city itself.</w:t>
      </w:r>
      <w:r>
        <w:rPr>
          <w:bCs/>
        </w:rPr>
        <w:t xml:space="preserve"> Because, I guess,</w:t>
      </w:r>
      <w:r w:rsidR="004558CD">
        <w:rPr>
          <w:bCs/>
        </w:rPr>
        <w:t xml:space="preserve"> then, these are two worlds; Africa and here are two different worlds. E</w:t>
      </w:r>
      <w:r>
        <w:rPr>
          <w:bCs/>
        </w:rPr>
        <w:t>ven the climate</w:t>
      </w:r>
      <w:r w:rsidR="004558CD">
        <w:rPr>
          <w:bCs/>
        </w:rPr>
        <w:t xml:space="preserve">, like what </w:t>
      </w:r>
      <w:proofErr w:type="gramStart"/>
      <w:r w:rsidR="004558CD">
        <w:rPr>
          <w:bCs/>
        </w:rPr>
        <w:t>you’re</w:t>
      </w:r>
      <w:proofErr w:type="gramEnd"/>
      <w:r w:rsidR="004558CD">
        <w:rPr>
          <w:bCs/>
        </w:rPr>
        <w:t xml:space="preserve"> saying, it’s a different world. </w:t>
      </w:r>
      <w:r>
        <w:rPr>
          <w:bCs/>
        </w:rPr>
        <w:t>But here</w:t>
      </w:r>
      <w:r w:rsidR="004558CD">
        <w:rPr>
          <w:bCs/>
        </w:rPr>
        <w:t xml:space="preserve">… </w:t>
      </w:r>
      <w:r>
        <w:rPr>
          <w:bCs/>
        </w:rPr>
        <w:t>forgetfulness here</w:t>
      </w:r>
      <w:r w:rsidR="004558CD">
        <w:rPr>
          <w:bCs/>
        </w:rPr>
        <w:t xml:space="preserve">… the impact of forgetfulness here, how it would </w:t>
      </w:r>
      <w:proofErr w:type="gramStart"/>
      <w:r w:rsidR="004558CD">
        <w:rPr>
          <w:bCs/>
        </w:rPr>
        <w:t>impact on</w:t>
      </w:r>
      <w:proofErr w:type="gramEnd"/>
      <w:r w:rsidR="004558CD">
        <w:rPr>
          <w:bCs/>
        </w:rPr>
        <w:t xml:space="preserve"> African men</w:t>
      </w:r>
      <w:r>
        <w:rPr>
          <w:bCs/>
        </w:rPr>
        <w:t xml:space="preserve"> would be different from the way it would… it </w:t>
      </w:r>
      <w:r w:rsidR="004558CD">
        <w:rPr>
          <w:bCs/>
        </w:rPr>
        <w:t xml:space="preserve">would occur in Africa. You see, so </w:t>
      </w:r>
      <w:proofErr w:type="gramStart"/>
      <w:r w:rsidR="004558CD">
        <w:rPr>
          <w:bCs/>
        </w:rPr>
        <w:t>we’d</w:t>
      </w:r>
      <w:proofErr w:type="gramEnd"/>
      <w:r w:rsidR="004558CD">
        <w:rPr>
          <w:bCs/>
        </w:rPr>
        <w:t xml:space="preserve"> have to identify exactly… or try to pa</w:t>
      </w:r>
      <w:r w:rsidR="001936CF">
        <w:rPr>
          <w:bCs/>
        </w:rPr>
        <w:t>rticularly</w:t>
      </w:r>
      <w:r w:rsidR="004558CD">
        <w:rPr>
          <w:bCs/>
        </w:rPr>
        <w:t xml:space="preserve"> just</w:t>
      </w:r>
      <w:r>
        <w:rPr>
          <w:bCs/>
        </w:rPr>
        <w:t xml:space="preserve"> say</w:t>
      </w:r>
      <w:r w:rsidR="004558CD">
        <w:rPr>
          <w:bCs/>
        </w:rPr>
        <w:t xml:space="preserve"> that forgetfulness in the UK, if</w:t>
      </w:r>
      <w:r>
        <w:rPr>
          <w:bCs/>
        </w:rPr>
        <w:t xml:space="preserve"> it affects us</w:t>
      </w:r>
      <w:r w:rsidR="004558CD">
        <w:rPr>
          <w:bCs/>
        </w:rPr>
        <w:t xml:space="preserve"> then it affects </w:t>
      </w:r>
      <w:r w:rsidR="004558CD">
        <w:rPr>
          <w:bCs/>
        </w:rPr>
        <w:lastRenderedPageBreak/>
        <w:t xml:space="preserve">that. And then maybe make a comparison with if I was the same person living in Africa. </w:t>
      </w:r>
    </w:p>
    <w:p w:rsidR="000164DB" w:rsidRPr="00045BC2" w:rsidRDefault="009B3E3D" w:rsidP="00045BC2">
      <w:pPr>
        <w:pStyle w:val="Heading2"/>
      </w:pPr>
      <w:r>
        <w:t>UCLRA02</w:t>
      </w:r>
    </w:p>
    <w:p w:rsidR="000164DB" w:rsidRDefault="000164DB" w:rsidP="005B4AF8">
      <w:pPr>
        <w:rPr>
          <w:bCs/>
        </w:rPr>
      </w:pPr>
      <w:r>
        <w:rPr>
          <w:bCs/>
        </w:rPr>
        <w:t>I think I</w:t>
      </w:r>
      <w:r w:rsidR="004558CD">
        <w:rPr>
          <w:bCs/>
        </w:rPr>
        <w:t xml:space="preserve"> know what </w:t>
      </w:r>
      <w:proofErr w:type="gramStart"/>
      <w:r w:rsidR="004558CD">
        <w:rPr>
          <w:bCs/>
        </w:rPr>
        <w:t>you’re</w:t>
      </w:r>
      <w:proofErr w:type="gramEnd"/>
      <w:r w:rsidR="004558CD">
        <w:rPr>
          <w:bCs/>
        </w:rPr>
        <w:t xml:space="preserve"> saying. D</w:t>
      </w:r>
      <w:r>
        <w:rPr>
          <w:bCs/>
        </w:rPr>
        <w:t xml:space="preserve">o you mind </w:t>
      </w:r>
      <w:r w:rsidR="004558CD">
        <w:rPr>
          <w:bCs/>
        </w:rPr>
        <w:t>just giving an example, if possible</w:t>
      </w:r>
      <w:r>
        <w:rPr>
          <w:bCs/>
        </w:rPr>
        <w:t>, please?</w:t>
      </w:r>
    </w:p>
    <w:p w:rsidR="000164DB" w:rsidRPr="00045BC2" w:rsidRDefault="009B3E3D" w:rsidP="00045BC2">
      <w:pPr>
        <w:pStyle w:val="Heading2"/>
      </w:pPr>
      <w:r>
        <w:t>G05BAM28</w:t>
      </w:r>
    </w:p>
    <w:p w:rsidR="007E4AEB" w:rsidRDefault="000164DB" w:rsidP="00E9598A">
      <w:pPr>
        <w:rPr>
          <w:bCs/>
        </w:rPr>
      </w:pPr>
      <w:r>
        <w:rPr>
          <w:bCs/>
        </w:rPr>
        <w:t xml:space="preserve">Yes, if </w:t>
      </w:r>
      <w:proofErr w:type="gramStart"/>
      <w:r>
        <w:rPr>
          <w:bCs/>
        </w:rPr>
        <w:t>I’m</w:t>
      </w:r>
      <w:proofErr w:type="gramEnd"/>
      <w:r>
        <w:rPr>
          <w:bCs/>
        </w:rPr>
        <w:t xml:space="preserve"> </w:t>
      </w:r>
      <w:r w:rsidR="00932F95">
        <w:rPr>
          <w:bCs/>
        </w:rPr>
        <w:t>giving…</w:t>
      </w:r>
      <w:r w:rsidR="004558CD">
        <w:rPr>
          <w:bCs/>
        </w:rPr>
        <w:t xml:space="preserve"> A</w:t>
      </w:r>
      <w:r w:rsidR="00932F95">
        <w:rPr>
          <w:bCs/>
        </w:rPr>
        <w:t>s an Afri</w:t>
      </w:r>
      <w:r w:rsidR="004558CD">
        <w:rPr>
          <w:bCs/>
        </w:rPr>
        <w:t>can man, yes, when I came here since 2001</w:t>
      </w:r>
      <w:r w:rsidR="00932F95">
        <w:rPr>
          <w:bCs/>
        </w:rPr>
        <w:t xml:space="preserve"> what </w:t>
      </w:r>
      <w:r w:rsidR="004558CD">
        <w:rPr>
          <w:bCs/>
        </w:rPr>
        <w:t xml:space="preserve">I did, the first thing was to </w:t>
      </w:r>
      <w:r w:rsidR="00932F95">
        <w:rPr>
          <w:bCs/>
        </w:rPr>
        <w:t xml:space="preserve">find a job. And my routine… my routine is go to work, come home, cook, sleep, and eat. In Africa when I knock off I’ve got to </w:t>
      </w:r>
      <w:r w:rsidR="004558CD">
        <w:rPr>
          <w:bCs/>
        </w:rPr>
        <w:t>meet</w:t>
      </w:r>
      <w:r w:rsidR="007E4AEB">
        <w:rPr>
          <w:bCs/>
        </w:rPr>
        <w:t xml:space="preserve"> my friends, maybe [unclear] we share, we talk music, until about nine o’clock then it’s… </w:t>
      </w:r>
      <w:r w:rsidR="00E9598A">
        <w:rPr>
          <w:bCs/>
        </w:rPr>
        <w:t xml:space="preserve">and then at night </w:t>
      </w:r>
      <w:r w:rsidR="007E4AEB">
        <w:rPr>
          <w:bCs/>
        </w:rPr>
        <w:t>we</w:t>
      </w:r>
      <w:r w:rsidR="00932F95">
        <w:rPr>
          <w:bCs/>
        </w:rPr>
        <w:t xml:space="preserve"> sit, like, </w:t>
      </w:r>
      <w:r w:rsidR="00E9598A">
        <w:rPr>
          <w:bCs/>
        </w:rPr>
        <w:t xml:space="preserve">talk </w:t>
      </w:r>
      <w:r w:rsidR="00932F95">
        <w:rPr>
          <w:bCs/>
        </w:rPr>
        <w:t>what we’re doing as a family. We discuss our problems and everything and then everyon</w:t>
      </w:r>
      <w:r w:rsidR="007E4AEB">
        <w:rPr>
          <w:bCs/>
        </w:rPr>
        <w:t xml:space="preserve">e goes to sleep. </w:t>
      </w:r>
      <w:proofErr w:type="gramStart"/>
      <w:r w:rsidR="007E4AEB">
        <w:rPr>
          <w:bCs/>
        </w:rPr>
        <w:t>There’s</w:t>
      </w:r>
      <w:proofErr w:type="gramEnd"/>
      <w:r w:rsidR="007E4AEB">
        <w:rPr>
          <w:bCs/>
        </w:rPr>
        <w:t xml:space="preserve"> time </w:t>
      </w:r>
      <w:r w:rsidR="00932F95">
        <w:rPr>
          <w:bCs/>
        </w:rPr>
        <w:t>for…</w:t>
      </w:r>
      <w:r w:rsidR="007E4AEB">
        <w:rPr>
          <w:bCs/>
        </w:rPr>
        <w:t xml:space="preserve"> in Africa there’s time</w:t>
      </w:r>
      <w:r w:rsidR="00932F95">
        <w:rPr>
          <w:bCs/>
        </w:rPr>
        <w:t xml:space="preserve"> for everything. </w:t>
      </w:r>
    </w:p>
    <w:p w:rsidR="007E4AEB" w:rsidRPr="007E4AEB" w:rsidRDefault="009B3E3D" w:rsidP="007E4AEB">
      <w:pPr>
        <w:pStyle w:val="Heading2"/>
      </w:pPr>
      <w:r>
        <w:t>G05BAF26</w:t>
      </w:r>
      <w:r w:rsidR="007E4AEB" w:rsidRPr="00BA3048">
        <w:t xml:space="preserve"> </w:t>
      </w:r>
    </w:p>
    <w:p w:rsidR="007E4AEB" w:rsidRDefault="007E4AEB" w:rsidP="005B4AF8">
      <w:pPr>
        <w:rPr>
          <w:bCs/>
        </w:rPr>
      </w:pPr>
      <w:proofErr w:type="gramStart"/>
      <w:r>
        <w:rPr>
          <w:bCs/>
        </w:rPr>
        <w:t>Social, yes.</w:t>
      </w:r>
      <w:proofErr w:type="gramEnd"/>
      <w:r>
        <w:rPr>
          <w:bCs/>
        </w:rPr>
        <w:t xml:space="preserve"> </w:t>
      </w:r>
    </w:p>
    <w:p w:rsidR="00737C8A" w:rsidRDefault="00737C8A" w:rsidP="005B4AF8">
      <w:pPr>
        <w:rPr>
          <w:bCs/>
        </w:rPr>
      </w:pPr>
    </w:p>
    <w:p w:rsidR="00737C8A" w:rsidRDefault="00737C8A" w:rsidP="005B4AF8">
      <w:pPr>
        <w:rPr>
          <w:bCs/>
        </w:rPr>
      </w:pPr>
      <w:r w:rsidRPr="00737C8A">
        <w:rPr>
          <w:bCs/>
        </w:rPr>
        <w:t>0:28:23.8</w:t>
      </w:r>
    </w:p>
    <w:p w:rsidR="00F64B7D" w:rsidRPr="00045BC2" w:rsidRDefault="009B3E3D" w:rsidP="00F64B7D">
      <w:pPr>
        <w:pStyle w:val="Heading2"/>
      </w:pPr>
      <w:r>
        <w:t>G05BAM28</w:t>
      </w:r>
    </w:p>
    <w:p w:rsidR="000164DB" w:rsidRDefault="00932F95" w:rsidP="005B4AF8">
      <w:pPr>
        <w:rPr>
          <w:bCs/>
        </w:rPr>
      </w:pPr>
      <w:r>
        <w:rPr>
          <w:bCs/>
        </w:rPr>
        <w:t xml:space="preserve">You see here, </w:t>
      </w:r>
      <w:proofErr w:type="gramStart"/>
      <w:r>
        <w:rPr>
          <w:bCs/>
        </w:rPr>
        <w:t>it’s</w:t>
      </w:r>
      <w:proofErr w:type="gramEnd"/>
      <w:r>
        <w:rPr>
          <w:bCs/>
        </w:rPr>
        <w:t xml:space="preserve">… my time is my time. </w:t>
      </w:r>
      <w:proofErr w:type="gramStart"/>
      <w:r>
        <w:rPr>
          <w:bCs/>
        </w:rPr>
        <w:t>I’ve got</w:t>
      </w:r>
      <w:proofErr w:type="gramEnd"/>
      <w:r>
        <w:rPr>
          <w:bCs/>
        </w:rPr>
        <w:t xml:space="preserve"> ti</w:t>
      </w:r>
      <w:r w:rsidR="00F64B7D">
        <w:rPr>
          <w:bCs/>
        </w:rPr>
        <w:t>me to wake up, go to work shift</w:t>
      </w:r>
      <w:r>
        <w:rPr>
          <w:bCs/>
        </w:rPr>
        <w:t>, come from s</w:t>
      </w:r>
      <w:r w:rsidR="00F64B7D">
        <w:rPr>
          <w:bCs/>
        </w:rPr>
        <w:t xml:space="preserve">hift, cook, eat and sleep. If </w:t>
      </w:r>
      <w:proofErr w:type="gramStart"/>
      <w:r w:rsidR="00F64B7D">
        <w:rPr>
          <w:bCs/>
        </w:rPr>
        <w:t>I’ve got</w:t>
      </w:r>
      <w:proofErr w:type="gramEnd"/>
      <w:r w:rsidR="00F64B7D">
        <w:rPr>
          <w:bCs/>
        </w:rPr>
        <w:t xml:space="preserve"> maybe a little bit of time I can watch a bit of news. </w:t>
      </w:r>
    </w:p>
    <w:p w:rsidR="00932F95" w:rsidRPr="00045BC2" w:rsidRDefault="009B3E3D" w:rsidP="00045BC2">
      <w:pPr>
        <w:pStyle w:val="Heading2"/>
      </w:pPr>
      <w:r>
        <w:t>G05BAF26</w:t>
      </w:r>
      <w:r w:rsidR="00932F95" w:rsidRPr="00045BC2">
        <w:t xml:space="preserve"> </w:t>
      </w:r>
    </w:p>
    <w:p w:rsidR="00932F95" w:rsidRDefault="00E9598A" w:rsidP="00024F2A">
      <w:pPr>
        <w:rPr>
          <w:bCs/>
        </w:rPr>
      </w:pPr>
      <w:r>
        <w:rPr>
          <w:bCs/>
        </w:rPr>
        <w:t>Because</w:t>
      </w:r>
      <w:r w:rsidR="00F64B7D">
        <w:rPr>
          <w:bCs/>
        </w:rPr>
        <w:t xml:space="preserve"> when you look at some </w:t>
      </w:r>
      <w:r w:rsidR="00932F95">
        <w:rPr>
          <w:bCs/>
        </w:rPr>
        <w:t>issues, like, men</w:t>
      </w:r>
      <w:r w:rsidR="00F64B7D">
        <w:rPr>
          <w:bCs/>
        </w:rPr>
        <w:t xml:space="preserve">tal health… </w:t>
      </w:r>
      <w:r w:rsidR="00E15A86">
        <w:rPr>
          <w:bCs/>
        </w:rPr>
        <w:t xml:space="preserve">now </w:t>
      </w:r>
      <w:r w:rsidR="00F64B7D">
        <w:rPr>
          <w:bCs/>
        </w:rPr>
        <w:t>dementia is a big one, of</w:t>
      </w:r>
      <w:r w:rsidR="00932F95">
        <w:rPr>
          <w:bCs/>
        </w:rPr>
        <w:t xml:space="preserve"> course</w:t>
      </w:r>
      <w:r w:rsidR="00F64B7D">
        <w:rPr>
          <w:bCs/>
        </w:rPr>
        <w:t>,</w:t>
      </w:r>
      <w:r w:rsidR="00932F95">
        <w:rPr>
          <w:bCs/>
        </w:rPr>
        <w:t xml:space="preserve"> </w:t>
      </w:r>
      <w:r w:rsidR="00F64B7D">
        <w:rPr>
          <w:bCs/>
        </w:rPr>
        <w:t xml:space="preserve">and </w:t>
      </w:r>
      <w:r w:rsidR="00932F95">
        <w:rPr>
          <w:bCs/>
        </w:rPr>
        <w:t>dementia is als</w:t>
      </w:r>
      <w:r w:rsidR="00F64B7D">
        <w:rPr>
          <w:bCs/>
        </w:rPr>
        <w:t xml:space="preserve">o part of that. </w:t>
      </w:r>
      <w:proofErr w:type="gramStart"/>
      <w:r w:rsidR="00F64B7D">
        <w:rPr>
          <w:bCs/>
        </w:rPr>
        <w:t>If you look at</w:t>
      </w:r>
      <w:r w:rsidR="00932F95">
        <w:rPr>
          <w:bCs/>
        </w:rPr>
        <w:t xml:space="preserve"> mental health</w:t>
      </w:r>
      <w:r w:rsidR="00F64B7D">
        <w:rPr>
          <w:bCs/>
        </w:rPr>
        <w:t xml:space="preserve">, </w:t>
      </w:r>
      <w:r w:rsidR="00932F95">
        <w:rPr>
          <w:bCs/>
        </w:rPr>
        <w:t>people who have lo</w:t>
      </w:r>
      <w:r w:rsidR="00F64B7D">
        <w:rPr>
          <w:bCs/>
        </w:rPr>
        <w:t xml:space="preserve">st their jobs for example, with mental </w:t>
      </w:r>
      <w:r w:rsidR="00024F2A">
        <w:rPr>
          <w:bCs/>
        </w:rPr>
        <w:t>(unclear)</w:t>
      </w:r>
      <w:r w:rsidR="00F64B7D">
        <w:rPr>
          <w:bCs/>
        </w:rPr>
        <w:t>.</w:t>
      </w:r>
      <w:proofErr w:type="gramEnd"/>
      <w:r w:rsidR="00932F95">
        <w:rPr>
          <w:bCs/>
        </w:rPr>
        <w:t xml:space="preserve"> They are prone to developing mental health issues. But it </w:t>
      </w:r>
      <w:proofErr w:type="gramStart"/>
      <w:r w:rsidR="00932F95">
        <w:rPr>
          <w:bCs/>
        </w:rPr>
        <w:t>wasn’t</w:t>
      </w:r>
      <w:proofErr w:type="gramEnd"/>
      <w:r w:rsidR="00932F95">
        <w:rPr>
          <w:bCs/>
        </w:rPr>
        <w:t xml:space="preserve"> as you were waking up and going to work because there is something you’re looking towards and then you’re also meeting other people</w:t>
      </w:r>
      <w:r w:rsidR="00AA54F6">
        <w:rPr>
          <w:bCs/>
        </w:rPr>
        <w:t>. But the isolation system</w:t>
      </w:r>
      <w:r w:rsidR="00932F95">
        <w:rPr>
          <w:bCs/>
        </w:rPr>
        <w:t xml:space="preserve"> here, and also</w:t>
      </w:r>
      <w:r w:rsidR="00737C8A">
        <w:rPr>
          <w:bCs/>
        </w:rPr>
        <w:t>…</w:t>
      </w:r>
      <w:r w:rsidR="00932F95">
        <w:rPr>
          <w:bCs/>
        </w:rPr>
        <w:t xml:space="preserve"> sometime</w:t>
      </w:r>
      <w:r w:rsidR="00AA54F6">
        <w:rPr>
          <w:bCs/>
        </w:rPr>
        <w:t>s also if his theories</w:t>
      </w:r>
      <w:r w:rsidR="00932F95">
        <w:rPr>
          <w:bCs/>
        </w:rPr>
        <w:t xml:space="preserve"> are tied to somethin</w:t>
      </w:r>
      <w:r w:rsidR="00AA54F6">
        <w:rPr>
          <w:bCs/>
        </w:rPr>
        <w:t xml:space="preserve">g that </w:t>
      </w:r>
      <w:proofErr w:type="gramStart"/>
      <w:r w:rsidR="00AA54F6">
        <w:rPr>
          <w:bCs/>
        </w:rPr>
        <w:t>we’re</w:t>
      </w:r>
      <w:proofErr w:type="gramEnd"/>
      <w:r w:rsidR="00AA54F6">
        <w:rPr>
          <w:bCs/>
        </w:rPr>
        <w:t xml:space="preserve"> doing. So, </w:t>
      </w:r>
      <w:r w:rsidR="00E15A86">
        <w:rPr>
          <w:bCs/>
        </w:rPr>
        <w:t xml:space="preserve">here, </w:t>
      </w:r>
      <w:proofErr w:type="gramStart"/>
      <w:r w:rsidR="00E15A86">
        <w:rPr>
          <w:bCs/>
        </w:rPr>
        <w:t>you’r</w:t>
      </w:r>
      <w:r w:rsidR="00932F95">
        <w:rPr>
          <w:bCs/>
        </w:rPr>
        <w:t>e</w:t>
      </w:r>
      <w:proofErr w:type="gramEnd"/>
      <w:r w:rsidR="00932F95">
        <w:rPr>
          <w:bCs/>
        </w:rPr>
        <w:t xml:space="preserve"> </w:t>
      </w:r>
      <w:r w:rsidR="00E15A86">
        <w:rPr>
          <w:bCs/>
        </w:rPr>
        <w:t>really kn</w:t>
      </w:r>
      <w:r w:rsidR="00AA54F6">
        <w:rPr>
          <w:bCs/>
        </w:rPr>
        <w:t xml:space="preserve">ocked </w:t>
      </w:r>
      <w:r w:rsidR="00E15A86">
        <w:rPr>
          <w:bCs/>
        </w:rPr>
        <w:t xml:space="preserve">by </w:t>
      </w:r>
      <w:r w:rsidR="00AA54F6">
        <w:rPr>
          <w:bCs/>
        </w:rPr>
        <w:t>many angles</w:t>
      </w:r>
      <w:r w:rsidR="00932F95">
        <w:rPr>
          <w:bCs/>
        </w:rPr>
        <w:t xml:space="preserve"> and not very many people listen to others here; people don’t, they don’t have the time to do that. Whereas in other countries, and not only</w:t>
      </w:r>
      <w:r w:rsidR="00AA54F6">
        <w:rPr>
          <w:bCs/>
        </w:rPr>
        <w:t xml:space="preserve"> in</w:t>
      </w:r>
      <w:r w:rsidR="00932F95">
        <w:rPr>
          <w:bCs/>
        </w:rPr>
        <w:t xml:space="preserve"> Africa, </w:t>
      </w:r>
      <w:r w:rsidR="00AA54F6">
        <w:rPr>
          <w:bCs/>
        </w:rPr>
        <w:t>you know, and when you go to Italy, for example, t</w:t>
      </w:r>
      <w:r w:rsidR="00932F95">
        <w:rPr>
          <w:bCs/>
        </w:rPr>
        <w:t xml:space="preserve">here is communal settings, people sit and talk, whereas </w:t>
      </w:r>
      <w:r w:rsidR="00AA54F6">
        <w:rPr>
          <w:bCs/>
        </w:rPr>
        <w:t>the system here, that</w:t>
      </w:r>
      <w:r w:rsidR="00932F95">
        <w:rPr>
          <w:bCs/>
        </w:rPr>
        <w:t xml:space="preserve"> is very…</w:t>
      </w:r>
    </w:p>
    <w:p w:rsidR="00932F95" w:rsidRPr="00045BC2" w:rsidRDefault="009B3E3D" w:rsidP="00045BC2">
      <w:pPr>
        <w:pStyle w:val="Heading2"/>
      </w:pPr>
      <w:r>
        <w:t>G05BAF25</w:t>
      </w:r>
    </w:p>
    <w:p w:rsidR="00932F95" w:rsidRDefault="00932F95" w:rsidP="005B4AF8">
      <w:pPr>
        <w:rPr>
          <w:bCs/>
        </w:rPr>
      </w:pPr>
      <w:proofErr w:type="gramStart"/>
      <w:r>
        <w:rPr>
          <w:bCs/>
        </w:rPr>
        <w:t>It’s</w:t>
      </w:r>
      <w:proofErr w:type="gramEnd"/>
      <w:r w:rsidR="00AA54F6">
        <w:rPr>
          <w:bCs/>
        </w:rPr>
        <w:t xml:space="preserve"> just you</w:t>
      </w:r>
      <w:r>
        <w:rPr>
          <w:bCs/>
        </w:rPr>
        <w:t>.</w:t>
      </w:r>
    </w:p>
    <w:p w:rsidR="00737C8A" w:rsidRDefault="00737C8A" w:rsidP="005B4AF8">
      <w:pPr>
        <w:rPr>
          <w:bCs/>
        </w:rPr>
      </w:pPr>
    </w:p>
    <w:p w:rsidR="00737C8A" w:rsidRDefault="00737C8A" w:rsidP="005B4AF8">
      <w:pPr>
        <w:rPr>
          <w:bCs/>
        </w:rPr>
      </w:pPr>
      <w:r w:rsidRPr="00737C8A">
        <w:rPr>
          <w:bCs/>
        </w:rPr>
        <w:t>0:29:33.5</w:t>
      </w:r>
    </w:p>
    <w:p w:rsidR="00932F95" w:rsidRPr="00045BC2" w:rsidRDefault="009B3E3D" w:rsidP="00045BC2">
      <w:pPr>
        <w:pStyle w:val="Heading2"/>
      </w:pPr>
      <w:r>
        <w:t>G05BAF26</w:t>
      </w:r>
      <w:r w:rsidR="00932F95" w:rsidRPr="00045BC2">
        <w:t xml:space="preserve"> </w:t>
      </w:r>
    </w:p>
    <w:p w:rsidR="00932F95" w:rsidRDefault="00932F95" w:rsidP="005B4AF8">
      <w:pPr>
        <w:rPr>
          <w:bCs/>
        </w:rPr>
      </w:pPr>
      <w:r>
        <w:rPr>
          <w:bCs/>
        </w:rPr>
        <w:t xml:space="preserve">Yes. </w:t>
      </w:r>
    </w:p>
    <w:p w:rsidR="00932F95" w:rsidRPr="00045BC2" w:rsidRDefault="009B3E3D" w:rsidP="00045BC2">
      <w:pPr>
        <w:pStyle w:val="Heading2"/>
      </w:pPr>
      <w:r>
        <w:lastRenderedPageBreak/>
        <w:t>G05BAM28</w:t>
      </w:r>
    </w:p>
    <w:p w:rsidR="00932F95" w:rsidRDefault="00AA54F6" w:rsidP="00932F95">
      <w:pPr>
        <w:rPr>
          <w:bCs/>
        </w:rPr>
      </w:pPr>
      <w:r>
        <w:rPr>
          <w:bCs/>
        </w:rPr>
        <w:t xml:space="preserve">I think psychologists… like the sociologists, </w:t>
      </w:r>
      <w:r w:rsidR="007E1996">
        <w:rPr>
          <w:bCs/>
        </w:rPr>
        <w:t>like,</w:t>
      </w:r>
      <w:r>
        <w:rPr>
          <w:bCs/>
        </w:rPr>
        <w:t xml:space="preserve"> maybe… that did </w:t>
      </w:r>
      <w:r w:rsidR="00932F95">
        <w:rPr>
          <w:bCs/>
        </w:rPr>
        <w:t>conditioning</w:t>
      </w:r>
      <w:r>
        <w:rPr>
          <w:bCs/>
        </w:rPr>
        <w:t>,</w:t>
      </w:r>
      <w:r w:rsidR="00932F95">
        <w:rPr>
          <w:bCs/>
        </w:rPr>
        <w:t xml:space="preserve"> people like Pavlo</w:t>
      </w:r>
      <w:r>
        <w:rPr>
          <w:bCs/>
        </w:rPr>
        <w:t>v</w:t>
      </w:r>
      <w:r w:rsidR="00932F95">
        <w:rPr>
          <w:bCs/>
        </w:rPr>
        <w:t>, I mean,</w:t>
      </w:r>
      <w:r>
        <w:rPr>
          <w:bCs/>
        </w:rPr>
        <w:t xml:space="preserve"> like [unclear]</w:t>
      </w:r>
      <w:r w:rsidR="00932F95">
        <w:rPr>
          <w:bCs/>
        </w:rPr>
        <w:t xml:space="preserve"> conditioning. We</w:t>
      </w:r>
      <w:r>
        <w:rPr>
          <w:bCs/>
        </w:rPr>
        <w:t xml:space="preserve">, </w:t>
      </w:r>
      <w:proofErr w:type="gramStart"/>
      <w:r>
        <w:rPr>
          <w:bCs/>
        </w:rPr>
        <w:t>we’re</w:t>
      </w:r>
      <w:proofErr w:type="gramEnd"/>
      <w:r>
        <w:rPr>
          <w:bCs/>
        </w:rPr>
        <w:t xml:space="preserve"> conditioned, we’re so [unclear].</w:t>
      </w:r>
      <w:r w:rsidR="00932F95">
        <w:rPr>
          <w:bCs/>
        </w:rPr>
        <w:t xml:space="preserve"> We </w:t>
      </w:r>
      <w:proofErr w:type="gramStart"/>
      <w:r w:rsidR="00932F95">
        <w:rPr>
          <w:bCs/>
        </w:rPr>
        <w:t>don’t</w:t>
      </w:r>
      <w:proofErr w:type="gramEnd"/>
      <w:r w:rsidR="00932F95">
        <w:rPr>
          <w:bCs/>
        </w:rPr>
        <w:t xml:space="preserve"> </w:t>
      </w:r>
      <w:r>
        <w:rPr>
          <w:bCs/>
        </w:rPr>
        <w:t xml:space="preserve">have time to use our </w:t>
      </w:r>
      <w:r w:rsidR="003C1E31">
        <w:rPr>
          <w:bCs/>
        </w:rPr>
        <w:t>psycho</w:t>
      </w:r>
      <w:r>
        <w:rPr>
          <w:bCs/>
        </w:rPr>
        <w:t>; we’re</w:t>
      </w:r>
      <w:r w:rsidR="00932F95">
        <w:rPr>
          <w:bCs/>
        </w:rPr>
        <w:t xml:space="preserve"> condition</w:t>
      </w:r>
      <w:r>
        <w:rPr>
          <w:bCs/>
        </w:rPr>
        <w:t>ed</w:t>
      </w:r>
      <w:r w:rsidR="007E1996">
        <w:rPr>
          <w:bCs/>
        </w:rPr>
        <w:t xml:space="preserve">, you know. </w:t>
      </w:r>
      <w:r w:rsidR="00932F95">
        <w:rPr>
          <w:bCs/>
        </w:rPr>
        <w:t xml:space="preserve"> </w:t>
      </w:r>
    </w:p>
    <w:p w:rsidR="00310755" w:rsidRPr="00ED7418" w:rsidRDefault="009B3E3D" w:rsidP="00045BC2">
      <w:pPr>
        <w:pStyle w:val="Heading2"/>
        <w:rPr>
          <w:lang w:val="de-DE"/>
        </w:rPr>
      </w:pPr>
      <w:r>
        <w:rPr>
          <w:lang w:val="de-DE"/>
        </w:rPr>
        <w:t>UCLRA02</w:t>
      </w:r>
    </w:p>
    <w:p w:rsidR="00932F95" w:rsidRPr="00ED7418" w:rsidRDefault="00310755" w:rsidP="00932F95">
      <w:pPr>
        <w:rPr>
          <w:bCs/>
          <w:lang w:val="de-DE"/>
        </w:rPr>
      </w:pPr>
      <w:r w:rsidRPr="00ED7418">
        <w:rPr>
          <w:bCs/>
          <w:lang w:val="de-DE"/>
        </w:rPr>
        <w:t>In England?</w:t>
      </w:r>
    </w:p>
    <w:p w:rsidR="00310755" w:rsidRPr="00ED7418" w:rsidRDefault="009B3E3D" w:rsidP="00045BC2">
      <w:pPr>
        <w:pStyle w:val="Heading2"/>
        <w:rPr>
          <w:lang w:val="de-DE"/>
        </w:rPr>
      </w:pPr>
      <w:r>
        <w:rPr>
          <w:lang w:val="de-DE"/>
        </w:rPr>
        <w:t>G05BAM28</w:t>
      </w:r>
    </w:p>
    <w:p w:rsidR="00310755" w:rsidRDefault="007E1996" w:rsidP="00932F95">
      <w:pPr>
        <w:rPr>
          <w:bCs/>
        </w:rPr>
      </w:pPr>
      <w:r>
        <w:rPr>
          <w:bCs/>
        </w:rPr>
        <w:t xml:space="preserve">In England, yes, </w:t>
      </w:r>
      <w:proofErr w:type="gramStart"/>
      <w:r>
        <w:rPr>
          <w:bCs/>
        </w:rPr>
        <w:t>we’re</w:t>
      </w:r>
      <w:proofErr w:type="gramEnd"/>
      <w:r w:rsidR="00310755">
        <w:rPr>
          <w:bCs/>
        </w:rPr>
        <w:t xml:space="preserve"> condition</w:t>
      </w:r>
      <w:r>
        <w:rPr>
          <w:bCs/>
        </w:rPr>
        <w:t>ed</w:t>
      </w:r>
      <w:r w:rsidR="00310755">
        <w:rPr>
          <w:bCs/>
        </w:rPr>
        <w:t xml:space="preserve">. Wake up, go to work, </w:t>
      </w:r>
      <w:proofErr w:type="gramStart"/>
      <w:r w:rsidR="00310755">
        <w:rPr>
          <w:bCs/>
        </w:rPr>
        <w:t>come</w:t>
      </w:r>
      <w:proofErr w:type="gramEnd"/>
      <w:r w:rsidR="00310755">
        <w:rPr>
          <w:bCs/>
        </w:rPr>
        <w:t xml:space="preserve"> home, yes. You know, the system is very conditioned</w:t>
      </w:r>
      <w:r w:rsidR="009B0239">
        <w:rPr>
          <w:bCs/>
        </w:rPr>
        <w:t>,</w:t>
      </w:r>
      <w:r w:rsidR="00310755">
        <w:rPr>
          <w:bCs/>
        </w:rPr>
        <w:t xml:space="preserve"> as</w:t>
      </w:r>
      <w:r>
        <w:rPr>
          <w:bCs/>
        </w:rPr>
        <w:t xml:space="preserve"> I </w:t>
      </w:r>
      <w:proofErr w:type="gramStart"/>
      <w:r w:rsidR="009B0239">
        <w:rPr>
          <w:bCs/>
        </w:rPr>
        <w:t>said,</w:t>
      </w:r>
      <w:proofErr w:type="gramEnd"/>
      <w:r w:rsidR="009B0239">
        <w:rPr>
          <w:bCs/>
        </w:rPr>
        <w:t xml:space="preserve"> what we do.</w:t>
      </w:r>
    </w:p>
    <w:p w:rsidR="00737C8A" w:rsidRDefault="00737C8A" w:rsidP="00932F95">
      <w:pPr>
        <w:rPr>
          <w:bCs/>
        </w:rPr>
      </w:pPr>
    </w:p>
    <w:p w:rsidR="00737C8A" w:rsidRDefault="00737C8A" w:rsidP="00932F95">
      <w:pPr>
        <w:rPr>
          <w:bCs/>
        </w:rPr>
      </w:pPr>
      <w:r w:rsidRPr="00737C8A">
        <w:rPr>
          <w:bCs/>
        </w:rPr>
        <w:t>0:30:02.3</w:t>
      </w:r>
    </w:p>
    <w:p w:rsidR="00310755" w:rsidRPr="00045BC2" w:rsidRDefault="009B3E3D" w:rsidP="00045BC2">
      <w:pPr>
        <w:pStyle w:val="Heading2"/>
      </w:pPr>
      <w:r>
        <w:t>G05BAM24</w:t>
      </w:r>
    </w:p>
    <w:p w:rsidR="009B0239" w:rsidRDefault="00310755" w:rsidP="00932F95">
      <w:pPr>
        <w:rPr>
          <w:bCs/>
        </w:rPr>
      </w:pPr>
      <w:r>
        <w:rPr>
          <w:bCs/>
        </w:rPr>
        <w:t>But I</w:t>
      </w:r>
      <w:r w:rsidR="009B0239">
        <w:rPr>
          <w:bCs/>
        </w:rPr>
        <w:t xml:space="preserve"> think </w:t>
      </w:r>
      <w:proofErr w:type="gramStart"/>
      <w:r w:rsidR="009B0239">
        <w:rPr>
          <w:bCs/>
        </w:rPr>
        <w:t>it’s</w:t>
      </w:r>
      <w:proofErr w:type="gramEnd"/>
      <w:r w:rsidR="009B0239">
        <w:rPr>
          <w:bCs/>
        </w:rPr>
        <w:t xml:space="preserve"> also one of the</w:t>
      </w:r>
      <w:r>
        <w:rPr>
          <w:bCs/>
        </w:rPr>
        <w:t xml:space="preserve"> most un</w:t>
      </w:r>
      <w:r w:rsidR="009B0239">
        <w:rPr>
          <w:bCs/>
        </w:rPr>
        <w:t>f</w:t>
      </w:r>
      <w:r>
        <w:rPr>
          <w:bCs/>
        </w:rPr>
        <w:t>riendly soci</w:t>
      </w:r>
      <w:r w:rsidR="009B0239">
        <w:rPr>
          <w:bCs/>
        </w:rPr>
        <w:t>e</w:t>
      </w:r>
      <w:r>
        <w:rPr>
          <w:bCs/>
        </w:rPr>
        <w:t xml:space="preserve">ties in the world, </w:t>
      </w:r>
    </w:p>
    <w:p w:rsidR="009B0239" w:rsidRPr="009B0239" w:rsidRDefault="009B3E3D" w:rsidP="009B0239">
      <w:pPr>
        <w:pStyle w:val="Heading2"/>
      </w:pPr>
      <w:r>
        <w:t>G05BAM28</w:t>
      </w:r>
    </w:p>
    <w:p w:rsidR="009B0239" w:rsidRDefault="009B0239" w:rsidP="00932F95">
      <w:pPr>
        <w:rPr>
          <w:bCs/>
        </w:rPr>
      </w:pPr>
      <w:proofErr w:type="gramStart"/>
      <w:r>
        <w:rPr>
          <w:bCs/>
        </w:rPr>
        <w:t>England, yes.</w:t>
      </w:r>
      <w:proofErr w:type="gramEnd"/>
    </w:p>
    <w:p w:rsidR="009B0239" w:rsidRPr="009B0239" w:rsidRDefault="009B3E3D" w:rsidP="009B0239">
      <w:pPr>
        <w:pStyle w:val="Heading2"/>
      </w:pPr>
      <w:r>
        <w:t>G05BAM24</w:t>
      </w:r>
    </w:p>
    <w:p w:rsidR="00310755" w:rsidRDefault="009B0239" w:rsidP="00932F95">
      <w:pPr>
        <w:rPr>
          <w:bCs/>
        </w:rPr>
      </w:pPr>
      <w:r>
        <w:rPr>
          <w:bCs/>
        </w:rPr>
        <w:t>B</w:t>
      </w:r>
      <w:r w:rsidR="00310755">
        <w:rPr>
          <w:bCs/>
        </w:rPr>
        <w:t>ecause, you know,</w:t>
      </w:r>
      <w:r>
        <w:rPr>
          <w:bCs/>
        </w:rPr>
        <w:t xml:space="preserve"> the good thing… </w:t>
      </w:r>
      <w:r w:rsidR="00310755">
        <w:rPr>
          <w:bCs/>
        </w:rPr>
        <w:t>community, kind of,</w:t>
      </w:r>
      <w:r>
        <w:rPr>
          <w:bCs/>
        </w:rPr>
        <w:t xml:space="preserve"> factor, is not there. I</w:t>
      </w:r>
      <w:r w:rsidR="00310755">
        <w:rPr>
          <w:bCs/>
        </w:rPr>
        <w:t xml:space="preserve"> mean, </w:t>
      </w:r>
      <w:proofErr w:type="gramStart"/>
      <w:r w:rsidR="00310755">
        <w:rPr>
          <w:bCs/>
        </w:rPr>
        <w:t>it’s</w:t>
      </w:r>
      <w:proofErr w:type="gramEnd"/>
      <w:r w:rsidR="00310755">
        <w:rPr>
          <w:bCs/>
        </w:rPr>
        <w:t xml:space="preserve"> quite s</w:t>
      </w:r>
      <w:r>
        <w:rPr>
          <w:bCs/>
        </w:rPr>
        <w:t>trange because you find if ever</w:t>
      </w:r>
      <w:r w:rsidR="00310755">
        <w:rPr>
          <w:bCs/>
        </w:rPr>
        <w:t xml:space="preserve"> you go to churches, for example, </w:t>
      </w:r>
      <w:r>
        <w:rPr>
          <w:bCs/>
        </w:rPr>
        <w:t xml:space="preserve">where the whole population are… </w:t>
      </w:r>
      <w:r w:rsidR="00310755">
        <w:rPr>
          <w:bCs/>
        </w:rPr>
        <w:t>they are quite…</w:t>
      </w:r>
    </w:p>
    <w:p w:rsidR="00310755" w:rsidRPr="00310755" w:rsidRDefault="009B3E3D" w:rsidP="00310755">
      <w:pPr>
        <w:pStyle w:val="Heading2"/>
      </w:pPr>
      <w:r>
        <w:t>G05BAF26</w:t>
      </w:r>
      <w:r w:rsidR="00310755" w:rsidRPr="00BA3048">
        <w:t xml:space="preserve"> </w:t>
      </w:r>
    </w:p>
    <w:p w:rsidR="00310755" w:rsidRDefault="00310755" w:rsidP="00932F95">
      <w:pPr>
        <w:rPr>
          <w:bCs/>
        </w:rPr>
      </w:pPr>
      <w:proofErr w:type="gramStart"/>
      <w:r>
        <w:rPr>
          <w:bCs/>
        </w:rPr>
        <w:t>Friendly.</w:t>
      </w:r>
      <w:proofErr w:type="gramEnd"/>
    </w:p>
    <w:p w:rsidR="00310755" w:rsidRPr="00A2031F" w:rsidRDefault="009B3E3D" w:rsidP="00310755">
      <w:pPr>
        <w:pStyle w:val="Heading2"/>
      </w:pPr>
      <w:r>
        <w:t>G05BAM24</w:t>
      </w:r>
    </w:p>
    <w:p w:rsidR="00310755" w:rsidRDefault="00310755" w:rsidP="00932F95">
      <w:pPr>
        <w:rPr>
          <w:bCs/>
        </w:rPr>
      </w:pPr>
      <w:proofErr w:type="gramStart"/>
      <w:r>
        <w:rPr>
          <w:bCs/>
        </w:rPr>
        <w:t>Frie</w:t>
      </w:r>
      <w:r w:rsidR="009B0239">
        <w:rPr>
          <w:bCs/>
        </w:rPr>
        <w:t>ndly.</w:t>
      </w:r>
      <w:proofErr w:type="gramEnd"/>
      <w:r w:rsidR="009B0239">
        <w:rPr>
          <w:bCs/>
        </w:rPr>
        <w:t xml:space="preserve"> As long as they know you in that type of setting, b</w:t>
      </w:r>
      <w:r>
        <w:rPr>
          <w:bCs/>
        </w:rPr>
        <w:t xml:space="preserve">ut if you go out there </w:t>
      </w:r>
      <w:proofErr w:type="gramStart"/>
      <w:r>
        <w:rPr>
          <w:bCs/>
        </w:rPr>
        <w:t>it’s</w:t>
      </w:r>
      <w:proofErr w:type="gramEnd"/>
      <w:r>
        <w:rPr>
          <w:bCs/>
        </w:rPr>
        <w:t xml:space="preserve"> </w:t>
      </w:r>
      <w:r w:rsidR="009B0239">
        <w:rPr>
          <w:bCs/>
        </w:rPr>
        <w:t>quite risky because they are very scared of,</w:t>
      </w:r>
      <w:r>
        <w:rPr>
          <w:bCs/>
        </w:rPr>
        <w:t xml:space="preserve"> you know, the way it is. So, I mean,</w:t>
      </w:r>
      <w:r w:rsidR="009B0239">
        <w:rPr>
          <w:bCs/>
        </w:rPr>
        <w:t xml:space="preserve"> you </w:t>
      </w:r>
      <w:proofErr w:type="gramStart"/>
      <w:r w:rsidR="009B0239">
        <w:rPr>
          <w:bCs/>
        </w:rPr>
        <w:t>wou</w:t>
      </w:r>
      <w:r>
        <w:rPr>
          <w:bCs/>
        </w:rPr>
        <w:t>ldn’t</w:t>
      </w:r>
      <w:proofErr w:type="gramEnd"/>
      <w:r>
        <w:rPr>
          <w:bCs/>
        </w:rPr>
        <w:t xml:space="preserve"> find an older </w:t>
      </w:r>
      <w:r w:rsidR="009B0239">
        <w:rPr>
          <w:bCs/>
        </w:rPr>
        <w:t xml:space="preserve">person </w:t>
      </w:r>
      <w:r>
        <w:rPr>
          <w:bCs/>
        </w:rPr>
        <w:t>feeling very confident on the street and…</w:t>
      </w:r>
    </w:p>
    <w:p w:rsidR="00310755" w:rsidRPr="00310755" w:rsidRDefault="009B3E3D" w:rsidP="00310755">
      <w:pPr>
        <w:pStyle w:val="Heading2"/>
      </w:pPr>
      <w:r>
        <w:t>G05BAM28</w:t>
      </w:r>
    </w:p>
    <w:p w:rsidR="00310755" w:rsidRDefault="009B0239" w:rsidP="00932F95">
      <w:pPr>
        <w:rPr>
          <w:bCs/>
        </w:rPr>
      </w:pPr>
      <w:proofErr w:type="gramStart"/>
      <w:r>
        <w:rPr>
          <w:bCs/>
        </w:rPr>
        <w:t>[Unclear].</w:t>
      </w:r>
      <w:proofErr w:type="gramEnd"/>
    </w:p>
    <w:p w:rsidR="00B005DC" w:rsidRDefault="00B005DC" w:rsidP="00932F95">
      <w:pPr>
        <w:rPr>
          <w:bCs/>
        </w:rPr>
      </w:pPr>
    </w:p>
    <w:p w:rsidR="00B005DC" w:rsidRDefault="00B005DC" w:rsidP="00932F95">
      <w:pPr>
        <w:rPr>
          <w:bCs/>
        </w:rPr>
      </w:pPr>
      <w:r w:rsidRPr="00B005DC">
        <w:rPr>
          <w:bCs/>
        </w:rPr>
        <w:t>0:30:02.3</w:t>
      </w:r>
    </w:p>
    <w:p w:rsidR="00310755" w:rsidRPr="00310755" w:rsidRDefault="009B3E3D" w:rsidP="00310755">
      <w:pPr>
        <w:pStyle w:val="Heading2"/>
      </w:pPr>
      <w:r>
        <w:t>G05BAM24</w:t>
      </w:r>
    </w:p>
    <w:p w:rsidR="00310755" w:rsidRDefault="009B0239" w:rsidP="00932F95">
      <w:pPr>
        <w:rPr>
          <w:bCs/>
        </w:rPr>
      </w:pPr>
      <w:proofErr w:type="gramStart"/>
      <w:r>
        <w:rPr>
          <w:bCs/>
        </w:rPr>
        <w:t>Yes, [unclear].</w:t>
      </w:r>
      <w:proofErr w:type="gramEnd"/>
      <w:r w:rsidR="00310755">
        <w:rPr>
          <w:bCs/>
        </w:rPr>
        <w:t xml:space="preserve"> So, people here are very unfriendly and I think some of the effects of mental health, depression, you know,</w:t>
      </w:r>
      <w:r>
        <w:rPr>
          <w:bCs/>
        </w:rPr>
        <w:t xml:space="preserve"> unhappiness in life, </w:t>
      </w:r>
      <w:r w:rsidR="00310755">
        <w:rPr>
          <w:bCs/>
        </w:rPr>
        <w:t xml:space="preserve">is just the way </w:t>
      </w:r>
      <w:r>
        <w:rPr>
          <w:bCs/>
        </w:rPr>
        <w:t>this</w:t>
      </w:r>
      <w:r w:rsidR="00310755">
        <w:rPr>
          <w:bCs/>
        </w:rPr>
        <w:t xml:space="preserve"> society is. </w:t>
      </w:r>
      <w:proofErr w:type="gramStart"/>
      <w:r w:rsidR="00310755">
        <w:rPr>
          <w:bCs/>
        </w:rPr>
        <w:t>People…</w:t>
      </w:r>
      <w:proofErr w:type="gramEnd"/>
      <w:r w:rsidR="00310755">
        <w:rPr>
          <w:bCs/>
        </w:rPr>
        <w:t xml:space="preserve"> I mean, </w:t>
      </w:r>
      <w:r>
        <w:rPr>
          <w:bCs/>
        </w:rPr>
        <w:t>there is a theory that Britain is</w:t>
      </w:r>
      <w:r w:rsidR="00310755">
        <w:rPr>
          <w:bCs/>
        </w:rPr>
        <w:t xml:space="preserve"> multicultural, I </w:t>
      </w:r>
      <w:proofErr w:type="gramStart"/>
      <w:r w:rsidR="00310755">
        <w:rPr>
          <w:bCs/>
        </w:rPr>
        <w:t>don’t</w:t>
      </w:r>
      <w:proofErr w:type="gramEnd"/>
      <w:r w:rsidR="00310755">
        <w:rPr>
          <w:bCs/>
        </w:rPr>
        <w:t xml:space="preserve"> think that is really true, because multicultural means the opportunity for people being able to share characters, being happy to be… I think </w:t>
      </w:r>
      <w:proofErr w:type="gramStart"/>
      <w:r w:rsidR="00310755">
        <w:rPr>
          <w:bCs/>
        </w:rPr>
        <w:t>it’s</w:t>
      </w:r>
      <w:proofErr w:type="gramEnd"/>
      <w:r w:rsidR="00310755">
        <w:rPr>
          <w:bCs/>
        </w:rPr>
        <w:t xml:space="preserve"> quite a turnaround </w:t>
      </w:r>
      <w:r>
        <w:rPr>
          <w:bCs/>
        </w:rPr>
        <w:t xml:space="preserve">of </w:t>
      </w:r>
      <w:r w:rsidR="00310755">
        <w:rPr>
          <w:bCs/>
        </w:rPr>
        <w:t>society in that, you know, anyone can exist but I don’t think it’s…</w:t>
      </w:r>
    </w:p>
    <w:p w:rsidR="00310755" w:rsidRPr="00310755" w:rsidRDefault="009B3E3D" w:rsidP="00310755">
      <w:pPr>
        <w:pStyle w:val="Heading2"/>
      </w:pPr>
      <w:r>
        <w:lastRenderedPageBreak/>
        <w:t>G05BAF26</w:t>
      </w:r>
      <w:r w:rsidR="00310755" w:rsidRPr="00BA3048">
        <w:t xml:space="preserve"> </w:t>
      </w:r>
    </w:p>
    <w:p w:rsidR="00310755" w:rsidRDefault="009B0239" w:rsidP="00932F95">
      <w:pPr>
        <w:rPr>
          <w:bCs/>
        </w:rPr>
      </w:pPr>
      <w:proofErr w:type="gramStart"/>
      <w:r>
        <w:rPr>
          <w:bCs/>
        </w:rPr>
        <w:t>A community.</w:t>
      </w:r>
      <w:proofErr w:type="gramEnd"/>
      <w:r>
        <w:rPr>
          <w:bCs/>
        </w:rPr>
        <w:t xml:space="preserve"> </w:t>
      </w:r>
      <w:r w:rsidR="00310755">
        <w:rPr>
          <w:bCs/>
        </w:rPr>
        <w:t xml:space="preserve">   </w:t>
      </w:r>
    </w:p>
    <w:p w:rsidR="00BF6935" w:rsidRPr="00045BC2" w:rsidRDefault="009B3E3D" w:rsidP="00045BC2">
      <w:pPr>
        <w:pStyle w:val="Heading2"/>
      </w:pPr>
      <w:r>
        <w:t>G05BAM24</w:t>
      </w:r>
    </w:p>
    <w:p w:rsidR="00BF6935" w:rsidRDefault="00BF6935" w:rsidP="005B4AF8">
      <w:pPr>
        <w:rPr>
          <w:bCs/>
        </w:rPr>
      </w:pPr>
      <w:r>
        <w:rPr>
          <w:bCs/>
        </w:rPr>
        <w:t xml:space="preserve">It </w:t>
      </w:r>
      <w:proofErr w:type="gramStart"/>
      <w:r>
        <w:rPr>
          <w:bCs/>
        </w:rPr>
        <w:t>is</w:t>
      </w:r>
      <w:r w:rsidR="009B0239">
        <w:rPr>
          <w:bCs/>
        </w:rPr>
        <w:t>n’t</w:t>
      </w:r>
      <w:proofErr w:type="gramEnd"/>
      <w:r>
        <w:rPr>
          <w:bCs/>
        </w:rPr>
        <w:t xml:space="preserve"> that</w:t>
      </w:r>
      <w:r w:rsidR="009B0239">
        <w:rPr>
          <w:bCs/>
        </w:rPr>
        <w:t xml:space="preserve"> kind of</w:t>
      </w:r>
      <w:r>
        <w:rPr>
          <w:bCs/>
        </w:rPr>
        <w:t>…</w:t>
      </w:r>
    </w:p>
    <w:p w:rsidR="00BF6935" w:rsidRPr="00045BC2" w:rsidRDefault="009B3E3D" w:rsidP="00045BC2">
      <w:pPr>
        <w:pStyle w:val="Heading2"/>
      </w:pPr>
      <w:r>
        <w:t>G05BAM28</w:t>
      </w:r>
    </w:p>
    <w:p w:rsidR="00BF6935" w:rsidRDefault="00BF6935" w:rsidP="005B4AF8">
      <w:pPr>
        <w:rPr>
          <w:bCs/>
        </w:rPr>
      </w:pPr>
      <w:proofErr w:type="gramStart"/>
      <w:r>
        <w:rPr>
          <w:bCs/>
        </w:rPr>
        <w:t xml:space="preserve">Yes, compared </w:t>
      </w:r>
      <w:r w:rsidR="009B0239">
        <w:rPr>
          <w:bCs/>
        </w:rPr>
        <w:t>to the</w:t>
      </w:r>
      <w:r>
        <w:rPr>
          <w:bCs/>
        </w:rPr>
        <w:t xml:space="preserve"> Netherlands.</w:t>
      </w:r>
      <w:proofErr w:type="gramEnd"/>
    </w:p>
    <w:p w:rsidR="00BF6935" w:rsidRPr="00045BC2" w:rsidRDefault="009B3E3D" w:rsidP="00045BC2">
      <w:pPr>
        <w:pStyle w:val="Heading2"/>
      </w:pPr>
      <w:r>
        <w:t>G05BAM24</w:t>
      </w:r>
    </w:p>
    <w:p w:rsidR="00BF6935" w:rsidRDefault="00BF6935" w:rsidP="005B4AF8">
      <w:pPr>
        <w:rPr>
          <w:bCs/>
        </w:rPr>
      </w:pPr>
      <w:r>
        <w:rPr>
          <w:bCs/>
        </w:rPr>
        <w:t>I mean,</w:t>
      </w:r>
      <w:r w:rsidR="00494337">
        <w:rPr>
          <w:bCs/>
        </w:rPr>
        <w:t xml:space="preserve"> </w:t>
      </w:r>
      <w:proofErr w:type="gramStart"/>
      <w:r w:rsidR="00494337">
        <w:rPr>
          <w:bCs/>
        </w:rPr>
        <w:t>it’s</w:t>
      </w:r>
      <w:proofErr w:type="gramEnd"/>
      <w:r w:rsidR="00494337">
        <w:rPr>
          <w:bCs/>
        </w:rPr>
        <w:t xml:space="preserve"> very sad</w:t>
      </w:r>
      <w:r>
        <w:rPr>
          <w:bCs/>
        </w:rPr>
        <w:t>.</w:t>
      </w:r>
    </w:p>
    <w:p w:rsidR="00BF6935" w:rsidRPr="00BA3048" w:rsidRDefault="009B3E3D" w:rsidP="009F1BBB">
      <w:pPr>
        <w:pStyle w:val="Heading2"/>
        <w:rPr>
          <w:bCs w:val="0"/>
        </w:rPr>
      </w:pPr>
      <w:r>
        <w:rPr>
          <w:bCs w:val="0"/>
        </w:rPr>
        <w:t>G05BAM28</w:t>
      </w:r>
    </w:p>
    <w:p w:rsidR="00BF6935" w:rsidRDefault="00494337" w:rsidP="005B4AF8">
      <w:pPr>
        <w:rPr>
          <w:bCs/>
        </w:rPr>
      </w:pPr>
      <w:r>
        <w:rPr>
          <w:bCs/>
        </w:rPr>
        <w:t>As a black man, I</w:t>
      </w:r>
      <w:r w:rsidR="00BF6935">
        <w:rPr>
          <w:bCs/>
        </w:rPr>
        <w:t xml:space="preserve"> enjoyed being in the Netherlands than being here. Do you understand?</w:t>
      </w:r>
    </w:p>
    <w:p w:rsidR="00B005DC" w:rsidRDefault="00B005DC" w:rsidP="005B4AF8">
      <w:pPr>
        <w:rPr>
          <w:bCs/>
        </w:rPr>
      </w:pPr>
    </w:p>
    <w:p w:rsidR="00B005DC" w:rsidRDefault="00B005DC" w:rsidP="005B4AF8">
      <w:pPr>
        <w:rPr>
          <w:bCs/>
        </w:rPr>
      </w:pPr>
      <w:r w:rsidRPr="00B005DC">
        <w:rPr>
          <w:bCs/>
        </w:rPr>
        <w:t>0:31:12.5</w:t>
      </w:r>
    </w:p>
    <w:p w:rsidR="00BF6935" w:rsidRPr="00045BC2" w:rsidRDefault="009B3E3D" w:rsidP="00045BC2">
      <w:pPr>
        <w:pStyle w:val="Heading2"/>
      </w:pPr>
      <w:r>
        <w:t>G05BAM24</w:t>
      </w:r>
    </w:p>
    <w:p w:rsidR="00372997" w:rsidRDefault="00677735" w:rsidP="00677735">
      <w:pPr>
        <w:rPr>
          <w:bCs/>
        </w:rPr>
      </w:pPr>
      <w:r>
        <w:rPr>
          <w:bCs/>
        </w:rPr>
        <w:t xml:space="preserve">But (unclear) the issue of awareness, </w:t>
      </w:r>
      <w:r w:rsidR="00BF6935">
        <w:rPr>
          <w:bCs/>
        </w:rPr>
        <w:t xml:space="preserve">because I know </w:t>
      </w:r>
      <w:proofErr w:type="gramStart"/>
      <w:r w:rsidR="00BF6935">
        <w:rPr>
          <w:bCs/>
        </w:rPr>
        <w:t>you’re</w:t>
      </w:r>
      <w:proofErr w:type="gramEnd"/>
      <w:r w:rsidR="00BF6935">
        <w:rPr>
          <w:bCs/>
        </w:rPr>
        <w:t xml:space="preserve"> talking about, you know</w:t>
      </w:r>
      <w:r w:rsidR="00EB23DE">
        <w:rPr>
          <w:bCs/>
        </w:rPr>
        <w:t>, the various… I mean, the way, you know,</w:t>
      </w:r>
      <w:r w:rsidR="00494337">
        <w:rPr>
          <w:bCs/>
        </w:rPr>
        <w:t xml:space="preserve"> that</w:t>
      </w:r>
      <w:r w:rsidR="00EB23DE">
        <w:rPr>
          <w:bCs/>
        </w:rPr>
        <w:t xml:space="preserve"> dementia here… I mean, forgetting the impact on somebody’s life here or elsewhere. I think the problem we ha</w:t>
      </w:r>
      <w:r w:rsidR="00494337">
        <w:rPr>
          <w:bCs/>
        </w:rPr>
        <w:t>ve in this place is that regardless of powers in the services, if</w:t>
      </w:r>
      <w:r w:rsidR="00EB23DE">
        <w:rPr>
          <w:bCs/>
        </w:rPr>
        <w:t xml:space="preserve"> you cannot</w:t>
      </w:r>
      <w:r w:rsidR="00956EFD">
        <w:rPr>
          <w:bCs/>
        </w:rPr>
        <w:t xml:space="preserve"> create awareness about</w:t>
      </w:r>
      <w:r w:rsidR="00494337">
        <w:rPr>
          <w:bCs/>
        </w:rPr>
        <w:t xml:space="preserve"> the problem </w:t>
      </w:r>
      <w:proofErr w:type="gramStart"/>
      <w:r w:rsidR="00494337">
        <w:rPr>
          <w:bCs/>
        </w:rPr>
        <w:t>it’s</w:t>
      </w:r>
      <w:proofErr w:type="gramEnd"/>
      <w:r w:rsidR="00494337">
        <w:rPr>
          <w:bCs/>
        </w:rPr>
        <w:t xml:space="preserve"> very difficult. B</w:t>
      </w:r>
      <w:r w:rsidR="00956EFD">
        <w:rPr>
          <w:bCs/>
        </w:rPr>
        <w:t>ecause the only time somebody just talks about dementia is maybe when a relative h</w:t>
      </w:r>
      <w:r w:rsidR="00494337">
        <w:rPr>
          <w:bCs/>
        </w:rPr>
        <w:t>as been diagnosed with dementia. O</w:t>
      </w:r>
      <w:r w:rsidR="00956EFD">
        <w:rPr>
          <w:bCs/>
        </w:rPr>
        <w:t xml:space="preserve">r there’s, you know, something about dementia, you know, maybe a programme on TV or some campaign. But in the real communities that </w:t>
      </w:r>
      <w:proofErr w:type="gramStart"/>
      <w:r w:rsidR="00956EFD">
        <w:rPr>
          <w:bCs/>
        </w:rPr>
        <w:t>you’re</w:t>
      </w:r>
      <w:proofErr w:type="gramEnd"/>
      <w:r w:rsidR="00956EFD">
        <w:rPr>
          <w:bCs/>
        </w:rPr>
        <w:t xml:space="preserve"> looking at, the African community and the </w:t>
      </w:r>
      <w:r w:rsidR="003C1E31">
        <w:rPr>
          <w:bCs/>
        </w:rPr>
        <w:t>Caribbean</w:t>
      </w:r>
      <w:r w:rsidR="00956EFD">
        <w:rPr>
          <w:bCs/>
        </w:rPr>
        <w:t xml:space="preserve"> commun</w:t>
      </w:r>
      <w:r w:rsidR="00494337">
        <w:rPr>
          <w:bCs/>
        </w:rPr>
        <w:t>ities, we never get any sustained</w:t>
      </w:r>
      <w:r w:rsidR="00956EFD">
        <w:rPr>
          <w:bCs/>
        </w:rPr>
        <w:t xml:space="preserve">, kind of, programmes. Not even </w:t>
      </w:r>
      <w:r w:rsidR="00494337">
        <w:rPr>
          <w:bCs/>
        </w:rPr>
        <w:t>sustained</w:t>
      </w:r>
      <w:r w:rsidR="00956EFD">
        <w:rPr>
          <w:bCs/>
        </w:rPr>
        <w:t xml:space="preserve"> but no initiatives within the communities that we work </w:t>
      </w:r>
      <w:r w:rsidR="00494337">
        <w:rPr>
          <w:bCs/>
        </w:rPr>
        <w:t xml:space="preserve">in </w:t>
      </w:r>
      <w:r w:rsidR="00956EFD">
        <w:rPr>
          <w:bCs/>
        </w:rPr>
        <w:t>or that we exist in tha</w:t>
      </w:r>
      <w:r w:rsidR="00494337">
        <w:rPr>
          <w:bCs/>
        </w:rPr>
        <w:t>t actually looks at just creating</w:t>
      </w:r>
      <w:r w:rsidR="00956EFD">
        <w:rPr>
          <w:bCs/>
        </w:rPr>
        <w:t xml:space="preserve"> awar</w:t>
      </w:r>
      <w:r w:rsidR="00494337">
        <w:rPr>
          <w:bCs/>
        </w:rPr>
        <w:t>eness around some of these long-</w:t>
      </w:r>
      <w:r w:rsidR="00956EFD">
        <w:rPr>
          <w:bCs/>
        </w:rPr>
        <w:t xml:space="preserve">term conditions. </w:t>
      </w:r>
    </w:p>
    <w:p w:rsidR="00372997" w:rsidRDefault="00372997" w:rsidP="005B4AF8">
      <w:pPr>
        <w:rPr>
          <w:bCs/>
        </w:rPr>
      </w:pPr>
    </w:p>
    <w:p w:rsidR="00BF6935" w:rsidRDefault="00956EFD" w:rsidP="00603A39">
      <w:pPr>
        <w:rPr>
          <w:bCs/>
        </w:rPr>
      </w:pPr>
      <w:r>
        <w:rPr>
          <w:bCs/>
        </w:rPr>
        <w:t>Now, we… what n</w:t>
      </w:r>
      <w:r w:rsidR="00494337">
        <w:rPr>
          <w:bCs/>
        </w:rPr>
        <w:t xml:space="preserve">ormally has happened with mainstream charities </w:t>
      </w:r>
      <w:proofErr w:type="gramStart"/>
      <w:r w:rsidR="00494337">
        <w:rPr>
          <w:bCs/>
        </w:rPr>
        <w:t>is</w:t>
      </w:r>
      <w:proofErr w:type="gramEnd"/>
      <w:r w:rsidR="00494337">
        <w:rPr>
          <w:bCs/>
        </w:rPr>
        <w:t xml:space="preserve"> that </w:t>
      </w:r>
      <w:r>
        <w:rPr>
          <w:bCs/>
        </w:rPr>
        <w:t xml:space="preserve">they </w:t>
      </w:r>
      <w:r w:rsidR="00494337">
        <w:rPr>
          <w:bCs/>
        </w:rPr>
        <w:t xml:space="preserve">said, oh we </w:t>
      </w:r>
      <w:r w:rsidR="00603A39">
        <w:rPr>
          <w:bCs/>
        </w:rPr>
        <w:t>want to</w:t>
      </w:r>
      <w:r w:rsidR="00494337">
        <w:rPr>
          <w:bCs/>
        </w:rPr>
        <w:t xml:space="preserve"> run </w:t>
      </w:r>
      <w:r>
        <w:rPr>
          <w:bCs/>
        </w:rPr>
        <w:t>t</w:t>
      </w:r>
      <w:r w:rsidR="00494337">
        <w:rPr>
          <w:bCs/>
        </w:rPr>
        <w:t xml:space="preserve">his programme for the Caribbean… </w:t>
      </w:r>
      <w:proofErr w:type="gramStart"/>
      <w:r w:rsidR="00494337">
        <w:rPr>
          <w:bCs/>
        </w:rPr>
        <w:t xml:space="preserve">African or </w:t>
      </w:r>
      <w:r>
        <w:rPr>
          <w:bCs/>
        </w:rPr>
        <w:t xml:space="preserve">African </w:t>
      </w:r>
      <w:r w:rsidR="003C1E31">
        <w:rPr>
          <w:bCs/>
        </w:rPr>
        <w:t>Caribbean</w:t>
      </w:r>
      <w:r>
        <w:rPr>
          <w:bCs/>
        </w:rPr>
        <w:t xml:space="preserve"> communities.</w:t>
      </w:r>
      <w:proofErr w:type="gramEnd"/>
      <w:r>
        <w:rPr>
          <w:bCs/>
        </w:rPr>
        <w:t xml:space="preserve"> And then they employ a black person and then they expect that that black person </w:t>
      </w:r>
      <w:r w:rsidR="00494337">
        <w:rPr>
          <w:bCs/>
        </w:rPr>
        <w:t>in charge of</w:t>
      </w:r>
      <w:r>
        <w:rPr>
          <w:bCs/>
        </w:rPr>
        <w:t xml:space="preserve"> that programme is going to, you know, deliver. So, you know, really </w:t>
      </w:r>
      <w:proofErr w:type="gramStart"/>
      <w:r>
        <w:rPr>
          <w:bCs/>
        </w:rPr>
        <w:t>that’s</w:t>
      </w:r>
      <w:proofErr w:type="gramEnd"/>
      <w:r>
        <w:rPr>
          <w:bCs/>
        </w:rPr>
        <w:t>, sort of, looking to just tick boxes, and I think that the power… I mean, the most important thing is empowering people. So, if you h</w:t>
      </w:r>
      <w:r w:rsidR="00494337">
        <w:rPr>
          <w:bCs/>
        </w:rPr>
        <w:t xml:space="preserve">ave a programme like dementia, </w:t>
      </w:r>
      <w:proofErr w:type="gramStart"/>
      <w:r w:rsidR="00494337">
        <w:rPr>
          <w:bCs/>
        </w:rPr>
        <w:t>that’s</w:t>
      </w:r>
      <w:proofErr w:type="gramEnd"/>
      <w:r w:rsidR="00494337">
        <w:rPr>
          <w:bCs/>
        </w:rPr>
        <w:t xml:space="preserve"> a person with dementia. You</w:t>
      </w:r>
      <w:r>
        <w:rPr>
          <w:bCs/>
        </w:rPr>
        <w:t xml:space="preserve"> need to find out first of all where </w:t>
      </w:r>
      <w:proofErr w:type="gramStart"/>
      <w:r w:rsidR="00494337">
        <w:rPr>
          <w:bCs/>
        </w:rPr>
        <w:t>are the right areas to go</w:t>
      </w:r>
      <w:proofErr w:type="gramEnd"/>
      <w:r w:rsidR="00494337">
        <w:rPr>
          <w:bCs/>
        </w:rPr>
        <w:t xml:space="preserve">. So, there are charities, you know, [unclear] who could </w:t>
      </w:r>
      <w:r>
        <w:rPr>
          <w:bCs/>
        </w:rPr>
        <w:t xml:space="preserve">actually talk about dementia there. Charities that are for these communities that can talk, and the mistake people make is that they look at Africa as a </w:t>
      </w:r>
      <w:r w:rsidR="003C1E31">
        <w:rPr>
          <w:bCs/>
        </w:rPr>
        <w:t>homogenous</w:t>
      </w:r>
      <w:r>
        <w:rPr>
          <w:bCs/>
        </w:rPr>
        <w:t>, kind of, s</w:t>
      </w:r>
      <w:r w:rsidR="00494337">
        <w:rPr>
          <w:bCs/>
        </w:rPr>
        <w:t>ociety</w:t>
      </w:r>
      <w:r w:rsidR="008D40FA">
        <w:rPr>
          <w:bCs/>
        </w:rPr>
        <w:t>,</w:t>
      </w:r>
      <w:r w:rsidR="00494337">
        <w:rPr>
          <w:bCs/>
        </w:rPr>
        <w:t xml:space="preserve"> and if we have</w:t>
      </w:r>
      <w:r w:rsidR="00774D51">
        <w:rPr>
          <w:bCs/>
        </w:rPr>
        <w:t xml:space="preserve"> African</w:t>
      </w:r>
      <w:r w:rsidR="00494337">
        <w:rPr>
          <w:bCs/>
        </w:rPr>
        <w:t>s who</w:t>
      </w:r>
      <w:r w:rsidR="00774D51">
        <w:rPr>
          <w:bCs/>
        </w:rPr>
        <w:t xml:space="preserve"> speak </w:t>
      </w:r>
      <w:r w:rsidR="003C1E31">
        <w:rPr>
          <w:bCs/>
        </w:rPr>
        <w:t>Portuguese</w:t>
      </w:r>
      <w:r w:rsidR="008D40FA">
        <w:rPr>
          <w:bCs/>
        </w:rPr>
        <w:t>..</w:t>
      </w:r>
      <w:r w:rsidR="00774D51">
        <w:rPr>
          <w:bCs/>
        </w:rPr>
        <w:t xml:space="preserve">. </w:t>
      </w:r>
    </w:p>
    <w:p w:rsidR="00B005DC" w:rsidRDefault="00B005DC" w:rsidP="005B4AF8">
      <w:pPr>
        <w:rPr>
          <w:bCs/>
        </w:rPr>
      </w:pPr>
    </w:p>
    <w:p w:rsidR="00B005DC" w:rsidRDefault="00B005DC" w:rsidP="005B4AF8">
      <w:pPr>
        <w:rPr>
          <w:bCs/>
        </w:rPr>
      </w:pPr>
      <w:r w:rsidRPr="00B005DC">
        <w:rPr>
          <w:bCs/>
        </w:rPr>
        <w:t>0:33:09.6</w:t>
      </w:r>
    </w:p>
    <w:p w:rsidR="00774D51" w:rsidRPr="00045BC2" w:rsidRDefault="009B3E3D" w:rsidP="00045BC2">
      <w:pPr>
        <w:pStyle w:val="Heading2"/>
      </w:pPr>
      <w:r>
        <w:t>G05BAF27</w:t>
      </w:r>
    </w:p>
    <w:p w:rsidR="00774D51" w:rsidRDefault="00774D51" w:rsidP="005B4AF8">
      <w:pPr>
        <w:rPr>
          <w:bCs/>
        </w:rPr>
      </w:pPr>
      <w:r>
        <w:rPr>
          <w:bCs/>
        </w:rPr>
        <w:t xml:space="preserve">And </w:t>
      </w:r>
      <w:r w:rsidR="008D40FA">
        <w:rPr>
          <w:bCs/>
        </w:rPr>
        <w:t xml:space="preserve">the </w:t>
      </w:r>
      <w:r w:rsidR="003C1E31">
        <w:rPr>
          <w:bCs/>
        </w:rPr>
        <w:t>Caribbean’s</w:t>
      </w:r>
      <w:r w:rsidR="008D40FA">
        <w:rPr>
          <w:bCs/>
        </w:rPr>
        <w:t>, it’s the same thing.</w:t>
      </w:r>
    </w:p>
    <w:p w:rsidR="00774D51" w:rsidRPr="00045BC2" w:rsidRDefault="009B3E3D" w:rsidP="00045BC2">
      <w:pPr>
        <w:pStyle w:val="Heading2"/>
      </w:pPr>
      <w:r>
        <w:lastRenderedPageBreak/>
        <w:t>G05BAM24</w:t>
      </w:r>
    </w:p>
    <w:p w:rsidR="00774D51" w:rsidRDefault="00774D51" w:rsidP="005B4AF8">
      <w:pPr>
        <w:rPr>
          <w:bCs/>
        </w:rPr>
      </w:pPr>
      <w:r>
        <w:rPr>
          <w:bCs/>
        </w:rPr>
        <w:t xml:space="preserve">And </w:t>
      </w:r>
      <w:r w:rsidR="003C1E31">
        <w:rPr>
          <w:bCs/>
        </w:rPr>
        <w:t>Caribbean’s</w:t>
      </w:r>
      <w:r>
        <w:rPr>
          <w:bCs/>
        </w:rPr>
        <w:t xml:space="preserve">, we’ve </w:t>
      </w:r>
      <w:proofErr w:type="gramStart"/>
      <w:r>
        <w:rPr>
          <w:bCs/>
        </w:rPr>
        <w:t>got</w:t>
      </w:r>
      <w:proofErr w:type="gramEnd"/>
      <w:r>
        <w:rPr>
          <w:bCs/>
        </w:rPr>
        <w:t xml:space="preserve"> </w:t>
      </w:r>
      <w:r w:rsidR="003C1E31">
        <w:rPr>
          <w:bCs/>
        </w:rPr>
        <w:t>Caribbean’s</w:t>
      </w:r>
      <w:r>
        <w:rPr>
          <w:bCs/>
        </w:rPr>
        <w:t xml:space="preserve"> who speak French, who speak English and they’re from different places. So, when they talk about services for the African and Caribbean communiti</w:t>
      </w:r>
      <w:r w:rsidR="008D40FA">
        <w:rPr>
          <w:bCs/>
        </w:rPr>
        <w:t>es, they look very much as one with very same</w:t>
      </w:r>
      <w:r>
        <w:rPr>
          <w:bCs/>
        </w:rPr>
        <w:t xml:space="preserve"> behaviours, </w:t>
      </w:r>
      <w:r w:rsidR="008D40FA">
        <w:rPr>
          <w:bCs/>
        </w:rPr>
        <w:t xml:space="preserve">but </w:t>
      </w:r>
      <w:r>
        <w:rPr>
          <w:bCs/>
        </w:rPr>
        <w:t xml:space="preserve">people are different. </w:t>
      </w:r>
    </w:p>
    <w:p w:rsidR="00774D51" w:rsidRPr="00045BC2" w:rsidRDefault="009B3E3D" w:rsidP="00045BC2">
      <w:pPr>
        <w:pStyle w:val="Heading2"/>
      </w:pPr>
      <w:r>
        <w:t>UCLRA01</w:t>
      </w:r>
      <w:r w:rsidR="00774D51" w:rsidRPr="00045BC2">
        <w:t xml:space="preserve"> </w:t>
      </w:r>
    </w:p>
    <w:p w:rsidR="000C001C" w:rsidRDefault="00372997" w:rsidP="005B4AF8">
      <w:pPr>
        <w:rPr>
          <w:bCs/>
        </w:rPr>
      </w:pPr>
      <w:r>
        <w:rPr>
          <w:bCs/>
        </w:rPr>
        <w:t xml:space="preserve">A very good point, which </w:t>
      </w:r>
      <w:proofErr w:type="gramStart"/>
      <w:r>
        <w:rPr>
          <w:bCs/>
        </w:rPr>
        <w:t>she’s</w:t>
      </w:r>
      <w:proofErr w:type="gramEnd"/>
      <w:r>
        <w:rPr>
          <w:bCs/>
        </w:rPr>
        <w:t xml:space="preserve"> probably going to touch on in a minute. </w:t>
      </w:r>
      <w:r w:rsidR="009B3E3D">
        <w:rPr>
          <w:bCs/>
        </w:rPr>
        <w:t>UCLRA02</w:t>
      </w:r>
      <w:r>
        <w:rPr>
          <w:bCs/>
        </w:rPr>
        <w:t>, keep that in mind</w:t>
      </w:r>
      <w:r w:rsidR="00774D51">
        <w:rPr>
          <w:bCs/>
        </w:rPr>
        <w:t>. One question, which I’m going to ask you, one f</w:t>
      </w:r>
      <w:r>
        <w:rPr>
          <w:bCs/>
        </w:rPr>
        <w:t xml:space="preserve">inal question, we talked about… </w:t>
      </w:r>
      <w:proofErr w:type="spellStart"/>
      <w:r w:rsidR="00774D51">
        <w:rPr>
          <w:bCs/>
        </w:rPr>
        <w:t>lets</w:t>
      </w:r>
      <w:proofErr w:type="spellEnd"/>
      <w:r w:rsidR="00774D51">
        <w:rPr>
          <w:bCs/>
        </w:rPr>
        <w:t xml:space="preserve"> see, we</w:t>
      </w:r>
      <w:r>
        <w:rPr>
          <w:bCs/>
        </w:rPr>
        <w:t xml:space="preserve"> talked about not going to see the</w:t>
      </w:r>
      <w:r w:rsidR="00774D51">
        <w:rPr>
          <w:bCs/>
        </w:rPr>
        <w:t xml:space="preserve"> GP, but going to see a family </w:t>
      </w:r>
      <w:r w:rsidR="00774D51" w:rsidRPr="00372997">
        <w:rPr>
          <w:bCs/>
        </w:rPr>
        <w:t xml:space="preserve">member when you have a memory problem. </w:t>
      </w:r>
      <w:proofErr w:type="gramStart"/>
      <w:r w:rsidR="00774D51" w:rsidRPr="00372997">
        <w:rPr>
          <w:bCs/>
        </w:rPr>
        <w:t>How…?</w:t>
      </w:r>
      <w:proofErr w:type="gramEnd"/>
      <w:r w:rsidR="00774D51" w:rsidRPr="00372997">
        <w:rPr>
          <w:bCs/>
        </w:rPr>
        <w:t xml:space="preserve"> </w:t>
      </w:r>
      <w:proofErr w:type="gramStart"/>
      <w:r w:rsidR="00774D51" w:rsidRPr="00372997">
        <w:rPr>
          <w:bCs/>
        </w:rPr>
        <w:t>Let’s</w:t>
      </w:r>
      <w:proofErr w:type="gramEnd"/>
      <w:r w:rsidR="00774D51" w:rsidRPr="00372997">
        <w:rPr>
          <w:bCs/>
        </w:rPr>
        <w:t xml:space="preserve"> say, which… let’s say… how do I ask that question? If you discuss, </w:t>
      </w:r>
      <w:proofErr w:type="gramStart"/>
      <w:r w:rsidR="00774D51" w:rsidRPr="00372997">
        <w:rPr>
          <w:bCs/>
        </w:rPr>
        <w:t>let’s</w:t>
      </w:r>
      <w:proofErr w:type="gramEnd"/>
      <w:r w:rsidR="00774D51" w:rsidRPr="00372997">
        <w:rPr>
          <w:bCs/>
        </w:rPr>
        <w:t xml:space="preserve"> say, your memory problem with a family member and </w:t>
      </w:r>
      <w:r w:rsidR="000C001C" w:rsidRPr="00372997">
        <w:rPr>
          <w:bCs/>
        </w:rPr>
        <w:t>they advise you to go and see someone. Would that stimulate you to go and see your GP? I mean, if you discuss</w:t>
      </w:r>
      <w:r>
        <w:rPr>
          <w:bCs/>
        </w:rPr>
        <w:t>ed</w:t>
      </w:r>
      <w:r w:rsidR="000C001C" w:rsidRPr="00372997">
        <w:rPr>
          <w:bCs/>
        </w:rPr>
        <w:t xml:space="preserve"> your memory problem with a close friend, a family… a partner, would that make you look for help… external </w:t>
      </w:r>
      <w:proofErr w:type="gramStart"/>
      <w:r w:rsidR="000C001C" w:rsidRPr="00372997">
        <w:rPr>
          <w:bCs/>
        </w:rPr>
        <w:t>help?</w:t>
      </w:r>
      <w:proofErr w:type="gramEnd"/>
      <w:r w:rsidR="000C001C" w:rsidRPr="00372997">
        <w:rPr>
          <w:bCs/>
        </w:rPr>
        <w:t xml:space="preserve"> </w:t>
      </w:r>
      <w:proofErr w:type="gramStart"/>
      <w:r w:rsidR="000C001C" w:rsidRPr="00372997">
        <w:rPr>
          <w:bCs/>
        </w:rPr>
        <w:t>I’m</w:t>
      </w:r>
      <w:proofErr w:type="gramEnd"/>
      <w:r w:rsidR="000C001C" w:rsidRPr="00372997">
        <w:rPr>
          <w:bCs/>
        </w:rPr>
        <w:t xml:space="preserve"> talking about GPs or a specialist or hospital.</w:t>
      </w:r>
    </w:p>
    <w:p w:rsidR="00B005DC" w:rsidRDefault="00B005DC" w:rsidP="005B4AF8">
      <w:pPr>
        <w:rPr>
          <w:bCs/>
        </w:rPr>
      </w:pPr>
    </w:p>
    <w:p w:rsidR="00B005DC" w:rsidRDefault="00B005DC" w:rsidP="005B4AF8">
      <w:pPr>
        <w:rPr>
          <w:bCs/>
        </w:rPr>
      </w:pPr>
      <w:r w:rsidRPr="00B005DC">
        <w:rPr>
          <w:bCs/>
        </w:rPr>
        <w:t>0:34:26.5</w:t>
      </w:r>
    </w:p>
    <w:p w:rsidR="000C001C" w:rsidRPr="00045BC2" w:rsidRDefault="009B3E3D" w:rsidP="00045BC2">
      <w:pPr>
        <w:pStyle w:val="Heading2"/>
      </w:pPr>
      <w:r>
        <w:t>G05BAM28</w:t>
      </w:r>
    </w:p>
    <w:p w:rsidR="000C001C" w:rsidRDefault="00372997" w:rsidP="005B4AF8">
      <w:pPr>
        <w:rPr>
          <w:bCs/>
        </w:rPr>
      </w:pPr>
      <w:r>
        <w:rPr>
          <w:bCs/>
        </w:rPr>
        <w:t>In a fair world</w:t>
      </w:r>
      <w:r w:rsidR="000C001C">
        <w:rPr>
          <w:bCs/>
        </w:rPr>
        <w:t xml:space="preserve">… </w:t>
      </w:r>
      <w:r>
        <w:rPr>
          <w:bCs/>
        </w:rPr>
        <w:t>in a fair world</w:t>
      </w:r>
      <w:r w:rsidR="000C001C">
        <w:rPr>
          <w:bCs/>
        </w:rPr>
        <w:t xml:space="preserve">, if someone tells you that </w:t>
      </w:r>
      <w:proofErr w:type="gramStart"/>
      <w:r w:rsidR="000C001C">
        <w:rPr>
          <w:bCs/>
        </w:rPr>
        <w:t>you’ve got</w:t>
      </w:r>
      <w:proofErr w:type="gramEnd"/>
      <w:r w:rsidR="000C001C">
        <w:rPr>
          <w:bCs/>
        </w:rPr>
        <w:t xml:space="preserve"> </w:t>
      </w:r>
      <w:r w:rsidR="00871D40">
        <w:rPr>
          <w:bCs/>
        </w:rPr>
        <w:t xml:space="preserve">a </w:t>
      </w:r>
      <w:r w:rsidR="000C001C">
        <w:rPr>
          <w:bCs/>
        </w:rPr>
        <w:t>problem, please try and look for help, it’s good advice, you know. But, also</w:t>
      </w:r>
      <w:r>
        <w:rPr>
          <w:bCs/>
        </w:rPr>
        <w:t>… we also</w:t>
      </w:r>
      <w:r w:rsidR="000C001C">
        <w:rPr>
          <w:bCs/>
        </w:rPr>
        <w:t xml:space="preserve"> suffer from, you know, what you call self-denial. If someone tends to forget… </w:t>
      </w:r>
      <w:proofErr w:type="gramStart"/>
      <w:r w:rsidR="000C001C">
        <w:rPr>
          <w:bCs/>
        </w:rPr>
        <w:t>they’re</w:t>
      </w:r>
      <w:proofErr w:type="gramEnd"/>
      <w:r w:rsidR="000C001C">
        <w:rPr>
          <w:bCs/>
        </w:rPr>
        <w:t xml:space="preserve"> forgetting things, you really… you might say, no</w:t>
      </w:r>
      <w:r w:rsidR="001D3AFC">
        <w:rPr>
          <w:bCs/>
        </w:rPr>
        <w:t xml:space="preserve"> </w:t>
      </w:r>
      <w:proofErr w:type="spellStart"/>
      <w:r w:rsidR="001D3AFC">
        <w:rPr>
          <w:bCs/>
        </w:rPr>
        <w:t>no</w:t>
      </w:r>
      <w:proofErr w:type="spellEnd"/>
      <w:r w:rsidR="001D3AFC">
        <w:rPr>
          <w:bCs/>
        </w:rPr>
        <w:t xml:space="preserve"> </w:t>
      </w:r>
      <w:proofErr w:type="spellStart"/>
      <w:r w:rsidR="001D3AFC">
        <w:rPr>
          <w:bCs/>
        </w:rPr>
        <w:t>no</w:t>
      </w:r>
      <w:proofErr w:type="spellEnd"/>
      <w:r w:rsidR="000C001C">
        <w:rPr>
          <w:bCs/>
        </w:rPr>
        <w:t xml:space="preserve">, </w:t>
      </w:r>
      <w:r>
        <w:rPr>
          <w:bCs/>
        </w:rPr>
        <w:t xml:space="preserve">I’m not forgetting things. You know, </w:t>
      </w:r>
      <w:proofErr w:type="gramStart"/>
      <w:r>
        <w:rPr>
          <w:bCs/>
        </w:rPr>
        <w:t>they’ll</w:t>
      </w:r>
      <w:proofErr w:type="gramEnd"/>
      <w:r>
        <w:rPr>
          <w:bCs/>
        </w:rPr>
        <w:t xml:space="preserve"> say, he’s picking on me</w:t>
      </w:r>
      <w:r w:rsidR="000C001C">
        <w:rPr>
          <w:bCs/>
        </w:rPr>
        <w:t xml:space="preserve"> about m</w:t>
      </w:r>
      <w:r>
        <w:rPr>
          <w:bCs/>
        </w:rPr>
        <w:t>e something, you know, and can get angry.</w:t>
      </w:r>
      <w:r w:rsidR="000C001C">
        <w:rPr>
          <w:bCs/>
        </w:rPr>
        <w:t xml:space="preserve"> I </w:t>
      </w:r>
      <w:r>
        <w:rPr>
          <w:bCs/>
        </w:rPr>
        <w:t>could get angry</w:t>
      </w:r>
      <w:r w:rsidR="000C001C">
        <w:rPr>
          <w:bCs/>
        </w:rPr>
        <w:t xml:space="preserve"> for someone telling</w:t>
      </w:r>
      <w:r>
        <w:rPr>
          <w:bCs/>
        </w:rPr>
        <w:t xml:space="preserve"> me that I</w:t>
      </w:r>
      <w:r w:rsidR="000C001C">
        <w:rPr>
          <w:bCs/>
        </w:rPr>
        <w:t xml:space="preserve"> forget </w:t>
      </w:r>
      <w:proofErr w:type="gramStart"/>
      <w:r w:rsidR="000C001C">
        <w:rPr>
          <w:bCs/>
        </w:rPr>
        <w:t>thin</w:t>
      </w:r>
      <w:r>
        <w:rPr>
          <w:bCs/>
        </w:rPr>
        <w:t>gs,</w:t>
      </w:r>
      <w:proofErr w:type="gramEnd"/>
      <w:r>
        <w:rPr>
          <w:bCs/>
        </w:rPr>
        <w:t xml:space="preserve"> you know so</w:t>
      </w:r>
      <w:r w:rsidR="000C001C">
        <w:rPr>
          <w:bCs/>
        </w:rPr>
        <w:t xml:space="preserve"> I can…</w:t>
      </w:r>
      <w:r>
        <w:rPr>
          <w:bCs/>
        </w:rPr>
        <w:t xml:space="preserve"> denial will be a great thing. B</w:t>
      </w:r>
      <w:r w:rsidR="000C001C">
        <w:rPr>
          <w:bCs/>
        </w:rPr>
        <w:t xml:space="preserve">ut if someone that you trust, that said if </w:t>
      </w:r>
      <w:r w:rsidR="00880E9A">
        <w:rPr>
          <w:bCs/>
        </w:rPr>
        <w:t xml:space="preserve">I </w:t>
      </w:r>
      <w:r w:rsidR="000C001C">
        <w:rPr>
          <w:bCs/>
        </w:rPr>
        <w:t xml:space="preserve">trust my partner, if I trust my brother or my sister </w:t>
      </w:r>
      <w:r>
        <w:rPr>
          <w:bCs/>
        </w:rPr>
        <w:t>telling me that</w:t>
      </w:r>
      <w:r w:rsidR="000C001C">
        <w:rPr>
          <w:bCs/>
        </w:rPr>
        <w:t xml:space="preserve"> I’m forgetting things, it’s going to… and see… so, maybe they might help you. You know, in a world like this… in a western world like this where education and everything</w:t>
      </w:r>
      <w:r>
        <w:rPr>
          <w:bCs/>
        </w:rPr>
        <w:t xml:space="preserve"> is at a high level, </w:t>
      </w:r>
      <w:r w:rsidR="000C001C">
        <w:rPr>
          <w:bCs/>
        </w:rPr>
        <w:t>it should be possible for you to seek help.</w:t>
      </w:r>
      <w:r w:rsidR="00957B5B">
        <w:rPr>
          <w:bCs/>
        </w:rPr>
        <w:t xml:space="preserve"> But in Africa they think </w:t>
      </w:r>
      <w:proofErr w:type="gramStart"/>
      <w:r w:rsidR="00957B5B">
        <w:rPr>
          <w:bCs/>
        </w:rPr>
        <w:t>they’re</w:t>
      </w:r>
      <w:proofErr w:type="gramEnd"/>
      <w:r w:rsidR="000C001C">
        <w:rPr>
          <w:bCs/>
        </w:rPr>
        <w:t xml:space="preserve"> problems. </w:t>
      </w:r>
    </w:p>
    <w:p w:rsidR="000C001C" w:rsidRPr="00045BC2" w:rsidRDefault="009B3E3D" w:rsidP="00045BC2">
      <w:pPr>
        <w:pStyle w:val="Heading2"/>
      </w:pPr>
      <w:r>
        <w:t>G05BAF26</w:t>
      </w:r>
      <w:r w:rsidR="000C001C" w:rsidRPr="00045BC2">
        <w:t xml:space="preserve"> </w:t>
      </w:r>
    </w:p>
    <w:p w:rsidR="000C001C" w:rsidRDefault="000C001C" w:rsidP="005B4AF8">
      <w:pPr>
        <w:rPr>
          <w:bCs/>
        </w:rPr>
      </w:pPr>
      <w:r>
        <w:rPr>
          <w:bCs/>
        </w:rPr>
        <w:t xml:space="preserve">Even here… even here, </w:t>
      </w:r>
      <w:r w:rsidR="00957B5B">
        <w:rPr>
          <w:bCs/>
        </w:rPr>
        <w:t xml:space="preserve">because </w:t>
      </w:r>
      <w:r>
        <w:rPr>
          <w:bCs/>
        </w:rPr>
        <w:t>I rememb</w:t>
      </w:r>
      <w:r w:rsidR="00957B5B">
        <w:rPr>
          <w:bCs/>
        </w:rPr>
        <w:t xml:space="preserve">er my </w:t>
      </w:r>
      <w:r w:rsidR="00880E9A">
        <w:rPr>
          <w:bCs/>
        </w:rPr>
        <w:t>thirty</w:t>
      </w:r>
      <w:r w:rsidR="003C1E31">
        <w:rPr>
          <w:bCs/>
        </w:rPr>
        <w:t>-year-old</w:t>
      </w:r>
      <w:r w:rsidR="00957B5B">
        <w:rPr>
          <w:bCs/>
        </w:rPr>
        <w:t xml:space="preserve"> son then, h</w:t>
      </w:r>
      <w:r>
        <w:rPr>
          <w:bCs/>
        </w:rPr>
        <w:t xml:space="preserve">e told me </w:t>
      </w:r>
      <w:r w:rsidR="00957B5B">
        <w:rPr>
          <w:bCs/>
        </w:rPr>
        <w:t>what I</w:t>
      </w:r>
      <w:r w:rsidR="00880E9A">
        <w:rPr>
          <w:bCs/>
        </w:rPr>
        <w:t xml:space="preserve"> was forgetting, when I go out</w:t>
      </w:r>
      <w:r>
        <w:rPr>
          <w:bCs/>
        </w:rPr>
        <w:t>. So, j</w:t>
      </w:r>
      <w:r w:rsidR="00957B5B">
        <w:rPr>
          <w:bCs/>
        </w:rPr>
        <w:t xml:space="preserve">ust as </w:t>
      </w:r>
      <w:proofErr w:type="gramStart"/>
      <w:r w:rsidR="00957B5B">
        <w:rPr>
          <w:bCs/>
        </w:rPr>
        <w:t>I’ve</w:t>
      </w:r>
      <w:proofErr w:type="gramEnd"/>
      <w:r w:rsidR="00957B5B">
        <w:rPr>
          <w:bCs/>
        </w:rPr>
        <w:t xml:space="preserve"> forgotten my keys [unclear] he said, old age. He said, oh you have old age, so</w:t>
      </w:r>
      <w:r>
        <w:rPr>
          <w:bCs/>
        </w:rPr>
        <w:t xml:space="preserve"> I</w:t>
      </w:r>
      <w:r w:rsidR="00957B5B">
        <w:rPr>
          <w:bCs/>
        </w:rPr>
        <w:t xml:space="preserve"> said… and I said, </w:t>
      </w:r>
      <w:r>
        <w:rPr>
          <w:bCs/>
        </w:rPr>
        <w:t xml:space="preserve">are you calling me old? </w:t>
      </w:r>
      <w:r w:rsidR="00957B5B">
        <w:rPr>
          <w:bCs/>
        </w:rPr>
        <w:t xml:space="preserve">He said, yes. So, </w:t>
      </w:r>
      <w:proofErr w:type="gramStart"/>
      <w:r w:rsidR="00957B5B">
        <w:rPr>
          <w:bCs/>
        </w:rPr>
        <w:t>it’s</w:t>
      </w:r>
      <w:proofErr w:type="gramEnd"/>
      <w:r w:rsidR="00957B5B">
        <w:rPr>
          <w:bCs/>
        </w:rPr>
        <w:t xml:space="preserve"> the same</w:t>
      </w:r>
      <w:r>
        <w:rPr>
          <w:bCs/>
        </w:rPr>
        <w:t xml:space="preserve"> thi</w:t>
      </w:r>
      <w:r w:rsidR="00957B5B">
        <w:rPr>
          <w:bCs/>
        </w:rPr>
        <w:t>ng, y</w:t>
      </w:r>
      <w:r w:rsidR="008E037F">
        <w:rPr>
          <w:bCs/>
        </w:rPr>
        <w:t>es, if you start</w:t>
      </w:r>
      <w:r w:rsidR="00957B5B">
        <w:rPr>
          <w:bCs/>
        </w:rPr>
        <w:t xml:space="preserve"> on a person usually they are going</w:t>
      </w:r>
      <w:r>
        <w:rPr>
          <w:bCs/>
        </w:rPr>
        <w:t xml:space="preserve"> to be. Yes, you</w:t>
      </w:r>
      <w:r w:rsidR="00957B5B">
        <w:rPr>
          <w:bCs/>
        </w:rPr>
        <w:t xml:space="preserve"> know. </w:t>
      </w:r>
    </w:p>
    <w:p w:rsidR="000C001C" w:rsidRPr="00045BC2" w:rsidRDefault="009B3E3D" w:rsidP="00045BC2">
      <w:pPr>
        <w:pStyle w:val="Heading2"/>
      </w:pPr>
      <w:r>
        <w:t>G05BAM28</w:t>
      </w:r>
    </w:p>
    <w:p w:rsidR="000C001C" w:rsidRDefault="000C001C" w:rsidP="005B4AF8">
      <w:pPr>
        <w:rPr>
          <w:bCs/>
        </w:rPr>
      </w:pPr>
      <w:r>
        <w:rPr>
          <w:bCs/>
        </w:rPr>
        <w:t xml:space="preserve">But when </w:t>
      </w:r>
      <w:proofErr w:type="gramStart"/>
      <w:r>
        <w:rPr>
          <w:bCs/>
        </w:rPr>
        <w:t>I’m</w:t>
      </w:r>
      <w:proofErr w:type="gramEnd"/>
      <w:r>
        <w:rPr>
          <w:bCs/>
        </w:rPr>
        <w:t xml:space="preserve"> forgetting to </w:t>
      </w:r>
      <w:r w:rsidR="00957B5B">
        <w:rPr>
          <w:bCs/>
        </w:rPr>
        <w:t>[</w:t>
      </w:r>
      <w:proofErr w:type="spellStart"/>
      <w:r w:rsidR="00957B5B">
        <w:rPr>
          <w:bCs/>
        </w:rPr>
        <w:t>overtalking</w:t>
      </w:r>
      <w:proofErr w:type="spellEnd"/>
      <w:r w:rsidR="00957B5B">
        <w:rPr>
          <w:bCs/>
        </w:rPr>
        <w:t>]</w:t>
      </w:r>
    </w:p>
    <w:p w:rsidR="00B005DC" w:rsidRDefault="00B005DC" w:rsidP="005B4AF8">
      <w:pPr>
        <w:rPr>
          <w:bCs/>
        </w:rPr>
      </w:pPr>
    </w:p>
    <w:p w:rsidR="00B005DC" w:rsidRDefault="00B005DC" w:rsidP="005B4AF8">
      <w:pPr>
        <w:rPr>
          <w:bCs/>
        </w:rPr>
      </w:pPr>
      <w:r w:rsidRPr="00B005DC">
        <w:rPr>
          <w:bCs/>
        </w:rPr>
        <w:t>0:35:59.0</w:t>
      </w:r>
    </w:p>
    <w:p w:rsidR="000C001C" w:rsidRPr="00045BC2" w:rsidRDefault="009B3E3D" w:rsidP="00045BC2">
      <w:pPr>
        <w:pStyle w:val="Heading2"/>
      </w:pPr>
      <w:r>
        <w:t>G05BAF26</w:t>
      </w:r>
      <w:r w:rsidR="000C001C" w:rsidRPr="00045BC2">
        <w:t xml:space="preserve"> </w:t>
      </w:r>
    </w:p>
    <w:p w:rsidR="000C001C" w:rsidRDefault="00957B5B" w:rsidP="005B4AF8">
      <w:pPr>
        <w:rPr>
          <w:bCs/>
        </w:rPr>
      </w:pPr>
      <w:r>
        <w:rPr>
          <w:bCs/>
        </w:rPr>
        <w:t>But when it was</w:t>
      </w:r>
      <w:r w:rsidR="000C001C">
        <w:rPr>
          <w:bCs/>
        </w:rPr>
        <w:t xml:space="preserve"> my own son</w:t>
      </w:r>
      <w:r w:rsidR="002E39AA">
        <w:rPr>
          <w:bCs/>
        </w:rPr>
        <w:t xml:space="preserve">, I </w:t>
      </w:r>
      <w:proofErr w:type="gramStart"/>
      <w:r w:rsidR="002E39AA">
        <w:rPr>
          <w:bCs/>
        </w:rPr>
        <w:t>did</w:t>
      </w:r>
      <w:r>
        <w:rPr>
          <w:bCs/>
        </w:rPr>
        <w:t>n’t</w:t>
      </w:r>
      <w:proofErr w:type="gramEnd"/>
      <w:r w:rsidR="002E39AA">
        <w:rPr>
          <w:bCs/>
        </w:rPr>
        <w:t xml:space="preserve"> take it very seriously, but if a man on the street told me, you know, it’s b</w:t>
      </w:r>
      <w:r>
        <w:rPr>
          <w:bCs/>
        </w:rPr>
        <w:t>e</w:t>
      </w:r>
      <w:r w:rsidR="002E39AA">
        <w:rPr>
          <w:bCs/>
        </w:rPr>
        <w:t xml:space="preserve">cause of old age. </w:t>
      </w:r>
    </w:p>
    <w:p w:rsidR="002E39AA" w:rsidRPr="00045BC2" w:rsidRDefault="009B3E3D" w:rsidP="00045BC2">
      <w:pPr>
        <w:pStyle w:val="Heading2"/>
      </w:pPr>
      <w:r>
        <w:lastRenderedPageBreak/>
        <w:t>G05BAM24</w:t>
      </w:r>
    </w:p>
    <w:p w:rsidR="002E39AA" w:rsidRDefault="00957B5B" w:rsidP="005B4AF8">
      <w:pPr>
        <w:rPr>
          <w:bCs/>
        </w:rPr>
      </w:pPr>
      <w:r>
        <w:rPr>
          <w:bCs/>
        </w:rPr>
        <w:t>So, we</w:t>
      </w:r>
      <w:r w:rsidR="002E39AA">
        <w:rPr>
          <w:bCs/>
        </w:rPr>
        <w:t xml:space="preserve"> should </w:t>
      </w:r>
      <w:r>
        <w:rPr>
          <w:bCs/>
        </w:rPr>
        <w:t xml:space="preserve">stop this joke of old age </w:t>
      </w:r>
      <w:proofErr w:type="gramStart"/>
      <w:r>
        <w:rPr>
          <w:bCs/>
        </w:rPr>
        <w:t>then?</w:t>
      </w:r>
      <w:proofErr w:type="gramEnd"/>
    </w:p>
    <w:p w:rsidR="002E39AA" w:rsidRPr="00045BC2" w:rsidRDefault="009B3E3D" w:rsidP="00045BC2">
      <w:pPr>
        <w:pStyle w:val="Heading2"/>
      </w:pPr>
      <w:r>
        <w:t>G05BAF26</w:t>
      </w:r>
      <w:r w:rsidR="002E39AA" w:rsidRPr="00045BC2">
        <w:t xml:space="preserve"> </w:t>
      </w:r>
    </w:p>
    <w:p w:rsidR="002E39AA" w:rsidRDefault="002E39AA" w:rsidP="005B4AF8">
      <w:pPr>
        <w:rPr>
          <w:bCs/>
        </w:rPr>
      </w:pPr>
      <w:r>
        <w:rPr>
          <w:bCs/>
        </w:rPr>
        <w:t xml:space="preserve">No, </w:t>
      </w:r>
      <w:proofErr w:type="gramStart"/>
      <w:r>
        <w:rPr>
          <w:bCs/>
        </w:rPr>
        <w:t>it’s</w:t>
      </w:r>
      <w:proofErr w:type="gramEnd"/>
      <w:r>
        <w:rPr>
          <w:bCs/>
        </w:rPr>
        <w:t xml:space="preserve"> not </w:t>
      </w:r>
      <w:r w:rsidR="008E037F">
        <w:rPr>
          <w:bCs/>
        </w:rPr>
        <w:t xml:space="preserve">that, </w:t>
      </w:r>
      <w:r>
        <w:rPr>
          <w:bCs/>
        </w:rPr>
        <w:t>but what we are saying in this context is…</w:t>
      </w:r>
    </w:p>
    <w:p w:rsidR="002E39AA" w:rsidRPr="00045BC2" w:rsidRDefault="009B3E3D" w:rsidP="00045BC2">
      <w:pPr>
        <w:pStyle w:val="Heading2"/>
      </w:pPr>
      <w:r>
        <w:t>G05BAM28</w:t>
      </w:r>
    </w:p>
    <w:p w:rsidR="002E39AA" w:rsidRDefault="002E39AA" w:rsidP="005B4AF8">
      <w:pPr>
        <w:rPr>
          <w:bCs/>
        </w:rPr>
      </w:pPr>
      <w:r>
        <w:rPr>
          <w:bCs/>
        </w:rPr>
        <w:t xml:space="preserve">I wonder if we should forget </w:t>
      </w:r>
      <w:r w:rsidR="008E037F">
        <w:rPr>
          <w:bCs/>
        </w:rPr>
        <w:t xml:space="preserve">it </w:t>
      </w:r>
      <w:r>
        <w:rPr>
          <w:bCs/>
        </w:rPr>
        <w:t>and throw it away.</w:t>
      </w:r>
    </w:p>
    <w:p w:rsidR="002E39AA" w:rsidRDefault="009B3E3D" w:rsidP="00045BC2">
      <w:pPr>
        <w:pStyle w:val="Heading2"/>
      </w:pPr>
      <w:r>
        <w:t>G05BAF26</w:t>
      </w:r>
      <w:r w:rsidR="002E39AA" w:rsidRPr="00BA3048">
        <w:t xml:space="preserve"> </w:t>
      </w:r>
    </w:p>
    <w:p w:rsidR="002E39AA" w:rsidRDefault="002E39AA" w:rsidP="005B4AF8">
      <w:pPr>
        <w:rPr>
          <w:bCs/>
        </w:rPr>
      </w:pPr>
      <w:r>
        <w:rPr>
          <w:bCs/>
        </w:rPr>
        <w:t>No</w:t>
      </w:r>
      <w:r w:rsidR="008E037F">
        <w:rPr>
          <w:bCs/>
        </w:rPr>
        <w:t>, the thing is if you just start</w:t>
      </w:r>
      <w:r>
        <w:rPr>
          <w:bCs/>
        </w:rPr>
        <w:t xml:space="preserve"> on a person</w:t>
      </w:r>
      <w:r w:rsidR="008E037F">
        <w:rPr>
          <w:bCs/>
        </w:rPr>
        <w:t>,</w:t>
      </w:r>
      <w:r>
        <w:rPr>
          <w:bCs/>
        </w:rPr>
        <w:t xml:space="preserve"> unless </w:t>
      </w:r>
      <w:proofErr w:type="gramStart"/>
      <w:r w:rsidR="008E037F">
        <w:rPr>
          <w:bCs/>
        </w:rPr>
        <w:t>they’re</w:t>
      </w:r>
      <w:proofErr w:type="gramEnd"/>
      <w:r w:rsidR="008E037F">
        <w:rPr>
          <w:bCs/>
        </w:rPr>
        <w:t xml:space="preserve"> very close to you, if they explain, </w:t>
      </w:r>
      <w:r>
        <w:rPr>
          <w:bCs/>
        </w:rPr>
        <w:t xml:space="preserve">because I’ve seen </w:t>
      </w:r>
      <w:r w:rsidR="008E037F">
        <w:rPr>
          <w:bCs/>
        </w:rPr>
        <w:t xml:space="preserve">it with </w:t>
      </w:r>
      <w:r>
        <w:rPr>
          <w:bCs/>
        </w:rPr>
        <w:t>the other studies that we have done. I</w:t>
      </w:r>
      <w:r w:rsidR="008E037F">
        <w:rPr>
          <w:bCs/>
        </w:rPr>
        <w:t>s it better</w:t>
      </w:r>
      <w:r>
        <w:rPr>
          <w:bCs/>
        </w:rPr>
        <w:t xml:space="preserve"> to say, would you l</w:t>
      </w:r>
      <w:r w:rsidR="008E037F">
        <w:rPr>
          <w:bCs/>
        </w:rPr>
        <w:t>ike to someone to accompany you?</w:t>
      </w:r>
    </w:p>
    <w:p w:rsidR="00B005DC" w:rsidRDefault="00B005DC" w:rsidP="005B4AF8">
      <w:pPr>
        <w:rPr>
          <w:bCs/>
        </w:rPr>
      </w:pPr>
    </w:p>
    <w:p w:rsidR="00B005DC" w:rsidRDefault="00B005DC" w:rsidP="005B4AF8">
      <w:pPr>
        <w:rPr>
          <w:bCs/>
        </w:rPr>
      </w:pPr>
      <w:r w:rsidRPr="00B005DC">
        <w:rPr>
          <w:bCs/>
        </w:rPr>
        <w:t>0:36:26.5</w:t>
      </w:r>
    </w:p>
    <w:p w:rsidR="002E39AA" w:rsidRPr="00045BC2" w:rsidRDefault="009B3E3D" w:rsidP="00045BC2">
      <w:pPr>
        <w:pStyle w:val="Heading2"/>
      </w:pPr>
      <w:r>
        <w:t>G05BAF27</w:t>
      </w:r>
    </w:p>
    <w:p w:rsidR="002E39AA" w:rsidRDefault="002E39AA" w:rsidP="005B4AF8">
      <w:pPr>
        <w:rPr>
          <w:bCs/>
        </w:rPr>
      </w:pPr>
      <w:proofErr w:type="gramStart"/>
      <w:r>
        <w:rPr>
          <w:bCs/>
        </w:rPr>
        <w:t>Exactly.</w:t>
      </w:r>
      <w:proofErr w:type="gramEnd"/>
    </w:p>
    <w:p w:rsidR="002E39AA" w:rsidRPr="00045BC2" w:rsidRDefault="009B3E3D" w:rsidP="00045BC2">
      <w:pPr>
        <w:pStyle w:val="Heading2"/>
      </w:pPr>
      <w:r>
        <w:t>G05BAF26</w:t>
      </w:r>
      <w:r w:rsidR="002E39AA" w:rsidRPr="00045BC2">
        <w:t xml:space="preserve"> </w:t>
      </w:r>
    </w:p>
    <w:p w:rsidR="002E39AA" w:rsidRDefault="002E39AA" w:rsidP="00196C12">
      <w:pPr>
        <w:rPr>
          <w:bCs/>
        </w:rPr>
      </w:pPr>
      <w:r>
        <w:rPr>
          <w:bCs/>
        </w:rPr>
        <w:t xml:space="preserve">You know, to go and see and doctor. Yes, for how long has it been happening? Can I come with you? Do you mind? Then they feel supported, </w:t>
      </w:r>
      <w:r w:rsidR="008E037F">
        <w:rPr>
          <w:bCs/>
        </w:rPr>
        <w:t xml:space="preserve">but </w:t>
      </w:r>
      <w:r>
        <w:rPr>
          <w:bCs/>
        </w:rPr>
        <w:t>at the same time t</w:t>
      </w:r>
      <w:r w:rsidR="008E037F">
        <w:rPr>
          <w:bCs/>
        </w:rPr>
        <w:t xml:space="preserve">hey are this close to you and then </w:t>
      </w:r>
      <w:proofErr w:type="gramStart"/>
      <w:r w:rsidR="008E037F">
        <w:rPr>
          <w:bCs/>
        </w:rPr>
        <w:t>you’ve</w:t>
      </w:r>
      <w:proofErr w:type="gramEnd"/>
      <w:r w:rsidR="008E037F">
        <w:rPr>
          <w:bCs/>
        </w:rPr>
        <w:t xml:space="preserve"> understood. But, yes,</w:t>
      </w:r>
      <w:r>
        <w:rPr>
          <w:bCs/>
        </w:rPr>
        <w:t xml:space="preserve"> to say, I think </w:t>
      </w:r>
      <w:proofErr w:type="gramStart"/>
      <w:r>
        <w:rPr>
          <w:bCs/>
        </w:rPr>
        <w:t>it’s</w:t>
      </w:r>
      <w:proofErr w:type="gramEnd"/>
      <w:r>
        <w:rPr>
          <w:bCs/>
        </w:rPr>
        <w:t xml:space="preserve"> high time you went to see a doctor, sometimes th</w:t>
      </w:r>
      <w:r w:rsidR="008E037F">
        <w:rPr>
          <w:bCs/>
        </w:rPr>
        <w:t xml:space="preserve">ey can help, the professionals, is the </w:t>
      </w:r>
      <w:r w:rsidR="00196C12">
        <w:rPr>
          <w:bCs/>
        </w:rPr>
        <w:t>wrong</w:t>
      </w:r>
      <w:r w:rsidR="008E037F">
        <w:rPr>
          <w:bCs/>
        </w:rPr>
        <w:t xml:space="preserve"> approach. </w:t>
      </w:r>
    </w:p>
    <w:p w:rsidR="002E39AA" w:rsidRPr="00045BC2" w:rsidRDefault="009B3E3D" w:rsidP="00045BC2">
      <w:pPr>
        <w:pStyle w:val="Heading2"/>
      </w:pPr>
      <w:r>
        <w:t>G05BAM28</w:t>
      </w:r>
    </w:p>
    <w:p w:rsidR="002E39AA" w:rsidRDefault="008E037F" w:rsidP="005B4AF8">
      <w:pPr>
        <w:rPr>
          <w:bCs/>
        </w:rPr>
      </w:pPr>
      <w:proofErr w:type="gramStart"/>
      <w:r>
        <w:rPr>
          <w:bCs/>
        </w:rPr>
        <w:t>You’ve got</w:t>
      </w:r>
      <w:proofErr w:type="gramEnd"/>
      <w:r>
        <w:rPr>
          <w:bCs/>
        </w:rPr>
        <w:t xml:space="preserve"> to approach your present issue. </w:t>
      </w:r>
    </w:p>
    <w:p w:rsidR="002E39AA" w:rsidRDefault="009B3E3D" w:rsidP="00045BC2">
      <w:pPr>
        <w:pStyle w:val="Heading2"/>
      </w:pPr>
      <w:r>
        <w:t>G05BAF26</w:t>
      </w:r>
      <w:r w:rsidR="002E39AA" w:rsidRPr="00BA3048">
        <w:t xml:space="preserve"> </w:t>
      </w:r>
    </w:p>
    <w:p w:rsidR="002E39AA" w:rsidRDefault="002E39AA" w:rsidP="005B4AF8">
      <w:pPr>
        <w:rPr>
          <w:bCs/>
        </w:rPr>
      </w:pPr>
      <w:r>
        <w:rPr>
          <w:bCs/>
        </w:rPr>
        <w:t xml:space="preserve">Yes, </w:t>
      </w:r>
      <w:r w:rsidR="008E037F">
        <w:rPr>
          <w:bCs/>
        </w:rPr>
        <w:t>and th</w:t>
      </w:r>
      <w:r w:rsidR="003C1E31">
        <w:rPr>
          <w:bCs/>
        </w:rPr>
        <w:t xml:space="preserve">en they can say, oh </w:t>
      </w:r>
      <w:proofErr w:type="gramStart"/>
      <w:r w:rsidR="003C1E31">
        <w:rPr>
          <w:bCs/>
        </w:rPr>
        <w:t>don’t</w:t>
      </w:r>
      <w:proofErr w:type="gramEnd"/>
      <w:r w:rsidR="003C1E31">
        <w:rPr>
          <w:bCs/>
        </w:rPr>
        <w:t xml:space="preserve"> worry;</w:t>
      </w:r>
      <w:r w:rsidR="008E037F">
        <w:rPr>
          <w:bCs/>
        </w:rPr>
        <w:t xml:space="preserve"> I’ll go myself. Yes, so, you know, </w:t>
      </w:r>
      <w:proofErr w:type="gramStart"/>
      <w:r w:rsidR="008E037F">
        <w:rPr>
          <w:bCs/>
        </w:rPr>
        <w:t>it’s</w:t>
      </w:r>
      <w:proofErr w:type="gramEnd"/>
      <w:r w:rsidR="008E037F">
        <w:rPr>
          <w:bCs/>
        </w:rPr>
        <w:t xml:space="preserve"> the way we approach things.</w:t>
      </w:r>
    </w:p>
    <w:p w:rsidR="002E39AA" w:rsidRPr="00045BC2" w:rsidRDefault="009B3E3D" w:rsidP="00045BC2">
      <w:pPr>
        <w:pStyle w:val="Heading2"/>
      </w:pPr>
      <w:r>
        <w:t>G05BAM28</w:t>
      </w:r>
    </w:p>
    <w:p w:rsidR="002E39AA" w:rsidRDefault="002E39AA" w:rsidP="005B4AF8">
      <w:pPr>
        <w:rPr>
          <w:bCs/>
        </w:rPr>
      </w:pPr>
      <w:r>
        <w:rPr>
          <w:bCs/>
        </w:rPr>
        <w:t xml:space="preserve">For people like us </w:t>
      </w:r>
      <w:proofErr w:type="gramStart"/>
      <w:r>
        <w:rPr>
          <w:bCs/>
        </w:rPr>
        <w:t>it’s</w:t>
      </w:r>
      <w:proofErr w:type="gramEnd"/>
      <w:r>
        <w:rPr>
          <w:bCs/>
        </w:rPr>
        <w:t xml:space="preserve"> easier because we also do… we deal with advocacy.</w:t>
      </w:r>
    </w:p>
    <w:p w:rsidR="002E39AA" w:rsidRPr="00045BC2" w:rsidRDefault="009B3E3D" w:rsidP="00045BC2">
      <w:pPr>
        <w:pStyle w:val="Heading2"/>
      </w:pPr>
      <w:r>
        <w:t>G05BAF26</w:t>
      </w:r>
      <w:r w:rsidR="002E39AA" w:rsidRPr="00045BC2">
        <w:t xml:space="preserve"> </w:t>
      </w:r>
    </w:p>
    <w:p w:rsidR="002E39AA" w:rsidRDefault="002E39AA" w:rsidP="005B4AF8">
      <w:pPr>
        <w:rPr>
          <w:bCs/>
        </w:rPr>
      </w:pPr>
      <w:r>
        <w:rPr>
          <w:bCs/>
        </w:rPr>
        <w:t>Yes.</w:t>
      </w:r>
    </w:p>
    <w:p w:rsidR="00B005DC" w:rsidRDefault="00B005DC" w:rsidP="005B4AF8">
      <w:pPr>
        <w:rPr>
          <w:bCs/>
        </w:rPr>
      </w:pPr>
    </w:p>
    <w:p w:rsidR="00B005DC" w:rsidRDefault="00B005DC" w:rsidP="005B4AF8">
      <w:pPr>
        <w:rPr>
          <w:bCs/>
        </w:rPr>
      </w:pPr>
      <w:r w:rsidRPr="00B005DC">
        <w:rPr>
          <w:bCs/>
        </w:rPr>
        <w:t>0:37:03.0</w:t>
      </w:r>
    </w:p>
    <w:p w:rsidR="002E39AA" w:rsidRPr="00045BC2" w:rsidRDefault="009B3E3D" w:rsidP="00045BC2">
      <w:pPr>
        <w:pStyle w:val="Heading2"/>
      </w:pPr>
      <w:r>
        <w:t>G05BAM28</w:t>
      </w:r>
    </w:p>
    <w:p w:rsidR="002E39AA" w:rsidRDefault="002E39AA" w:rsidP="00073200">
      <w:pPr>
        <w:rPr>
          <w:bCs/>
        </w:rPr>
      </w:pPr>
      <w:r>
        <w:rPr>
          <w:bCs/>
        </w:rPr>
        <w:t>Like, you</w:t>
      </w:r>
      <w:r w:rsidR="008E037F">
        <w:rPr>
          <w:bCs/>
        </w:rPr>
        <w:t xml:space="preserve"> see, </w:t>
      </w:r>
      <w:proofErr w:type="gramStart"/>
      <w:r w:rsidR="008E037F">
        <w:rPr>
          <w:bCs/>
        </w:rPr>
        <w:t>it’s</w:t>
      </w:r>
      <w:proofErr w:type="gramEnd"/>
      <w:r>
        <w:rPr>
          <w:bCs/>
        </w:rPr>
        <w:t xml:space="preserve"> part of advocacy</w:t>
      </w:r>
      <w:r w:rsidR="008E037F">
        <w:rPr>
          <w:bCs/>
        </w:rPr>
        <w:t>. I can advise</w:t>
      </w:r>
      <w:r>
        <w:rPr>
          <w:bCs/>
        </w:rPr>
        <w:t xml:space="preserve"> someone</w:t>
      </w:r>
      <w:r w:rsidR="00E5273A">
        <w:rPr>
          <w:bCs/>
        </w:rPr>
        <w:t xml:space="preserve"> </w:t>
      </w:r>
      <w:r w:rsidR="00CA36AD">
        <w:rPr>
          <w:bCs/>
        </w:rPr>
        <w:t>without</w:t>
      </w:r>
      <w:r w:rsidR="00E5273A">
        <w:rPr>
          <w:bCs/>
        </w:rPr>
        <w:t xml:space="preserve"> making a choice for him</w:t>
      </w:r>
      <w:r>
        <w:rPr>
          <w:bCs/>
        </w:rPr>
        <w:t xml:space="preserve">, </w:t>
      </w:r>
      <w:proofErr w:type="gramStart"/>
      <w:r>
        <w:rPr>
          <w:bCs/>
        </w:rPr>
        <w:t>that’s</w:t>
      </w:r>
      <w:proofErr w:type="gramEnd"/>
      <w:r>
        <w:rPr>
          <w:bCs/>
        </w:rPr>
        <w:t xml:space="preserve"> the job of an advocate, and I can give him opportunities and tell him, you know, wait and go and everything but the choice is yours. But in a normal set up where people </w:t>
      </w:r>
      <w:proofErr w:type="gramStart"/>
      <w:r>
        <w:rPr>
          <w:bCs/>
        </w:rPr>
        <w:t>don’t</w:t>
      </w:r>
      <w:proofErr w:type="gramEnd"/>
      <w:r>
        <w:rPr>
          <w:bCs/>
        </w:rPr>
        <w:t xml:space="preserve"> do what we do, volunteer work and everything and help other </w:t>
      </w:r>
      <w:r>
        <w:rPr>
          <w:bCs/>
        </w:rPr>
        <w:lastRenderedPageBreak/>
        <w:t xml:space="preserve">people could be </w:t>
      </w:r>
      <w:r w:rsidR="00073200">
        <w:rPr>
          <w:bCs/>
        </w:rPr>
        <w:t>a bit more difficult.</w:t>
      </w:r>
      <w:r>
        <w:rPr>
          <w:bCs/>
        </w:rPr>
        <w:t xml:space="preserve"> You have to start from somewhere because if </w:t>
      </w:r>
      <w:proofErr w:type="gramStart"/>
      <w:r>
        <w:rPr>
          <w:bCs/>
        </w:rPr>
        <w:t>there’s</w:t>
      </w:r>
      <w:proofErr w:type="gramEnd"/>
      <w:r>
        <w:rPr>
          <w:bCs/>
        </w:rPr>
        <w:t xml:space="preserve"> no awareness…</w:t>
      </w:r>
    </w:p>
    <w:p w:rsidR="002E39AA" w:rsidRPr="00045BC2" w:rsidRDefault="009B3E3D" w:rsidP="00045BC2">
      <w:pPr>
        <w:pStyle w:val="Heading2"/>
      </w:pPr>
      <w:r>
        <w:t>G05BAF26</w:t>
      </w:r>
      <w:r w:rsidR="002E39AA" w:rsidRPr="00045BC2">
        <w:t xml:space="preserve"> </w:t>
      </w:r>
    </w:p>
    <w:p w:rsidR="002E39AA" w:rsidRDefault="002E39AA" w:rsidP="005B4AF8">
      <w:pPr>
        <w:rPr>
          <w:bCs/>
        </w:rPr>
      </w:pPr>
      <w:r>
        <w:rPr>
          <w:bCs/>
        </w:rPr>
        <w:t xml:space="preserve">Well, </w:t>
      </w:r>
      <w:proofErr w:type="gramStart"/>
      <w:r>
        <w:rPr>
          <w:bCs/>
        </w:rPr>
        <w:t>that’s</w:t>
      </w:r>
      <w:proofErr w:type="gramEnd"/>
      <w:r>
        <w:rPr>
          <w:bCs/>
        </w:rPr>
        <w:t xml:space="preserve"> why if you have information in front of you it’s good. </w:t>
      </w:r>
    </w:p>
    <w:p w:rsidR="002E39AA" w:rsidRPr="00045BC2" w:rsidRDefault="009B3E3D" w:rsidP="00045BC2">
      <w:pPr>
        <w:pStyle w:val="Heading2"/>
      </w:pPr>
      <w:r>
        <w:t>UCLRA01</w:t>
      </w:r>
      <w:r w:rsidR="002E39AA" w:rsidRPr="00045BC2">
        <w:t xml:space="preserve"> </w:t>
      </w:r>
    </w:p>
    <w:p w:rsidR="002E39AA" w:rsidRDefault="002E39AA" w:rsidP="005B4AF8">
      <w:pPr>
        <w:rPr>
          <w:bCs/>
        </w:rPr>
      </w:pPr>
      <w:proofErr w:type="gramStart"/>
      <w:r>
        <w:rPr>
          <w:bCs/>
        </w:rPr>
        <w:t>Okay, so…</w:t>
      </w:r>
      <w:proofErr w:type="gramEnd"/>
    </w:p>
    <w:p w:rsidR="002E39AA" w:rsidRPr="00045BC2" w:rsidRDefault="009B3E3D" w:rsidP="00045BC2">
      <w:pPr>
        <w:pStyle w:val="Heading2"/>
      </w:pPr>
      <w:r>
        <w:t>G05BAF26</w:t>
      </w:r>
      <w:r w:rsidR="002E39AA" w:rsidRPr="00045BC2">
        <w:t xml:space="preserve"> </w:t>
      </w:r>
    </w:p>
    <w:p w:rsidR="002E39AA" w:rsidRDefault="002E39AA" w:rsidP="005B4AF8">
      <w:pPr>
        <w:rPr>
          <w:bCs/>
        </w:rPr>
      </w:pPr>
      <w:proofErr w:type="gramStart"/>
      <w:r>
        <w:rPr>
          <w:bCs/>
        </w:rPr>
        <w:t>If you present it in a generalised way.</w:t>
      </w:r>
      <w:proofErr w:type="gramEnd"/>
      <w:r>
        <w:rPr>
          <w:bCs/>
        </w:rPr>
        <w:t xml:space="preserve"> </w:t>
      </w:r>
    </w:p>
    <w:p w:rsidR="00B005DC" w:rsidRDefault="00B005DC" w:rsidP="005B4AF8">
      <w:pPr>
        <w:rPr>
          <w:bCs/>
        </w:rPr>
      </w:pPr>
    </w:p>
    <w:p w:rsidR="00B005DC" w:rsidRDefault="00B005DC" w:rsidP="005B4AF8">
      <w:pPr>
        <w:rPr>
          <w:bCs/>
        </w:rPr>
      </w:pPr>
      <w:r w:rsidRPr="00B005DC">
        <w:rPr>
          <w:bCs/>
        </w:rPr>
        <w:t>0:37:34.3</w:t>
      </w:r>
    </w:p>
    <w:p w:rsidR="002E39AA" w:rsidRPr="00045BC2" w:rsidRDefault="009B3E3D" w:rsidP="00045BC2">
      <w:pPr>
        <w:pStyle w:val="Heading2"/>
      </w:pPr>
      <w:r>
        <w:t>UCLRA01</w:t>
      </w:r>
      <w:r w:rsidR="002E39AA" w:rsidRPr="00045BC2">
        <w:t xml:space="preserve"> </w:t>
      </w:r>
    </w:p>
    <w:p w:rsidR="002E39AA" w:rsidRDefault="002E39AA" w:rsidP="005B4AF8">
      <w:pPr>
        <w:rPr>
          <w:bCs/>
        </w:rPr>
      </w:pPr>
      <w:r>
        <w:rPr>
          <w:bCs/>
        </w:rPr>
        <w:t>If</w:t>
      </w:r>
      <w:r w:rsidR="00E5273A">
        <w:rPr>
          <w:bCs/>
        </w:rPr>
        <w:t xml:space="preserve"> you do have the informatio</w:t>
      </w:r>
      <w:r>
        <w:rPr>
          <w:bCs/>
        </w:rPr>
        <w:t>n and a family member… one of your family members tells you, y</w:t>
      </w:r>
      <w:r w:rsidR="00E5273A">
        <w:rPr>
          <w:bCs/>
        </w:rPr>
        <w:t>ou should go and see a doctor. So, would you or would you not go?</w:t>
      </w:r>
      <w:r>
        <w:rPr>
          <w:bCs/>
        </w:rPr>
        <w:t xml:space="preserve"> </w:t>
      </w:r>
    </w:p>
    <w:p w:rsidR="002E39AA" w:rsidRPr="00045BC2" w:rsidRDefault="009B3E3D" w:rsidP="00045BC2">
      <w:pPr>
        <w:pStyle w:val="Heading2"/>
      </w:pPr>
      <w:r>
        <w:t>G05BAM24</w:t>
      </w:r>
    </w:p>
    <w:p w:rsidR="002E39AA" w:rsidRDefault="002E39AA" w:rsidP="005B4AF8">
      <w:pPr>
        <w:rPr>
          <w:bCs/>
        </w:rPr>
      </w:pPr>
      <w:r>
        <w:rPr>
          <w:bCs/>
        </w:rPr>
        <w:t xml:space="preserve">Yes, I think I would, personally I would. </w:t>
      </w:r>
    </w:p>
    <w:p w:rsidR="002E39AA" w:rsidRPr="00045BC2" w:rsidRDefault="009B3E3D" w:rsidP="00045BC2">
      <w:pPr>
        <w:pStyle w:val="Heading2"/>
      </w:pPr>
      <w:r>
        <w:t>G05BAF26</w:t>
      </w:r>
      <w:r w:rsidR="002E39AA" w:rsidRPr="00045BC2">
        <w:t xml:space="preserve"> </w:t>
      </w:r>
    </w:p>
    <w:p w:rsidR="002E39AA" w:rsidRDefault="002E39AA" w:rsidP="005B4AF8">
      <w:pPr>
        <w:rPr>
          <w:bCs/>
        </w:rPr>
      </w:pPr>
      <w:r>
        <w:rPr>
          <w:bCs/>
        </w:rPr>
        <w:t xml:space="preserve">You </w:t>
      </w:r>
      <w:proofErr w:type="gramStart"/>
      <w:r>
        <w:rPr>
          <w:bCs/>
        </w:rPr>
        <w:t>would?</w:t>
      </w:r>
      <w:proofErr w:type="gramEnd"/>
    </w:p>
    <w:p w:rsidR="002E39AA" w:rsidRPr="00045BC2" w:rsidRDefault="009B3E3D" w:rsidP="00045BC2">
      <w:pPr>
        <w:pStyle w:val="Heading2"/>
      </w:pPr>
      <w:r>
        <w:t>G05BAM24</w:t>
      </w:r>
    </w:p>
    <w:p w:rsidR="002E39AA" w:rsidRDefault="002E39AA" w:rsidP="005B4AF8">
      <w:pPr>
        <w:rPr>
          <w:bCs/>
        </w:rPr>
      </w:pPr>
      <w:r>
        <w:rPr>
          <w:bCs/>
        </w:rPr>
        <w:t>If I confide</w:t>
      </w:r>
      <w:r w:rsidR="00E5273A">
        <w:rPr>
          <w:bCs/>
        </w:rPr>
        <w:t>d</w:t>
      </w:r>
      <w:r>
        <w:rPr>
          <w:bCs/>
        </w:rPr>
        <w:t xml:space="preserve"> in my family member and they thought that I have</w:t>
      </w:r>
      <w:r w:rsidR="00E5273A">
        <w:rPr>
          <w:bCs/>
        </w:rPr>
        <w:t xml:space="preserve">… </w:t>
      </w:r>
      <w:r>
        <w:rPr>
          <w:bCs/>
        </w:rPr>
        <w:t xml:space="preserve">I </w:t>
      </w:r>
      <w:r w:rsidR="00E5273A">
        <w:rPr>
          <w:bCs/>
        </w:rPr>
        <w:t>mean, I might have a problem or they thought that I might have a problem.</w:t>
      </w:r>
      <w:r>
        <w:rPr>
          <w:bCs/>
        </w:rPr>
        <w:t xml:space="preserve"> And I feel that… I mean, I’m just talking from</w:t>
      </w:r>
      <w:r w:rsidR="00864B70">
        <w:rPr>
          <w:bCs/>
        </w:rPr>
        <w:t xml:space="preserve">… </w:t>
      </w:r>
      <w:r w:rsidR="00E5273A">
        <w:rPr>
          <w:bCs/>
        </w:rPr>
        <w:t>my own perspective obviously,</w:t>
      </w:r>
      <w:r w:rsidR="008E12D5">
        <w:rPr>
          <w:bCs/>
        </w:rPr>
        <w:t xml:space="preserve"> but the first thing I</w:t>
      </w:r>
      <w:r w:rsidR="00E5273A">
        <w:rPr>
          <w:bCs/>
        </w:rPr>
        <w:t xml:space="preserve"> would do is to research</w:t>
      </w:r>
      <w:r w:rsidR="008E12D5">
        <w:rPr>
          <w:bCs/>
        </w:rPr>
        <w:t>, but if no problem…</w:t>
      </w:r>
      <w:r w:rsidR="00E5273A">
        <w:rPr>
          <w:bCs/>
        </w:rPr>
        <w:t xml:space="preserve"> if somebody recognise that I have</w:t>
      </w:r>
      <w:r w:rsidR="008E12D5">
        <w:rPr>
          <w:bCs/>
        </w:rPr>
        <w:t xml:space="preserve"> this problem I</w:t>
      </w:r>
      <w:r w:rsidR="00E5273A">
        <w:rPr>
          <w:bCs/>
        </w:rPr>
        <w:t xml:space="preserve"> would actually be [unclear]</w:t>
      </w:r>
      <w:r w:rsidR="008E12D5">
        <w:rPr>
          <w:bCs/>
        </w:rPr>
        <w:t xml:space="preserve"> I would try and do some bit of research on the Internet or, I</w:t>
      </w:r>
      <w:r w:rsidR="00E5273A">
        <w:rPr>
          <w:bCs/>
        </w:rPr>
        <w:t xml:space="preserve"> don’t know, what are they talking about?</w:t>
      </w:r>
    </w:p>
    <w:p w:rsidR="008E12D5" w:rsidRPr="00045BC2" w:rsidRDefault="009B3E3D" w:rsidP="00045BC2">
      <w:pPr>
        <w:pStyle w:val="Heading2"/>
      </w:pPr>
      <w:r>
        <w:t>UCLRA01</w:t>
      </w:r>
      <w:r w:rsidR="008E12D5" w:rsidRPr="00045BC2">
        <w:t xml:space="preserve"> </w:t>
      </w:r>
    </w:p>
    <w:p w:rsidR="008E12D5" w:rsidRDefault="00E5273A" w:rsidP="005B4AF8">
      <w:pPr>
        <w:rPr>
          <w:bCs/>
        </w:rPr>
      </w:pPr>
      <w:proofErr w:type="gramStart"/>
      <w:r>
        <w:rPr>
          <w:bCs/>
        </w:rPr>
        <w:t>That’s</w:t>
      </w:r>
      <w:proofErr w:type="gramEnd"/>
      <w:r>
        <w:rPr>
          <w:bCs/>
        </w:rPr>
        <w:t xml:space="preserve"> good, that’s your point of view, sure. </w:t>
      </w:r>
    </w:p>
    <w:p w:rsidR="008E12D5" w:rsidRPr="00045BC2" w:rsidRDefault="009B3E3D" w:rsidP="00045BC2">
      <w:pPr>
        <w:pStyle w:val="Heading2"/>
      </w:pPr>
      <w:r>
        <w:t>G05BAM24</w:t>
      </w:r>
    </w:p>
    <w:p w:rsidR="008E12D5" w:rsidRDefault="008E12D5" w:rsidP="005B4AF8">
      <w:pPr>
        <w:rPr>
          <w:bCs/>
        </w:rPr>
      </w:pPr>
      <w:r>
        <w:rPr>
          <w:bCs/>
        </w:rPr>
        <w:t xml:space="preserve">Yes, but I know that, you know, generally speaking, the people tend to have… the way that we’re set up, we tend to trust more somebody who actually is closer to you than someone who’s not. And it’s maybe better… it might be nice if there was a piece of… a leaflet or something to say, what I, kind of, think, you know, </w:t>
      </w:r>
      <w:r w:rsidR="00E5273A">
        <w:rPr>
          <w:bCs/>
        </w:rPr>
        <w:t>you might need to read this, b</w:t>
      </w:r>
      <w:r>
        <w:rPr>
          <w:bCs/>
        </w:rPr>
        <w:t xml:space="preserve">ut I think </w:t>
      </w:r>
      <w:r w:rsidR="00E5273A">
        <w:rPr>
          <w:bCs/>
        </w:rPr>
        <w:t xml:space="preserve">you have a problem and you might need to go and see the doctor. Then, yes, I would do that. </w:t>
      </w:r>
    </w:p>
    <w:p w:rsidR="00B005DC" w:rsidRDefault="00B005DC" w:rsidP="005B4AF8">
      <w:pPr>
        <w:rPr>
          <w:bCs/>
        </w:rPr>
      </w:pPr>
    </w:p>
    <w:p w:rsidR="00B005DC" w:rsidRDefault="00B005DC" w:rsidP="005B4AF8">
      <w:pPr>
        <w:rPr>
          <w:bCs/>
        </w:rPr>
      </w:pPr>
      <w:r w:rsidRPr="00B005DC">
        <w:rPr>
          <w:bCs/>
        </w:rPr>
        <w:t>0:38:41.8</w:t>
      </w:r>
    </w:p>
    <w:p w:rsidR="008E12D5" w:rsidRPr="00045BC2" w:rsidRDefault="009B3E3D" w:rsidP="00045BC2">
      <w:pPr>
        <w:pStyle w:val="Heading2"/>
      </w:pPr>
      <w:r>
        <w:lastRenderedPageBreak/>
        <w:t>G05BAF29</w:t>
      </w:r>
    </w:p>
    <w:p w:rsidR="008E12D5" w:rsidRDefault="00E5273A" w:rsidP="005B4AF8">
      <w:pPr>
        <w:rPr>
          <w:bCs/>
        </w:rPr>
      </w:pPr>
      <w:r>
        <w:rPr>
          <w:bCs/>
        </w:rPr>
        <w:t>And also if you</w:t>
      </w:r>
      <w:r w:rsidR="008E12D5">
        <w:rPr>
          <w:bCs/>
        </w:rPr>
        <w:t xml:space="preserve"> speak </w:t>
      </w:r>
      <w:r w:rsidR="000100B7">
        <w:rPr>
          <w:bCs/>
        </w:rPr>
        <w:t>similar language, for example, y</w:t>
      </w:r>
      <w:r w:rsidR="008E12D5">
        <w:rPr>
          <w:bCs/>
        </w:rPr>
        <w:t>ou’re coming from</w:t>
      </w:r>
      <w:r>
        <w:rPr>
          <w:bCs/>
        </w:rPr>
        <w:t xml:space="preserve"> the social perspective person other than… a</w:t>
      </w:r>
      <w:r w:rsidR="008E12D5">
        <w:rPr>
          <w:bCs/>
        </w:rPr>
        <w:t>nd also maybe a GP would still</w:t>
      </w:r>
      <w:r>
        <w:rPr>
          <w:bCs/>
        </w:rPr>
        <w:t xml:space="preserve">… </w:t>
      </w:r>
      <w:r w:rsidR="008E12D5">
        <w:rPr>
          <w:bCs/>
        </w:rPr>
        <w:t>you know, sometimes when you explai</w:t>
      </w:r>
      <w:r>
        <w:rPr>
          <w:bCs/>
        </w:rPr>
        <w:t>n something to a GP, if they’re in their good days</w:t>
      </w:r>
      <w:r w:rsidR="008E12D5">
        <w:rPr>
          <w:bCs/>
        </w:rPr>
        <w:t xml:space="preserve"> so they can listen, </w:t>
      </w:r>
      <w:r w:rsidR="000100B7">
        <w:rPr>
          <w:bCs/>
        </w:rPr>
        <w:t>whereas [unclear]</w:t>
      </w:r>
      <w:r w:rsidR="008E12D5">
        <w:rPr>
          <w:bCs/>
        </w:rPr>
        <w:t xml:space="preserve"> your friend at least you can listen. </w:t>
      </w:r>
    </w:p>
    <w:p w:rsidR="008E12D5" w:rsidRPr="00A2031F" w:rsidRDefault="009B3E3D" w:rsidP="008E12D5">
      <w:pPr>
        <w:pStyle w:val="Heading2"/>
      </w:pPr>
      <w:r>
        <w:t>G05BAM24</w:t>
      </w:r>
    </w:p>
    <w:p w:rsidR="008E12D5" w:rsidRDefault="008E12D5" w:rsidP="005B4AF8">
      <w:pPr>
        <w:rPr>
          <w:bCs/>
        </w:rPr>
      </w:pPr>
      <w:proofErr w:type="gramStart"/>
      <w:r>
        <w:rPr>
          <w:bCs/>
        </w:rPr>
        <w:t>I’d</w:t>
      </w:r>
      <w:proofErr w:type="gramEnd"/>
      <w:r>
        <w:rPr>
          <w:bCs/>
        </w:rPr>
        <w:t xml:space="preserve"> find it frustrating.</w:t>
      </w:r>
    </w:p>
    <w:p w:rsidR="008E12D5" w:rsidRDefault="009B3E3D" w:rsidP="008E12D5">
      <w:pPr>
        <w:pStyle w:val="Heading2"/>
      </w:pPr>
      <w:r>
        <w:t>G05BAF29</w:t>
      </w:r>
    </w:p>
    <w:p w:rsidR="008E12D5" w:rsidRDefault="008E12D5" w:rsidP="005B4AF8">
      <w:pPr>
        <w:rPr>
          <w:bCs/>
        </w:rPr>
      </w:pPr>
      <w:proofErr w:type="gramStart"/>
      <w:r>
        <w:rPr>
          <w:bCs/>
        </w:rPr>
        <w:t>Yes, so…</w:t>
      </w:r>
      <w:proofErr w:type="gramEnd"/>
    </w:p>
    <w:p w:rsidR="008E12D5" w:rsidRPr="008E12D5" w:rsidRDefault="009B3E3D" w:rsidP="008E12D5">
      <w:pPr>
        <w:pStyle w:val="Heading2"/>
      </w:pPr>
      <w:r>
        <w:t>G05BAM28</w:t>
      </w:r>
    </w:p>
    <w:p w:rsidR="008E12D5" w:rsidRDefault="000100B7" w:rsidP="005B4AF8">
      <w:pPr>
        <w:rPr>
          <w:bCs/>
        </w:rPr>
      </w:pPr>
      <w:r>
        <w:rPr>
          <w:bCs/>
        </w:rPr>
        <w:t xml:space="preserve">In [unclear] </w:t>
      </w:r>
      <w:proofErr w:type="gramStart"/>
      <w:r>
        <w:rPr>
          <w:bCs/>
        </w:rPr>
        <w:t>we’re</w:t>
      </w:r>
      <w:proofErr w:type="gramEnd"/>
      <w:r w:rsidR="008E12D5">
        <w:rPr>
          <w:bCs/>
        </w:rPr>
        <w:t xml:space="preserve"> forgetting </w:t>
      </w:r>
      <w:r>
        <w:rPr>
          <w:bCs/>
        </w:rPr>
        <w:t>it can be a health hazard.</w:t>
      </w:r>
      <w:r w:rsidR="008E12D5">
        <w:rPr>
          <w:bCs/>
        </w:rPr>
        <w:t xml:space="preserve"> As I said, you can kill people if you forget… if you forget to do things. </w:t>
      </w:r>
      <w:proofErr w:type="gramStart"/>
      <w:r w:rsidR="008E12D5">
        <w:rPr>
          <w:bCs/>
        </w:rPr>
        <w:t>You’re</w:t>
      </w:r>
      <w:proofErr w:type="gramEnd"/>
      <w:r w:rsidR="008E12D5">
        <w:rPr>
          <w:bCs/>
        </w:rPr>
        <w:t xml:space="preserve"> not even allowed to forget, </w:t>
      </w:r>
      <w:r>
        <w:rPr>
          <w:bCs/>
        </w:rPr>
        <w:t>if you’re forgetting… very disciplinarian [unclear]</w:t>
      </w:r>
      <w:r w:rsidR="008E12D5">
        <w:rPr>
          <w:bCs/>
        </w:rPr>
        <w:t xml:space="preserve">, you get fired. Forgetting is usually a problem… </w:t>
      </w:r>
      <w:proofErr w:type="gramStart"/>
      <w:r w:rsidR="008E12D5">
        <w:rPr>
          <w:bCs/>
        </w:rPr>
        <w:t>it’s</w:t>
      </w:r>
      <w:proofErr w:type="gramEnd"/>
      <w:r w:rsidR="008E12D5">
        <w:rPr>
          <w:bCs/>
        </w:rPr>
        <w:t xml:space="preserve"> not allowed.</w:t>
      </w:r>
    </w:p>
    <w:p w:rsidR="00B005DC" w:rsidRDefault="00B005DC" w:rsidP="005B4AF8">
      <w:pPr>
        <w:rPr>
          <w:bCs/>
        </w:rPr>
      </w:pPr>
    </w:p>
    <w:p w:rsidR="00B005DC" w:rsidRDefault="00B005DC" w:rsidP="005B4AF8">
      <w:pPr>
        <w:rPr>
          <w:bCs/>
        </w:rPr>
      </w:pPr>
      <w:r w:rsidRPr="00B005DC">
        <w:rPr>
          <w:bCs/>
        </w:rPr>
        <w:t>0:39:28.3</w:t>
      </w:r>
    </w:p>
    <w:p w:rsidR="000100B7" w:rsidRPr="000100B7" w:rsidRDefault="009B3E3D" w:rsidP="000100B7">
      <w:pPr>
        <w:pStyle w:val="Heading2"/>
      </w:pPr>
      <w:r>
        <w:t>G05BAF29</w:t>
      </w:r>
    </w:p>
    <w:p w:rsidR="008E12D5" w:rsidRDefault="000100B7" w:rsidP="005B4AF8">
      <w:pPr>
        <w:rPr>
          <w:bCs/>
        </w:rPr>
      </w:pPr>
      <w:r>
        <w:rPr>
          <w:bCs/>
        </w:rPr>
        <w:t xml:space="preserve">So, they take it </w:t>
      </w:r>
      <w:proofErr w:type="gramStart"/>
      <w:r>
        <w:rPr>
          <w:bCs/>
        </w:rPr>
        <w:t>more easy</w:t>
      </w:r>
      <w:proofErr w:type="gramEnd"/>
      <w:r>
        <w:rPr>
          <w:bCs/>
        </w:rPr>
        <w:t>?</w:t>
      </w:r>
    </w:p>
    <w:p w:rsidR="008E12D5" w:rsidRPr="008E12D5" w:rsidRDefault="009B3E3D" w:rsidP="008E12D5">
      <w:pPr>
        <w:pStyle w:val="Heading2"/>
      </w:pPr>
      <w:r>
        <w:t>G05BAM28</w:t>
      </w:r>
    </w:p>
    <w:p w:rsidR="008E12D5" w:rsidRDefault="008E12D5" w:rsidP="005B4AF8">
      <w:pPr>
        <w:rPr>
          <w:bCs/>
        </w:rPr>
      </w:pPr>
      <w:r>
        <w:rPr>
          <w:bCs/>
        </w:rPr>
        <w:t xml:space="preserve">So, yes, I want to take you back to Dennis… what Dennis was saying, that </w:t>
      </w:r>
      <w:proofErr w:type="gramStart"/>
      <w:r>
        <w:rPr>
          <w:bCs/>
        </w:rPr>
        <w:t>there’s</w:t>
      </w:r>
      <w:proofErr w:type="gramEnd"/>
      <w:r>
        <w:rPr>
          <w:bCs/>
        </w:rPr>
        <w:t xml:space="preserve"> no awareness that comes with it</w:t>
      </w:r>
      <w:r w:rsidR="000100B7">
        <w:rPr>
          <w:bCs/>
        </w:rPr>
        <w:t>. Y</w:t>
      </w:r>
      <w:r>
        <w:rPr>
          <w:bCs/>
        </w:rPr>
        <w:t xml:space="preserve">ou see if you take a… </w:t>
      </w:r>
      <w:proofErr w:type="gramStart"/>
      <w:r>
        <w:rPr>
          <w:bCs/>
        </w:rPr>
        <w:t>let’s</w:t>
      </w:r>
      <w:proofErr w:type="gramEnd"/>
      <w:r>
        <w:rPr>
          <w:bCs/>
        </w:rPr>
        <w:t xml:space="preserve"> take, like, a cancer… cancer. How many adverts do you see on television about cancer in a single day?</w:t>
      </w:r>
    </w:p>
    <w:p w:rsidR="005A7EBE" w:rsidRPr="008E12D5" w:rsidRDefault="009B3E3D" w:rsidP="005A7EBE">
      <w:pPr>
        <w:pStyle w:val="Heading2"/>
      </w:pPr>
      <w:r>
        <w:t>G05BAF27</w:t>
      </w:r>
    </w:p>
    <w:p w:rsidR="005A7EBE" w:rsidRDefault="000100B7" w:rsidP="005A7EBE">
      <w:pPr>
        <w:rPr>
          <w:bCs/>
        </w:rPr>
      </w:pPr>
      <w:proofErr w:type="gramStart"/>
      <w:r>
        <w:rPr>
          <w:bCs/>
        </w:rPr>
        <w:t>Every day.</w:t>
      </w:r>
      <w:proofErr w:type="gramEnd"/>
    </w:p>
    <w:p w:rsidR="005A7EBE" w:rsidRPr="00045BC2" w:rsidRDefault="009B3E3D" w:rsidP="00045BC2">
      <w:pPr>
        <w:pStyle w:val="Heading2"/>
      </w:pPr>
      <w:r>
        <w:t>G05BAM28</w:t>
      </w:r>
    </w:p>
    <w:p w:rsidR="005A7EBE" w:rsidRDefault="005A7EBE" w:rsidP="005A7EBE">
      <w:pPr>
        <w:rPr>
          <w:bCs/>
        </w:rPr>
      </w:pPr>
      <w:r>
        <w:rPr>
          <w:bCs/>
        </w:rPr>
        <w:t xml:space="preserve">I think </w:t>
      </w:r>
      <w:r w:rsidR="000100B7">
        <w:rPr>
          <w:bCs/>
        </w:rPr>
        <w:t xml:space="preserve">every hour </w:t>
      </w:r>
      <w:proofErr w:type="gramStart"/>
      <w:r w:rsidR="000100B7">
        <w:rPr>
          <w:bCs/>
        </w:rPr>
        <w:t>there’s</w:t>
      </w:r>
      <w:proofErr w:type="gramEnd"/>
      <w:r w:rsidR="000100B7">
        <w:rPr>
          <w:bCs/>
        </w:rPr>
        <w:t xml:space="preserve"> a cancer advert, </w:t>
      </w:r>
      <w:r>
        <w:rPr>
          <w:bCs/>
        </w:rPr>
        <w:t>but there’s no advert about forgetting.</w:t>
      </w:r>
    </w:p>
    <w:p w:rsidR="005A7EBE" w:rsidRPr="00045BC2" w:rsidRDefault="009B3E3D" w:rsidP="00045BC2">
      <w:pPr>
        <w:pStyle w:val="Heading2"/>
      </w:pPr>
      <w:r>
        <w:t>UCLRA02</w:t>
      </w:r>
      <w:r w:rsidR="000100B7">
        <w:t xml:space="preserve"> </w:t>
      </w:r>
    </w:p>
    <w:p w:rsidR="005A7EBE" w:rsidRDefault="005A7EBE" w:rsidP="005A7EBE">
      <w:pPr>
        <w:rPr>
          <w:bCs/>
        </w:rPr>
      </w:pPr>
      <w:proofErr w:type="gramStart"/>
      <w:r>
        <w:rPr>
          <w:bCs/>
        </w:rPr>
        <w:t>That’s</w:t>
      </w:r>
      <w:proofErr w:type="gramEnd"/>
      <w:r>
        <w:rPr>
          <w:bCs/>
        </w:rPr>
        <w:t xml:space="preserve"> really interesting; thank you very much for sharing that. I’m just going to pause it there for a minute if that’s okay, just to move the conversation on a bit and then, you know, we can certainly pick that point back up again. So, building on what you’ve already been discussing and some of the questions that </w:t>
      </w:r>
      <w:r w:rsidR="009B3E3D">
        <w:rPr>
          <w:bCs/>
        </w:rPr>
        <w:t>UCLRA01</w:t>
      </w:r>
      <w:r>
        <w:rPr>
          <w:bCs/>
        </w:rPr>
        <w:t xml:space="preserve"> has already posed, what we’d also like to find a little bit out about is your views and opinions as to what you think could be done to help, encourage and support people from communities… you know, from the black African and </w:t>
      </w:r>
      <w:r w:rsidR="003C1E31">
        <w:rPr>
          <w:bCs/>
        </w:rPr>
        <w:t>Caribbean</w:t>
      </w:r>
      <w:r>
        <w:rPr>
          <w:bCs/>
        </w:rPr>
        <w:t xml:space="preserve"> communities, to seek help earlier on for memory problems. So, one of the things that we know is that, generally speaking, people who seek help earlier on in the disease generally do better. You know, </w:t>
      </w:r>
      <w:proofErr w:type="gramStart"/>
      <w:r>
        <w:rPr>
          <w:bCs/>
        </w:rPr>
        <w:t>they’re</w:t>
      </w:r>
      <w:proofErr w:type="gramEnd"/>
      <w:r>
        <w:rPr>
          <w:bCs/>
        </w:rPr>
        <w:t xml:space="preserve"> able to be diagnosed perhaps</w:t>
      </w:r>
      <w:r w:rsidR="00C06814">
        <w:rPr>
          <w:bCs/>
        </w:rPr>
        <w:t>,</w:t>
      </w:r>
      <w:r>
        <w:rPr>
          <w:bCs/>
        </w:rPr>
        <w:t xml:space="preserve"> if it </w:t>
      </w:r>
      <w:r w:rsidR="000100B7">
        <w:rPr>
          <w:bCs/>
        </w:rPr>
        <w:t xml:space="preserve">is </w:t>
      </w:r>
      <w:r>
        <w:rPr>
          <w:bCs/>
        </w:rPr>
        <w:t>something… you know, if it dementia they’re able to get support for themselves and also their family m</w:t>
      </w:r>
      <w:r w:rsidR="00C06814">
        <w:rPr>
          <w:bCs/>
        </w:rPr>
        <w:t>embers, and</w:t>
      </w:r>
      <w:r>
        <w:rPr>
          <w:bCs/>
        </w:rPr>
        <w:t xml:space="preserve"> care givers around them, can also be properly supported. So, perhaps starting with </w:t>
      </w:r>
      <w:r>
        <w:rPr>
          <w:bCs/>
        </w:rPr>
        <w:lastRenderedPageBreak/>
        <w:t xml:space="preserve">the idea that, you know, if someone close to you had memory problems, what kind of information do you think would be… would make it more likely for them to go and seek </w:t>
      </w:r>
      <w:proofErr w:type="gramStart"/>
      <w:r>
        <w:rPr>
          <w:bCs/>
        </w:rPr>
        <w:t>help?</w:t>
      </w:r>
      <w:proofErr w:type="gramEnd"/>
      <w:r>
        <w:rPr>
          <w:bCs/>
        </w:rPr>
        <w:t xml:space="preserve"> So, when </w:t>
      </w:r>
      <w:proofErr w:type="gramStart"/>
      <w:r>
        <w:rPr>
          <w:bCs/>
        </w:rPr>
        <w:t>I’m</w:t>
      </w:r>
      <w:proofErr w:type="gramEnd"/>
      <w:r>
        <w:rPr>
          <w:bCs/>
        </w:rPr>
        <w:t xml:space="preserve"> saying, sort of, kind of information, we’re talking about things like, leaflets, DVDs perhaps, information, things like that. What kind of </w:t>
      </w:r>
      <w:r w:rsidR="000100B7">
        <w:rPr>
          <w:bCs/>
        </w:rPr>
        <w:t>informatio</w:t>
      </w:r>
      <w:r>
        <w:rPr>
          <w:bCs/>
        </w:rPr>
        <w:t>n do you think would help and support people in seeking help?</w:t>
      </w:r>
    </w:p>
    <w:p w:rsidR="00B005DC" w:rsidRDefault="00B005DC" w:rsidP="005A7EBE">
      <w:pPr>
        <w:rPr>
          <w:bCs/>
        </w:rPr>
      </w:pPr>
    </w:p>
    <w:p w:rsidR="00B005DC" w:rsidRDefault="00B005DC" w:rsidP="005A7EBE">
      <w:pPr>
        <w:rPr>
          <w:bCs/>
        </w:rPr>
      </w:pPr>
      <w:r w:rsidRPr="00B005DC">
        <w:rPr>
          <w:bCs/>
        </w:rPr>
        <w:t>0:41:14.6</w:t>
      </w:r>
    </w:p>
    <w:p w:rsidR="005A7EBE" w:rsidRPr="00A2031F" w:rsidRDefault="009B3E3D" w:rsidP="001C1108">
      <w:pPr>
        <w:pStyle w:val="Heading2"/>
      </w:pPr>
      <w:r>
        <w:t>G05BAM24</w:t>
      </w:r>
    </w:p>
    <w:p w:rsidR="002C122D" w:rsidRPr="009170C3" w:rsidRDefault="005A7EBE" w:rsidP="000071EF">
      <w:r>
        <w:rPr>
          <w:bCs/>
        </w:rPr>
        <w:t xml:space="preserve">If </w:t>
      </w:r>
      <w:proofErr w:type="gramStart"/>
      <w:r>
        <w:rPr>
          <w:bCs/>
        </w:rPr>
        <w:t>I’m</w:t>
      </w:r>
      <w:proofErr w:type="gramEnd"/>
      <w:r>
        <w:rPr>
          <w:bCs/>
        </w:rPr>
        <w:t xml:space="preserve"> to respond to that, I think the problem has always been that…</w:t>
      </w:r>
      <w:r w:rsidR="000100B7">
        <w:rPr>
          <w:bCs/>
        </w:rPr>
        <w:t xml:space="preserve"> of</w:t>
      </w:r>
      <w:r>
        <w:rPr>
          <w:bCs/>
        </w:rPr>
        <w:t xml:space="preserve"> assuming that, you know, information developed at a certain level by some people pretending to know… to be experts, will work. I mean, I think, personally, </w:t>
      </w:r>
      <w:proofErr w:type="gramStart"/>
      <w:r>
        <w:rPr>
          <w:bCs/>
        </w:rPr>
        <w:t>that</w:t>
      </w:r>
      <w:proofErr w:type="gramEnd"/>
      <w:r>
        <w:rPr>
          <w:bCs/>
        </w:rPr>
        <w:t xml:space="preserve"> people don’t really read leaflets or publications unless they have an interest in that subject. And I think leaflets may be a very good compliment to reinforce messages, but the most important thing is to find out whether people have an interest in the subject. And the only way we can find that is to, first of all, involve the communities. So, for example if you realise that forgetting might be a problem, then the first thing is to have it normalised and people recognising</w:t>
      </w:r>
      <w:r w:rsidR="000100B7">
        <w:rPr>
          <w:bCs/>
        </w:rPr>
        <w:t xml:space="preserve"> it is a problem </w:t>
      </w:r>
      <w:r w:rsidR="00577AD1">
        <w:rPr>
          <w:bCs/>
        </w:rPr>
        <w:t>and talking about it</w:t>
      </w:r>
      <w:r>
        <w:rPr>
          <w:bCs/>
        </w:rPr>
        <w:t xml:space="preserve"> within their communities. And the best way</w:t>
      </w:r>
      <w:r w:rsidR="000100B7">
        <w:rPr>
          <w:bCs/>
        </w:rPr>
        <w:t xml:space="preserve"> to</w:t>
      </w:r>
      <w:r>
        <w:rPr>
          <w:bCs/>
        </w:rPr>
        <w:t>, kind of,</w:t>
      </w:r>
      <w:r w:rsidR="000100B7">
        <w:rPr>
          <w:bCs/>
        </w:rPr>
        <w:t xml:space="preserve"> do</w:t>
      </w:r>
      <w:r>
        <w:rPr>
          <w:bCs/>
        </w:rPr>
        <w:t xml:space="preserve"> that is to understand the variou</w:t>
      </w:r>
      <w:r w:rsidR="000100B7">
        <w:rPr>
          <w:bCs/>
        </w:rPr>
        <w:t xml:space="preserve">s communities </w:t>
      </w:r>
      <w:proofErr w:type="gramStart"/>
      <w:r w:rsidR="000100B7">
        <w:rPr>
          <w:bCs/>
        </w:rPr>
        <w:t>you’re</w:t>
      </w:r>
      <w:proofErr w:type="gramEnd"/>
      <w:r w:rsidR="000100B7">
        <w:rPr>
          <w:bCs/>
        </w:rPr>
        <w:t xml:space="preserve"> dealing with. The others and so working with faith leaders</w:t>
      </w:r>
      <w:r>
        <w:rPr>
          <w:bCs/>
        </w:rPr>
        <w:t xml:space="preserve"> </w:t>
      </w:r>
      <w:r w:rsidR="000100B7">
        <w:rPr>
          <w:bCs/>
        </w:rPr>
        <w:t xml:space="preserve">so the </w:t>
      </w:r>
      <w:r w:rsidR="00E53C54">
        <w:rPr>
          <w:bCs/>
        </w:rPr>
        <w:t xml:space="preserve">pastor or the imam, </w:t>
      </w:r>
      <w:r w:rsidR="000100B7">
        <w:rPr>
          <w:bCs/>
        </w:rPr>
        <w:t xml:space="preserve">you know, </w:t>
      </w:r>
      <w:r w:rsidR="00DD587A">
        <w:rPr>
          <w:bCs/>
        </w:rPr>
        <w:t>kind of,</w:t>
      </w:r>
      <w:r>
        <w:rPr>
          <w:bCs/>
        </w:rPr>
        <w:t xml:space="preserve"> would be involved. </w:t>
      </w:r>
      <w:r w:rsidR="000071EF">
        <w:rPr>
          <w:bCs/>
        </w:rPr>
        <w:t xml:space="preserve">There is some good </w:t>
      </w:r>
      <w:r>
        <w:rPr>
          <w:bCs/>
        </w:rPr>
        <w:t xml:space="preserve">work with </w:t>
      </w:r>
      <w:r w:rsidR="00DD587A">
        <w:rPr>
          <w:bCs/>
        </w:rPr>
        <w:t xml:space="preserve">communities </w:t>
      </w:r>
      <w:r w:rsidR="000071EF">
        <w:rPr>
          <w:bCs/>
        </w:rPr>
        <w:t>and</w:t>
      </w:r>
      <w:r w:rsidR="00DD587A">
        <w:rPr>
          <w:bCs/>
        </w:rPr>
        <w:t xml:space="preserve"> charities, they</w:t>
      </w:r>
      <w:r>
        <w:rPr>
          <w:bCs/>
        </w:rPr>
        <w:t xml:space="preserve">, kind of, trained community </w:t>
      </w:r>
      <w:r w:rsidR="00DD587A">
        <w:rPr>
          <w:bCs/>
        </w:rPr>
        <w:t>champions that can</w:t>
      </w:r>
      <w:r w:rsidR="000A34D5">
        <w:rPr>
          <w:bCs/>
        </w:rPr>
        <w:t xml:space="preserve"> work with people in their normal, kind of,</w:t>
      </w:r>
      <w:r w:rsidR="00DD587A">
        <w:rPr>
          <w:bCs/>
        </w:rPr>
        <w:t xml:space="preserve"> setting… social setting a</w:t>
      </w:r>
      <w:r w:rsidR="000A34D5">
        <w:rPr>
          <w:bCs/>
        </w:rPr>
        <w:t xml:space="preserve">nd then those leaflets </w:t>
      </w:r>
      <w:r w:rsidR="00DD587A">
        <w:rPr>
          <w:bCs/>
        </w:rPr>
        <w:t>would work. B</w:t>
      </w:r>
      <w:r w:rsidR="000A34D5">
        <w:rPr>
          <w:bCs/>
        </w:rPr>
        <w:t>ut I</w:t>
      </w:r>
      <w:r w:rsidR="00DD587A">
        <w:rPr>
          <w:bCs/>
        </w:rPr>
        <w:t xml:space="preserve"> think adverts are very good, like you said, if they had </w:t>
      </w:r>
      <w:r w:rsidR="000A34D5">
        <w:rPr>
          <w:bCs/>
        </w:rPr>
        <w:t xml:space="preserve">adverts, </w:t>
      </w:r>
      <w:r w:rsidR="00DD587A">
        <w:rPr>
          <w:bCs/>
        </w:rPr>
        <w:t xml:space="preserve">then I think that would also work. I mean, </w:t>
      </w:r>
      <w:proofErr w:type="gramStart"/>
      <w:r w:rsidR="000A34D5">
        <w:rPr>
          <w:bCs/>
        </w:rPr>
        <w:t>that’s</w:t>
      </w:r>
      <w:proofErr w:type="gramEnd"/>
      <w:r w:rsidR="000A34D5">
        <w:rPr>
          <w:bCs/>
        </w:rPr>
        <w:t xml:space="preserve"> my feeling, but the leaflets… </w:t>
      </w:r>
      <w:r w:rsidR="00DD587A">
        <w:rPr>
          <w:bCs/>
        </w:rPr>
        <w:t>this assumption that the</w:t>
      </w:r>
      <w:r w:rsidR="000A34D5">
        <w:rPr>
          <w:bCs/>
        </w:rPr>
        <w:t xml:space="preserve"> leafle</w:t>
      </w:r>
      <w:r w:rsidR="00DD587A">
        <w:rPr>
          <w:bCs/>
        </w:rPr>
        <w:t>ts that are printed and, you know, posted or distributed, or, you know, dumped somewhere. Will then</w:t>
      </w:r>
      <w:r w:rsidR="000A34D5">
        <w:rPr>
          <w:bCs/>
        </w:rPr>
        <w:t xml:space="preserve"> pe</w:t>
      </w:r>
      <w:r w:rsidR="00DD587A">
        <w:rPr>
          <w:bCs/>
        </w:rPr>
        <w:t>ople understand or appreciate the point</w:t>
      </w:r>
      <w:r w:rsidR="000A34D5">
        <w:rPr>
          <w:bCs/>
        </w:rPr>
        <w:t xml:space="preserve">? I think </w:t>
      </w:r>
      <w:proofErr w:type="gramStart"/>
      <w:r w:rsidR="000A34D5">
        <w:rPr>
          <w:bCs/>
        </w:rPr>
        <w:t>that’s</w:t>
      </w:r>
      <w:proofErr w:type="gramEnd"/>
      <w:r w:rsidR="000A34D5">
        <w:rPr>
          <w:bCs/>
        </w:rPr>
        <w:t xml:space="preserve"> one assumption that’s not good. </w:t>
      </w:r>
    </w:p>
    <w:p w:rsidR="002C122D" w:rsidRPr="009170C3" w:rsidRDefault="009B3E3D" w:rsidP="002C122D">
      <w:pPr>
        <w:pStyle w:val="Heading2"/>
      </w:pPr>
      <w:r>
        <w:t>UCLRA02</w:t>
      </w:r>
      <w:r w:rsidR="002C122D" w:rsidRPr="009170C3">
        <w:t xml:space="preserve"> </w:t>
      </w:r>
    </w:p>
    <w:p w:rsidR="002C122D"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Okay. </w:t>
      </w:r>
    </w:p>
    <w:p w:rsidR="002C122D" w:rsidRPr="009170C3" w:rsidRDefault="009B3E3D" w:rsidP="002C122D">
      <w:pPr>
        <w:pStyle w:val="Heading2"/>
      </w:pPr>
      <w:r>
        <w:t>G05BAF29</w:t>
      </w:r>
      <w:r w:rsidR="002C122D" w:rsidRPr="009170C3">
        <w:t xml:space="preserve"> </w:t>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We should not forget that we also have people speaking in different languages.  Some people who do not... especially the age that we are looking for.  If you are </w:t>
      </w:r>
      <w:r>
        <w:rPr>
          <w:rFonts w:ascii="Times New Roman" w:hAnsi="Times New Roman"/>
          <w:sz w:val="24"/>
          <w:szCs w:val="24"/>
        </w:rPr>
        <w:t xml:space="preserve">doing </w:t>
      </w:r>
      <w:r w:rsidRPr="009170C3">
        <w:rPr>
          <w:rFonts w:ascii="Times New Roman" w:hAnsi="Times New Roman"/>
          <w:sz w:val="24"/>
          <w:szCs w:val="24"/>
        </w:rPr>
        <w:t xml:space="preserve">work </w:t>
      </w:r>
      <w:r>
        <w:rPr>
          <w:rFonts w:ascii="Times New Roman" w:hAnsi="Times New Roman"/>
          <w:sz w:val="24"/>
          <w:szCs w:val="24"/>
        </w:rPr>
        <w:t>on</w:t>
      </w:r>
      <w:r w:rsidRPr="009170C3">
        <w:rPr>
          <w:rFonts w:ascii="Times New Roman" w:hAnsi="Times New Roman"/>
          <w:sz w:val="24"/>
          <w:szCs w:val="24"/>
        </w:rPr>
        <w:t xml:space="preserve"> advancing age with dementia, the majority of... some people, the first generation that are coming into this country, maybe as refugees or students, and then they remain, not many of them do speak English.  </w:t>
      </w:r>
    </w:p>
    <w:p w:rsidR="002C122D" w:rsidRPr="009170C3" w:rsidRDefault="009B3E3D" w:rsidP="002C122D">
      <w:pPr>
        <w:pStyle w:val="Heading2"/>
      </w:pPr>
      <w:r>
        <w:t>UCLRA02</w:t>
      </w:r>
      <w:r w:rsidR="002C122D" w:rsidRPr="009170C3">
        <w:tab/>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Speak English, yes.</w:t>
      </w:r>
    </w:p>
    <w:p w:rsidR="002C122D" w:rsidRPr="009170C3" w:rsidRDefault="002C122D" w:rsidP="002C122D">
      <w:pPr>
        <w:pStyle w:val="NoSpacing"/>
        <w:rPr>
          <w:rFonts w:ascii="Times New Roman" w:hAnsi="Times New Roman"/>
          <w:sz w:val="24"/>
          <w:szCs w:val="24"/>
        </w:rPr>
      </w:pP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[00:43:20]</w:t>
      </w:r>
    </w:p>
    <w:p w:rsidR="002C122D" w:rsidRPr="009170C3" w:rsidRDefault="009B3E3D" w:rsidP="002C122D">
      <w:pPr>
        <w:pStyle w:val="Heading2"/>
      </w:pPr>
      <w:r>
        <w:t>G05BAF29</w:t>
      </w:r>
      <w:r w:rsidR="002C122D" w:rsidRPr="009170C3">
        <w:t xml:space="preserve"> </w:t>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Yes, so, information </w:t>
      </w:r>
      <w:r w:rsidR="0007228A">
        <w:rPr>
          <w:rFonts w:ascii="Times New Roman" w:hAnsi="Times New Roman"/>
          <w:sz w:val="24"/>
          <w:szCs w:val="24"/>
        </w:rPr>
        <w:t xml:space="preserve">must </w:t>
      </w:r>
      <w:r w:rsidRPr="009170C3">
        <w:rPr>
          <w:rFonts w:ascii="Times New Roman" w:hAnsi="Times New Roman"/>
          <w:sz w:val="24"/>
          <w:szCs w:val="24"/>
        </w:rPr>
        <w:t>reach them in the language they understand.  It’s key, whether it is in the form o</w:t>
      </w:r>
      <w:r w:rsidR="0007228A">
        <w:rPr>
          <w:rFonts w:ascii="Times New Roman" w:hAnsi="Times New Roman"/>
          <w:sz w:val="24"/>
          <w:szCs w:val="24"/>
        </w:rPr>
        <w:t>f a classroom speaking event,</w:t>
      </w:r>
      <w:r w:rsidRPr="009170C3">
        <w:rPr>
          <w:rFonts w:ascii="Times New Roman" w:hAnsi="Times New Roman"/>
          <w:sz w:val="24"/>
          <w:szCs w:val="24"/>
        </w:rPr>
        <w:t xml:space="preserve"> or it</w:t>
      </w:r>
      <w:r>
        <w:rPr>
          <w:rFonts w:ascii="Times New Roman" w:hAnsi="Times New Roman"/>
          <w:sz w:val="24"/>
          <w:szCs w:val="24"/>
        </w:rPr>
        <w:t xml:space="preserve"> takes place in their language </w:t>
      </w:r>
      <w:r w:rsidRPr="009170C3">
        <w:rPr>
          <w:rFonts w:ascii="Times New Roman" w:hAnsi="Times New Roman"/>
          <w:sz w:val="24"/>
          <w:szCs w:val="24"/>
        </w:rPr>
        <w:t xml:space="preserve">[unclear], so, </w:t>
      </w:r>
      <w:proofErr w:type="gramStart"/>
      <w:r w:rsidRPr="009170C3">
        <w:rPr>
          <w:rFonts w:ascii="Times New Roman" w:hAnsi="Times New Roman"/>
          <w:sz w:val="24"/>
          <w:szCs w:val="24"/>
        </w:rPr>
        <w:t>it’s</w:t>
      </w:r>
      <w:proofErr w:type="gramEnd"/>
      <w:r w:rsidRPr="009170C3">
        <w:rPr>
          <w:rFonts w:ascii="Times New Roman" w:hAnsi="Times New Roman"/>
          <w:sz w:val="24"/>
          <w:szCs w:val="24"/>
        </w:rPr>
        <w:t xml:space="preserve"> really key.  But, also, for them to trust and have ownership </w:t>
      </w:r>
      <w:r w:rsidRPr="009170C3">
        <w:rPr>
          <w:rFonts w:ascii="Times New Roman" w:hAnsi="Times New Roman"/>
          <w:sz w:val="24"/>
          <w:szCs w:val="24"/>
        </w:rPr>
        <w:lastRenderedPageBreak/>
        <w:t xml:space="preserve">over the... over that </w:t>
      </w:r>
      <w:proofErr w:type="gramStart"/>
      <w:r w:rsidRPr="009170C3">
        <w:rPr>
          <w:rFonts w:ascii="Times New Roman" w:hAnsi="Times New Roman"/>
          <w:sz w:val="24"/>
          <w:szCs w:val="24"/>
        </w:rPr>
        <w:t>information,</w:t>
      </w:r>
      <w:proofErr w:type="gramEnd"/>
      <w:r w:rsidRPr="009170C3">
        <w:rPr>
          <w:rFonts w:ascii="Times New Roman" w:hAnsi="Times New Roman"/>
          <w:sz w:val="24"/>
          <w:szCs w:val="24"/>
        </w:rPr>
        <w:t xml:space="preserve"> has to come from the source the</w:t>
      </w:r>
      <w:r>
        <w:rPr>
          <w:rFonts w:ascii="Times New Roman" w:hAnsi="Times New Roman"/>
          <w:sz w:val="24"/>
          <w:szCs w:val="24"/>
        </w:rPr>
        <w:t>y believe, and have used, maybe</w:t>
      </w:r>
      <w:r w:rsidRPr="009170C3">
        <w:rPr>
          <w:rFonts w:ascii="Times New Roman" w:hAnsi="Times New Roman"/>
          <w:sz w:val="24"/>
          <w:szCs w:val="24"/>
        </w:rPr>
        <w:t xml:space="preserve">, before. </w:t>
      </w:r>
    </w:p>
    <w:p w:rsidR="002C122D" w:rsidRPr="009170C3" w:rsidRDefault="009B3E3D" w:rsidP="002C122D">
      <w:pPr>
        <w:pStyle w:val="Heading2"/>
      </w:pPr>
      <w:r>
        <w:t>UCLRA02</w:t>
      </w:r>
      <w:r w:rsidR="002C122D" w:rsidRPr="009170C3">
        <w:t xml:space="preserve"> </w:t>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Do you mind if I ask, you said about</w:t>
      </w:r>
      <w:r>
        <w:rPr>
          <w:rFonts w:ascii="Times New Roman" w:hAnsi="Times New Roman"/>
          <w:sz w:val="24"/>
          <w:szCs w:val="24"/>
        </w:rPr>
        <w:t>, like</w:t>
      </w:r>
      <w:r w:rsidRPr="009170C3">
        <w:rPr>
          <w:rFonts w:ascii="Times New Roman" w:hAnsi="Times New Roman"/>
          <w:sz w:val="24"/>
          <w:szCs w:val="24"/>
        </w:rPr>
        <w:t xml:space="preserve"> a source that you can trust or believe in, where do you think that source is?  I mean, is </w:t>
      </w:r>
      <w:proofErr w:type="gramStart"/>
      <w:r w:rsidRPr="009170C3">
        <w:rPr>
          <w:rFonts w:ascii="Times New Roman" w:hAnsi="Times New Roman"/>
          <w:sz w:val="24"/>
          <w:szCs w:val="24"/>
        </w:rPr>
        <w:t>that source coming from somewhere like</w:t>
      </w:r>
      <w:proofErr w:type="gramEnd"/>
      <w:r w:rsidRPr="009170C3">
        <w:rPr>
          <w:rFonts w:ascii="Times New Roman" w:hAnsi="Times New Roman"/>
          <w:sz w:val="24"/>
          <w:szCs w:val="24"/>
        </w:rPr>
        <w:t xml:space="preserve"> the GP, for example, or will it be from somewhere else?</w:t>
      </w:r>
    </w:p>
    <w:p w:rsidR="002C122D" w:rsidRPr="009170C3" w:rsidRDefault="009B3E3D" w:rsidP="002C122D">
      <w:pPr>
        <w:pStyle w:val="Heading2"/>
      </w:pPr>
      <w:r>
        <w:t>G05BAM28</w:t>
      </w:r>
      <w:r w:rsidR="002C122D" w:rsidRPr="009170C3">
        <w:t xml:space="preserve"> </w:t>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GPs are... I </w:t>
      </w:r>
      <w:proofErr w:type="gramStart"/>
      <w:r w:rsidRPr="009170C3">
        <w:rPr>
          <w:rFonts w:ascii="Times New Roman" w:hAnsi="Times New Roman"/>
          <w:sz w:val="24"/>
          <w:szCs w:val="24"/>
        </w:rPr>
        <w:t>don’t</w:t>
      </w:r>
      <w:proofErr w:type="gramEnd"/>
      <w:r w:rsidRPr="009170C3">
        <w:rPr>
          <w:rFonts w:ascii="Times New Roman" w:hAnsi="Times New Roman"/>
          <w:sz w:val="24"/>
          <w:szCs w:val="24"/>
        </w:rPr>
        <w:t xml:space="preserve"> think’s going to... GPs do little... I </w:t>
      </w:r>
      <w:proofErr w:type="gramStart"/>
      <w:r w:rsidRPr="009170C3">
        <w:rPr>
          <w:rFonts w:ascii="Times New Roman" w:hAnsi="Times New Roman"/>
          <w:sz w:val="24"/>
          <w:szCs w:val="24"/>
        </w:rPr>
        <w:t>don’t</w:t>
      </w:r>
      <w:proofErr w:type="gramEnd"/>
      <w:r w:rsidRPr="009170C3">
        <w:rPr>
          <w:rFonts w:ascii="Times New Roman" w:hAnsi="Times New Roman"/>
          <w:sz w:val="24"/>
          <w:szCs w:val="24"/>
        </w:rPr>
        <w:t xml:space="preserve"> know </w:t>
      </w:r>
      <w:r>
        <w:rPr>
          <w:rFonts w:ascii="Times New Roman" w:hAnsi="Times New Roman"/>
          <w:sz w:val="24"/>
          <w:szCs w:val="24"/>
        </w:rPr>
        <w:t xml:space="preserve">whether [?] to welcome </w:t>
      </w:r>
      <w:r w:rsidRPr="009170C3">
        <w:rPr>
          <w:rFonts w:ascii="Times New Roman" w:hAnsi="Times New Roman"/>
          <w:sz w:val="24"/>
          <w:szCs w:val="24"/>
        </w:rPr>
        <w:t xml:space="preserve">GPs, but what I think... what I want to suggest, is to create an application, an app.  An app like... </w:t>
      </w:r>
      <w:r>
        <w:rPr>
          <w:rFonts w:ascii="Times New Roman" w:hAnsi="Times New Roman"/>
          <w:sz w:val="24"/>
          <w:szCs w:val="24"/>
        </w:rPr>
        <w:t xml:space="preserve">there was the time when we </w:t>
      </w:r>
      <w:r w:rsidRPr="009170C3">
        <w:rPr>
          <w:rFonts w:ascii="Times New Roman" w:hAnsi="Times New Roman"/>
          <w:sz w:val="24"/>
          <w:szCs w:val="24"/>
        </w:rPr>
        <w:t xml:space="preserve">designed an app for people that go to the GP, to prepare them when they visit to the GP, that this will be like a small video on there, indicating how they can behave, or how they prepare themselves, through actors, people that act, people showing people how to go and ask for help.  </w:t>
      </w:r>
      <w:proofErr w:type="gramStart"/>
      <w:r w:rsidRPr="009170C3">
        <w:rPr>
          <w:rFonts w:ascii="Times New Roman" w:hAnsi="Times New Roman"/>
          <w:sz w:val="24"/>
          <w:szCs w:val="24"/>
        </w:rPr>
        <w:t>Someone that can teach people to go and develop ways to go and ask for help.</w:t>
      </w:r>
      <w:proofErr w:type="gramEnd"/>
    </w:p>
    <w:p w:rsidR="002C122D" w:rsidRPr="009170C3" w:rsidRDefault="002C122D" w:rsidP="002C122D">
      <w:pPr>
        <w:pStyle w:val="NoSpacing"/>
        <w:rPr>
          <w:rFonts w:ascii="Times New Roman" w:hAnsi="Times New Roman"/>
          <w:sz w:val="24"/>
          <w:szCs w:val="24"/>
        </w:rPr>
      </w:pPr>
    </w:p>
    <w:p w:rsidR="002C122D" w:rsidRPr="009170C3" w:rsidRDefault="009B3E3D" w:rsidP="002C122D">
      <w:pPr>
        <w:pStyle w:val="NoSpacing"/>
        <w:rPr>
          <w:rFonts w:ascii="Times New Roman" w:hAnsi="Times New Roman"/>
          <w:sz w:val="24"/>
          <w:szCs w:val="24"/>
        </w:rPr>
      </w:pPr>
      <w:proofErr w:type="gramStart"/>
      <w:r>
        <w:rPr>
          <w:rStyle w:val="Heading2Char"/>
        </w:rPr>
        <w:t>G05BAF29</w:t>
      </w:r>
      <w:r w:rsidR="002C122D" w:rsidRPr="009170C3">
        <w:rPr>
          <w:rFonts w:ascii="Times New Roman" w:hAnsi="Times New Roman"/>
          <w:sz w:val="24"/>
          <w:szCs w:val="24"/>
        </w:rPr>
        <w:t xml:space="preserve">  </w:t>
      </w:r>
      <w:proofErr w:type="gramEnd"/>
      <w:r w:rsidR="002C122D" w:rsidRPr="009170C3">
        <w:rPr>
          <w:rFonts w:ascii="Times New Roman" w:hAnsi="Times New Roman"/>
          <w:sz w:val="24"/>
          <w:szCs w:val="24"/>
        </w:rPr>
        <w:br/>
        <w:t xml:space="preserve">Well the source also could be... for example, cultural centres that they’re used to, where they go.  </w:t>
      </w:r>
      <w:proofErr w:type="gramStart"/>
      <w:r w:rsidR="002C122D" w:rsidRPr="009170C3">
        <w:rPr>
          <w:rFonts w:ascii="Times New Roman" w:hAnsi="Times New Roman"/>
          <w:sz w:val="24"/>
          <w:szCs w:val="24"/>
        </w:rPr>
        <w:t>Charities in their community where they have accessed services before.</w:t>
      </w:r>
      <w:proofErr w:type="gramEnd"/>
      <w:r w:rsidR="002C122D" w:rsidRPr="009170C3">
        <w:rPr>
          <w:rFonts w:ascii="Times New Roman" w:hAnsi="Times New Roman"/>
          <w:sz w:val="24"/>
          <w:szCs w:val="24"/>
        </w:rPr>
        <w:t xml:space="preserve"> </w:t>
      </w:r>
    </w:p>
    <w:p w:rsidR="002C122D" w:rsidRPr="009170C3" w:rsidRDefault="002C122D" w:rsidP="002C122D">
      <w:pPr>
        <w:pStyle w:val="NoSpacing"/>
        <w:rPr>
          <w:rFonts w:ascii="Times New Roman" w:hAnsi="Times New Roman"/>
          <w:sz w:val="24"/>
          <w:szCs w:val="24"/>
        </w:rPr>
      </w:pPr>
    </w:p>
    <w:p w:rsidR="002C122D" w:rsidRPr="009170C3" w:rsidRDefault="009B3E3D" w:rsidP="002C122D">
      <w:pPr>
        <w:pStyle w:val="Heading2"/>
      </w:pPr>
      <w:r>
        <w:t>G05BAM28</w:t>
      </w:r>
    </w:p>
    <w:p w:rsidR="002C122D" w:rsidRPr="009170C3" w:rsidRDefault="002C122D" w:rsidP="002C122D">
      <w:pPr>
        <w:pStyle w:val="NoSpacing"/>
        <w:rPr>
          <w:rFonts w:ascii="Times New Roman" w:hAnsi="Times New Roman"/>
          <w:sz w:val="24"/>
          <w:szCs w:val="24"/>
        </w:rPr>
      </w:pPr>
      <w:proofErr w:type="gramStart"/>
      <w:r w:rsidRPr="009170C3">
        <w:rPr>
          <w:rFonts w:ascii="Times New Roman" w:hAnsi="Times New Roman"/>
          <w:sz w:val="24"/>
          <w:szCs w:val="24"/>
        </w:rPr>
        <w:t>Churches.</w:t>
      </w:r>
      <w:proofErr w:type="gramEnd"/>
    </w:p>
    <w:p w:rsidR="002C122D" w:rsidRPr="009170C3" w:rsidRDefault="002C122D" w:rsidP="002C122D">
      <w:pPr>
        <w:pStyle w:val="NoSpacing"/>
        <w:rPr>
          <w:rFonts w:ascii="Times New Roman" w:hAnsi="Times New Roman"/>
          <w:sz w:val="24"/>
          <w:szCs w:val="24"/>
        </w:rPr>
      </w:pP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[00:44:58]</w:t>
      </w:r>
    </w:p>
    <w:p w:rsidR="002C122D" w:rsidRPr="009170C3" w:rsidRDefault="002C122D" w:rsidP="002C122D">
      <w:pPr>
        <w:pStyle w:val="NoSpacing"/>
        <w:rPr>
          <w:rFonts w:ascii="Times New Roman" w:hAnsi="Times New Roman"/>
          <w:sz w:val="24"/>
          <w:szCs w:val="24"/>
        </w:rPr>
      </w:pPr>
    </w:p>
    <w:p w:rsidR="002C122D" w:rsidRPr="009170C3" w:rsidRDefault="009B3E3D" w:rsidP="002C122D">
      <w:pPr>
        <w:pStyle w:val="NoSpacing"/>
        <w:rPr>
          <w:rFonts w:ascii="Times New Roman" w:hAnsi="Times New Roman"/>
          <w:sz w:val="24"/>
          <w:szCs w:val="24"/>
        </w:rPr>
      </w:pPr>
      <w:r>
        <w:rPr>
          <w:rStyle w:val="Heading2Char"/>
        </w:rPr>
        <w:t>G05BAF29</w:t>
      </w:r>
      <w:r w:rsidR="002C122D" w:rsidRPr="009170C3">
        <w:rPr>
          <w:rStyle w:val="Heading2Char"/>
        </w:rPr>
        <w:cr/>
      </w:r>
      <w:proofErr w:type="gramStart"/>
      <w:r w:rsidR="002C122D" w:rsidRPr="009170C3">
        <w:rPr>
          <w:rFonts w:ascii="Times New Roman" w:hAnsi="Times New Roman"/>
          <w:sz w:val="24"/>
          <w:szCs w:val="24"/>
        </w:rPr>
        <w:t>Or where they have received volunteers in their house</w:t>
      </w:r>
      <w:r w:rsidR="002C122D">
        <w:rPr>
          <w:rFonts w:ascii="Times New Roman" w:hAnsi="Times New Roman"/>
          <w:sz w:val="24"/>
          <w:szCs w:val="24"/>
        </w:rPr>
        <w:t>s</w:t>
      </w:r>
      <w:r w:rsidR="002C122D" w:rsidRPr="009170C3">
        <w:rPr>
          <w:rFonts w:ascii="Times New Roman" w:hAnsi="Times New Roman"/>
          <w:sz w:val="24"/>
          <w:szCs w:val="24"/>
        </w:rPr>
        <w:t>, through those community organisations.</w:t>
      </w:r>
      <w:proofErr w:type="gramEnd"/>
      <w:r w:rsidR="002C122D" w:rsidRPr="009170C3">
        <w:rPr>
          <w:rFonts w:ascii="Times New Roman" w:hAnsi="Times New Roman"/>
          <w:sz w:val="24"/>
          <w:szCs w:val="24"/>
        </w:rPr>
        <w:t xml:space="preserve">  </w:t>
      </w:r>
    </w:p>
    <w:p w:rsidR="002C122D" w:rsidRPr="009170C3" w:rsidRDefault="002C122D" w:rsidP="002C122D">
      <w:pPr>
        <w:pStyle w:val="NoSpacing"/>
        <w:rPr>
          <w:rFonts w:ascii="Times New Roman" w:hAnsi="Times New Roman"/>
          <w:sz w:val="24"/>
          <w:szCs w:val="24"/>
        </w:rPr>
      </w:pPr>
    </w:p>
    <w:p w:rsidR="002C122D" w:rsidRPr="007D700B" w:rsidRDefault="009B3E3D" w:rsidP="002C122D">
      <w:pPr>
        <w:pStyle w:val="Heading2"/>
      </w:pPr>
      <w:r>
        <w:t>G05BAM28</w:t>
      </w:r>
      <w:r w:rsidR="002C122D" w:rsidRPr="007D700B">
        <w:t xml:space="preserve"> </w:t>
      </w:r>
    </w:p>
    <w:p w:rsidR="002C122D" w:rsidRPr="009170C3" w:rsidRDefault="002C122D" w:rsidP="002C122D">
      <w:pPr>
        <w:pStyle w:val="NoSpacing"/>
        <w:rPr>
          <w:rFonts w:ascii="Times New Roman" w:hAnsi="Times New Roman"/>
          <w:sz w:val="24"/>
          <w:szCs w:val="24"/>
        </w:rPr>
      </w:pPr>
      <w:proofErr w:type="gramStart"/>
      <w:r w:rsidRPr="009170C3">
        <w:rPr>
          <w:rFonts w:ascii="Times New Roman" w:hAnsi="Times New Roman"/>
          <w:sz w:val="24"/>
          <w:szCs w:val="24"/>
        </w:rPr>
        <w:t>In churches as well.</w:t>
      </w:r>
      <w:proofErr w:type="gramEnd"/>
      <w:r w:rsidRPr="009170C3">
        <w:rPr>
          <w:rFonts w:ascii="Times New Roman" w:hAnsi="Times New Roman"/>
          <w:sz w:val="24"/>
          <w:szCs w:val="24"/>
        </w:rPr>
        <w:t xml:space="preserve"> </w:t>
      </w:r>
    </w:p>
    <w:p w:rsidR="002C122D" w:rsidRPr="009170C3" w:rsidRDefault="009B3E3D" w:rsidP="002C122D">
      <w:pPr>
        <w:pStyle w:val="Heading2"/>
      </w:pPr>
      <w:r>
        <w:t>G05BAF29</w:t>
      </w:r>
      <w:r w:rsidR="002C122D" w:rsidRPr="009170C3">
        <w:t xml:space="preserve"> </w:t>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So </w:t>
      </w:r>
      <w:proofErr w:type="gramStart"/>
      <w:r w:rsidRPr="009170C3">
        <w:rPr>
          <w:rFonts w:ascii="Times New Roman" w:hAnsi="Times New Roman"/>
          <w:sz w:val="24"/>
          <w:szCs w:val="24"/>
        </w:rPr>
        <w:t>it’s</w:t>
      </w:r>
      <w:proofErr w:type="gramEnd"/>
      <w:r w:rsidRPr="009170C3">
        <w:rPr>
          <w:rFonts w:ascii="Times New Roman" w:hAnsi="Times New Roman"/>
          <w:sz w:val="24"/>
          <w:szCs w:val="24"/>
        </w:rPr>
        <w:t xml:space="preserve"> a source that they trust.  </w:t>
      </w:r>
      <w:proofErr w:type="gramStart"/>
      <w:r w:rsidRPr="009170C3">
        <w:rPr>
          <w:rFonts w:ascii="Times New Roman" w:hAnsi="Times New Roman"/>
          <w:sz w:val="24"/>
          <w:szCs w:val="24"/>
        </w:rPr>
        <w:t>It’s</w:t>
      </w:r>
      <w:proofErr w:type="gramEnd"/>
      <w:r w:rsidRPr="009170C3">
        <w:rPr>
          <w:rFonts w:ascii="Times New Roman" w:hAnsi="Times New Roman"/>
          <w:sz w:val="24"/>
          <w:szCs w:val="24"/>
        </w:rPr>
        <w:t xml:space="preserve"> not... they don’t feel like somebody is</w:t>
      </w:r>
      <w:r>
        <w:rPr>
          <w:rFonts w:ascii="Times New Roman" w:hAnsi="Times New Roman"/>
          <w:sz w:val="24"/>
          <w:szCs w:val="24"/>
        </w:rPr>
        <w:t>... it’s</w:t>
      </w:r>
      <w:r w:rsidRPr="009170C3">
        <w:rPr>
          <w:rFonts w:ascii="Times New Roman" w:hAnsi="Times New Roman"/>
          <w:sz w:val="24"/>
          <w:szCs w:val="24"/>
        </w:rPr>
        <w:t xml:space="preserve"> demanding on them to go and do something.  They would understand it is support, coming from a particular individual that they have worked with.  I think </w:t>
      </w:r>
      <w:proofErr w:type="gramStart"/>
      <w:r w:rsidRPr="009170C3">
        <w:rPr>
          <w:rFonts w:ascii="Times New Roman" w:hAnsi="Times New Roman"/>
          <w:sz w:val="24"/>
          <w:szCs w:val="24"/>
        </w:rPr>
        <w:t>it’s</w:t>
      </w:r>
      <w:proofErr w:type="gramEnd"/>
      <w:r w:rsidRPr="009170C3">
        <w:rPr>
          <w:rFonts w:ascii="Times New Roman" w:hAnsi="Times New Roman"/>
          <w:sz w:val="24"/>
          <w:szCs w:val="24"/>
        </w:rPr>
        <w:t>...</w:t>
      </w:r>
    </w:p>
    <w:p w:rsidR="002C122D" w:rsidRPr="009170C3" w:rsidRDefault="002C122D" w:rsidP="002C122D">
      <w:pPr>
        <w:pStyle w:val="NoSpacing"/>
        <w:rPr>
          <w:rFonts w:ascii="Times New Roman" w:hAnsi="Times New Roman"/>
          <w:sz w:val="24"/>
          <w:szCs w:val="24"/>
        </w:rPr>
      </w:pP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[00:45:22]</w:t>
      </w:r>
    </w:p>
    <w:p w:rsidR="002C122D" w:rsidRPr="009170C3" w:rsidRDefault="009B3E3D" w:rsidP="002C122D">
      <w:pPr>
        <w:pStyle w:val="Heading2"/>
      </w:pPr>
      <w:r>
        <w:t>G05BAM24</w:t>
      </w:r>
      <w:r w:rsidR="002C122D" w:rsidRPr="009170C3">
        <w:t xml:space="preserve"> </w:t>
      </w: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The problem that most experience is that, and I’m always, really, you know, I’m reinforcing this each time I’m meeting it, is this assumption that Africans, or African </w:t>
      </w:r>
      <w:r w:rsidR="0007228A" w:rsidRPr="009170C3">
        <w:rPr>
          <w:rFonts w:ascii="Times New Roman" w:hAnsi="Times New Roman"/>
          <w:sz w:val="24"/>
          <w:szCs w:val="24"/>
        </w:rPr>
        <w:t>Caribbean’s</w:t>
      </w:r>
      <w:r w:rsidRPr="009170C3">
        <w:rPr>
          <w:rFonts w:ascii="Times New Roman" w:hAnsi="Times New Roman"/>
          <w:sz w:val="24"/>
          <w:szCs w:val="24"/>
        </w:rPr>
        <w:t xml:space="preserve">, do not have the ability, or the capacity, to do things for themselves. You can see that in terms of HIV, because it has disproportionately affected African </w:t>
      </w:r>
      <w:r w:rsidRPr="009170C3">
        <w:rPr>
          <w:rFonts w:ascii="Times New Roman" w:hAnsi="Times New Roman"/>
          <w:sz w:val="24"/>
          <w:szCs w:val="24"/>
        </w:rPr>
        <w:lastRenderedPageBreak/>
        <w:t>people, and in the same days, you know, that tendency to, kind of, involve Africans in the delivery, so you find that they easily appreciate the role Africans can play, in terms of preventing HIV, or getting people to test.  But, as when you look at some of the conditions like cancer, which was the first African with breast cancer or prostate, or whatever it is, they have those traditional charities, mainstream charities, and the clinical services that do not even bother to carry out a</w:t>
      </w:r>
      <w:r>
        <w:rPr>
          <w:rFonts w:ascii="Times New Roman" w:hAnsi="Times New Roman"/>
          <w:sz w:val="24"/>
          <w:szCs w:val="24"/>
        </w:rPr>
        <w:t xml:space="preserve">ny </w:t>
      </w:r>
      <w:r w:rsidRPr="009170C3">
        <w:rPr>
          <w:rFonts w:ascii="Times New Roman" w:hAnsi="Times New Roman"/>
          <w:sz w:val="24"/>
          <w:szCs w:val="24"/>
        </w:rPr>
        <w:t>n</w:t>
      </w:r>
      <w:r>
        <w:rPr>
          <w:rFonts w:ascii="Times New Roman" w:hAnsi="Times New Roman"/>
          <w:sz w:val="24"/>
          <w:szCs w:val="24"/>
        </w:rPr>
        <w:t xml:space="preserve">eeds </w:t>
      </w:r>
      <w:r w:rsidRPr="009170C3">
        <w:rPr>
          <w:rFonts w:ascii="Times New Roman" w:hAnsi="Times New Roman"/>
          <w:sz w:val="24"/>
          <w:szCs w:val="24"/>
        </w:rPr>
        <w:t xml:space="preserve">assessment, or do not even bother to involve people, find out </w:t>
      </w:r>
      <w:r>
        <w:rPr>
          <w:rFonts w:ascii="Times New Roman" w:hAnsi="Times New Roman"/>
          <w:sz w:val="24"/>
          <w:szCs w:val="24"/>
        </w:rPr>
        <w:t xml:space="preserve">what would be </w:t>
      </w:r>
      <w:r w:rsidRPr="009170C3">
        <w:rPr>
          <w:rFonts w:ascii="Times New Roman" w:hAnsi="Times New Roman"/>
          <w:sz w:val="24"/>
          <w:szCs w:val="24"/>
        </w:rPr>
        <w:t>the best message</w:t>
      </w:r>
      <w:r>
        <w:rPr>
          <w:rFonts w:ascii="Times New Roman" w:hAnsi="Times New Roman"/>
          <w:sz w:val="24"/>
          <w:szCs w:val="24"/>
        </w:rPr>
        <w:t>s</w:t>
      </w:r>
      <w:r w:rsidRPr="009170C3">
        <w:rPr>
          <w:rFonts w:ascii="Times New Roman" w:hAnsi="Times New Roman"/>
          <w:sz w:val="24"/>
          <w:szCs w:val="24"/>
        </w:rPr>
        <w:t xml:space="preserve">.  So, I give an example of, for example, a mainstream charity, </w:t>
      </w:r>
      <w:r>
        <w:rPr>
          <w:rFonts w:ascii="Times New Roman" w:hAnsi="Times New Roman"/>
          <w:sz w:val="24"/>
          <w:szCs w:val="24"/>
        </w:rPr>
        <w:t xml:space="preserve">that may be securing </w:t>
      </w:r>
      <w:r w:rsidR="0007228A">
        <w:rPr>
          <w:rFonts w:ascii="Times New Roman" w:hAnsi="Times New Roman"/>
          <w:sz w:val="24"/>
          <w:szCs w:val="24"/>
        </w:rPr>
        <w:t>funding to work</w:t>
      </w:r>
      <w:r w:rsidRPr="009170C3">
        <w:rPr>
          <w:rFonts w:ascii="Times New Roman" w:hAnsi="Times New Roman"/>
          <w:sz w:val="24"/>
          <w:szCs w:val="24"/>
        </w:rPr>
        <w:t xml:space="preserve"> with black Africans and </w:t>
      </w:r>
      <w:r w:rsidR="000E515E" w:rsidRPr="009170C3">
        <w:rPr>
          <w:rFonts w:ascii="Times New Roman" w:hAnsi="Times New Roman"/>
          <w:sz w:val="24"/>
          <w:szCs w:val="24"/>
        </w:rPr>
        <w:t>Caribbean’s</w:t>
      </w:r>
      <w:r w:rsidRPr="009170C3">
        <w:rPr>
          <w:rFonts w:ascii="Times New Roman" w:hAnsi="Times New Roman"/>
          <w:sz w:val="24"/>
          <w:szCs w:val="24"/>
        </w:rPr>
        <w:t>, and what they do is simply employ, you know, a black person, and expect that if they employ that black person, then</w:t>
      </w:r>
      <w:r>
        <w:rPr>
          <w:rFonts w:ascii="Times New Roman" w:hAnsi="Times New Roman"/>
          <w:sz w:val="24"/>
          <w:szCs w:val="24"/>
        </w:rPr>
        <w:t>, you know,</w:t>
      </w:r>
      <w:r w:rsidRPr="009170C3">
        <w:rPr>
          <w:rFonts w:ascii="Times New Roman" w:hAnsi="Times New Roman"/>
          <w:sz w:val="24"/>
          <w:szCs w:val="24"/>
        </w:rPr>
        <w:t xml:space="preserve"> that person will be able to do the wo</w:t>
      </w:r>
      <w:r w:rsidR="000E515E">
        <w:rPr>
          <w:rFonts w:ascii="Times New Roman" w:hAnsi="Times New Roman"/>
          <w:sz w:val="24"/>
          <w:szCs w:val="24"/>
        </w:rPr>
        <w:t>rk, and this has happened in</w:t>
      </w:r>
      <w:r w:rsidRPr="009170C3">
        <w:rPr>
          <w:rFonts w:ascii="Times New Roman" w:hAnsi="Times New Roman"/>
          <w:sz w:val="24"/>
          <w:szCs w:val="24"/>
        </w:rPr>
        <w:t xml:space="preserve"> mental health...</w:t>
      </w:r>
    </w:p>
    <w:p w:rsidR="002C122D" w:rsidRPr="009170C3" w:rsidRDefault="002C122D" w:rsidP="002C122D">
      <w:pPr>
        <w:pStyle w:val="NoSpacing"/>
        <w:rPr>
          <w:rFonts w:ascii="Times New Roman" w:hAnsi="Times New Roman"/>
          <w:sz w:val="24"/>
          <w:szCs w:val="24"/>
        </w:rPr>
      </w:pP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[00:46:43]</w:t>
      </w:r>
    </w:p>
    <w:p w:rsidR="002C122D" w:rsidRPr="007E0DA5" w:rsidRDefault="009B3E3D" w:rsidP="002C122D">
      <w:pPr>
        <w:pStyle w:val="Heading2"/>
      </w:pPr>
      <w:proofErr w:type="gramStart"/>
      <w:r>
        <w:t>G05BAF29</w:t>
      </w:r>
      <w:r w:rsidR="002C122D" w:rsidRPr="007E0DA5">
        <w:t xml:space="preserve"> </w:t>
      </w:r>
      <w:r w:rsidR="002C122D">
        <w:t>[?]</w:t>
      </w:r>
      <w:proofErr w:type="gramEnd"/>
    </w:p>
    <w:p w:rsidR="002C122D" w:rsidRPr="009170C3" w:rsidRDefault="002C122D" w:rsidP="002C122D">
      <w:pPr>
        <w:pStyle w:val="NoSpacing"/>
        <w:rPr>
          <w:rFonts w:ascii="Times New Roman" w:hAnsi="Times New Roman"/>
          <w:sz w:val="24"/>
          <w:szCs w:val="24"/>
        </w:rPr>
      </w:pPr>
      <w:proofErr w:type="gramStart"/>
      <w:r w:rsidRPr="009170C3">
        <w:rPr>
          <w:rFonts w:ascii="Times New Roman" w:hAnsi="Times New Roman"/>
          <w:sz w:val="24"/>
          <w:szCs w:val="24"/>
        </w:rPr>
        <w:t>Everywhere.</w:t>
      </w:r>
      <w:proofErr w:type="gramEnd"/>
      <w:r w:rsidRPr="009170C3">
        <w:rPr>
          <w:rFonts w:ascii="Times New Roman" w:hAnsi="Times New Roman"/>
          <w:sz w:val="24"/>
          <w:szCs w:val="24"/>
        </w:rPr>
        <w:t xml:space="preserve"> </w:t>
      </w:r>
    </w:p>
    <w:p w:rsidR="002C122D" w:rsidRPr="009170C3" w:rsidRDefault="009B3E3D" w:rsidP="002C122D">
      <w:pPr>
        <w:pStyle w:val="Heading2"/>
      </w:pPr>
      <w:r>
        <w:t>G05BAM24</w:t>
      </w:r>
      <w:r w:rsidR="002C122D" w:rsidRPr="009170C3">
        <w:t xml:space="preserve"> </w:t>
      </w:r>
    </w:p>
    <w:p w:rsidR="002C122D" w:rsidRDefault="002C122D" w:rsidP="00C7413E">
      <w:pPr>
        <w:pStyle w:val="NoSpacing"/>
        <w:rPr>
          <w:rFonts w:ascii="Times New Roman" w:hAnsi="Times New Roman"/>
          <w:sz w:val="24"/>
          <w:szCs w:val="24"/>
        </w:rPr>
      </w:pPr>
      <w:r w:rsidRPr="009170C3">
        <w:rPr>
          <w:rFonts w:ascii="Times New Roman" w:hAnsi="Times New Roman"/>
          <w:sz w:val="24"/>
          <w:szCs w:val="24"/>
        </w:rPr>
        <w:t xml:space="preserve">In cancer, and </w:t>
      </w:r>
      <w:r>
        <w:rPr>
          <w:rFonts w:ascii="Times New Roman" w:hAnsi="Times New Roman"/>
          <w:sz w:val="24"/>
          <w:szCs w:val="24"/>
        </w:rPr>
        <w:t xml:space="preserve">now </w:t>
      </w:r>
      <w:proofErr w:type="gramStart"/>
      <w:r w:rsidRPr="009170C3">
        <w:rPr>
          <w:rFonts w:ascii="Times New Roman" w:hAnsi="Times New Roman"/>
          <w:sz w:val="24"/>
          <w:szCs w:val="24"/>
        </w:rPr>
        <w:t>that’s</w:t>
      </w:r>
      <w:proofErr w:type="gramEnd"/>
      <w:r w:rsidRPr="009170C3">
        <w:rPr>
          <w:rFonts w:ascii="Times New Roman" w:hAnsi="Times New Roman"/>
          <w:sz w:val="24"/>
          <w:szCs w:val="24"/>
        </w:rPr>
        <w:t xml:space="preserve"> a problem, so I think that, first of all, the realis</w:t>
      </w:r>
      <w:r>
        <w:rPr>
          <w:rFonts w:ascii="Times New Roman" w:hAnsi="Times New Roman"/>
          <w:sz w:val="24"/>
          <w:szCs w:val="24"/>
        </w:rPr>
        <w:t xml:space="preserve">ation has to be that people are out of way </w:t>
      </w:r>
      <w:r w:rsidRPr="009170C3">
        <w:rPr>
          <w:rFonts w:ascii="Times New Roman" w:hAnsi="Times New Roman"/>
          <w:sz w:val="24"/>
          <w:szCs w:val="24"/>
        </w:rPr>
        <w:t xml:space="preserve">ticking boxes.  By that I mean that most of the researchers, or most of the studies that are taking, have these tendencies to try and entrust GPs with services, so, for example, </w:t>
      </w:r>
      <w:r>
        <w:rPr>
          <w:rFonts w:ascii="Times New Roman" w:hAnsi="Times New Roman"/>
          <w:sz w:val="24"/>
          <w:szCs w:val="24"/>
        </w:rPr>
        <w:t xml:space="preserve">if you want to roll out a </w:t>
      </w:r>
      <w:r w:rsidRPr="009170C3">
        <w:rPr>
          <w:rFonts w:ascii="Times New Roman" w:hAnsi="Times New Roman"/>
          <w:sz w:val="24"/>
          <w:szCs w:val="24"/>
        </w:rPr>
        <w:t xml:space="preserve">service or you </w:t>
      </w:r>
      <w:r w:rsidR="00C7413E">
        <w:rPr>
          <w:rFonts w:ascii="Times New Roman" w:hAnsi="Times New Roman"/>
          <w:sz w:val="24"/>
          <w:szCs w:val="24"/>
        </w:rPr>
        <w:t>or you want to (unclear) a</w:t>
      </w:r>
      <w:r w:rsidRPr="009170C3">
        <w:rPr>
          <w:rFonts w:ascii="Times New Roman" w:hAnsi="Times New Roman"/>
          <w:sz w:val="24"/>
          <w:szCs w:val="24"/>
        </w:rPr>
        <w:t xml:space="preserve"> service, the first thing they do is see a GP.  A GP, first of all, is a business.  They are over-burdened as o</w:t>
      </w:r>
      <w:r>
        <w:rPr>
          <w:rFonts w:ascii="Times New Roman" w:hAnsi="Times New Roman"/>
          <w:sz w:val="24"/>
          <w:szCs w:val="24"/>
        </w:rPr>
        <w:t xml:space="preserve">f now, but </w:t>
      </w:r>
      <w:proofErr w:type="gramStart"/>
      <w:r>
        <w:rPr>
          <w:rFonts w:ascii="Times New Roman" w:hAnsi="Times New Roman"/>
          <w:sz w:val="24"/>
          <w:szCs w:val="24"/>
        </w:rPr>
        <w:t>you’re</w:t>
      </w:r>
      <w:proofErr w:type="gramEnd"/>
      <w:r>
        <w:rPr>
          <w:rFonts w:ascii="Times New Roman" w:hAnsi="Times New Roman"/>
          <w:sz w:val="24"/>
          <w:szCs w:val="24"/>
        </w:rPr>
        <w:t xml:space="preserve"> talking about</w:t>
      </w:r>
      <w:r w:rsidRPr="009170C3">
        <w:rPr>
          <w:rFonts w:ascii="Times New Roman" w:hAnsi="Times New Roman"/>
          <w:sz w:val="24"/>
          <w:szCs w:val="24"/>
        </w:rPr>
        <w:t>... I mean, information,</w:t>
      </w:r>
      <w:r>
        <w:rPr>
          <w:rFonts w:ascii="Times New Roman" w:hAnsi="Times New Roman"/>
          <w:sz w:val="24"/>
          <w:szCs w:val="24"/>
        </w:rPr>
        <w:t xml:space="preserve"> you know, being accessible in</w:t>
      </w:r>
      <w:r w:rsidRPr="009170C3">
        <w:rPr>
          <w:rFonts w:ascii="Times New Roman" w:hAnsi="Times New Roman"/>
          <w:sz w:val="24"/>
          <w:szCs w:val="24"/>
        </w:rPr>
        <w:t xml:space="preserve"> GPs, they actually </w:t>
      </w:r>
      <w:proofErr w:type="gramStart"/>
      <w:r w:rsidRPr="009170C3">
        <w:rPr>
          <w:rFonts w:ascii="Times New Roman" w:hAnsi="Times New Roman"/>
          <w:sz w:val="24"/>
          <w:szCs w:val="24"/>
        </w:rPr>
        <w:t>don’t</w:t>
      </w:r>
      <w:proofErr w:type="gramEnd"/>
      <w:r w:rsidRPr="009170C3">
        <w:rPr>
          <w:rFonts w:ascii="Times New Roman" w:hAnsi="Times New Roman"/>
          <w:sz w:val="24"/>
          <w:szCs w:val="24"/>
        </w:rPr>
        <w:t xml:space="preserve"> even know how many leaflets they display there.  They </w:t>
      </w:r>
      <w:proofErr w:type="gramStart"/>
      <w:r w:rsidRPr="009170C3">
        <w:rPr>
          <w:rFonts w:ascii="Times New Roman" w:hAnsi="Times New Roman"/>
          <w:sz w:val="24"/>
          <w:szCs w:val="24"/>
        </w:rPr>
        <w:t>don’t</w:t>
      </w:r>
      <w:proofErr w:type="gramEnd"/>
      <w:r w:rsidRPr="009170C3">
        <w:rPr>
          <w:rFonts w:ascii="Times New Roman" w:hAnsi="Times New Roman"/>
          <w:sz w:val="24"/>
          <w:szCs w:val="24"/>
        </w:rPr>
        <w:t xml:space="preserve"> know.  </w:t>
      </w:r>
      <w:proofErr w:type="gramStart"/>
      <w:r w:rsidRPr="009170C3">
        <w:rPr>
          <w:rFonts w:ascii="Times New Roman" w:hAnsi="Times New Roman"/>
          <w:sz w:val="24"/>
          <w:szCs w:val="24"/>
        </w:rPr>
        <w:t>So, and...</w:t>
      </w:r>
      <w:proofErr w:type="gramEnd"/>
      <w:r w:rsidRPr="009170C3">
        <w:rPr>
          <w:rFonts w:ascii="Times New Roman" w:hAnsi="Times New Roman"/>
          <w:sz w:val="24"/>
          <w:szCs w:val="24"/>
        </w:rPr>
        <w:t xml:space="preserve">  </w:t>
      </w:r>
      <w:proofErr w:type="gramStart"/>
      <w:r w:rsidRPr="009170C3">
        <w:rPr>
          <w:rFonts w:ascii="Times New Roman" w:hAnsi="Times New Roman"/>
          <w:sz w:val="24"/>
          <w:szCs w:val="24"/>
        </w:rPr>
        <w:t>let</w:t>
      </w:r>
      <w:proofErr w:type="gramEnd"/>
      <w:r w:rsidRPr="009170C3">
        <w:rPr>
          <w:rFonts w:ascii="Times New Roman" w:hAnsi="Times New Roman"/>
          <w:sz w:val="24"/>
          <w:szCs w:val="24"/>
        </w:rPr>
        <w:t xml:space="preserve"> alone encourage people to take them, so the assumption is that they will put the leaflets on the rack.  The person in the waiting, who has gone to the GP, will, kind of, pick them from there, and </w:t>
      </w:r>
      <w:proofErr w:type="gramStart"/>
      <w:r w:rsidRPr="009170C3">
        <w:rPr>
          <w:rFonts w:ascii="Times New Roman" w:hAnsi="Times New Roman"/>
          <w:sz w:val="24"/>
          <w:szCs w:val="24"/>
        </w:rPr>
        <w:t>it’s</w:t>
      </w:r>
      <w:proofErr w:type="gramEnd"/>
      <w:r w:rsidRPr="009170C3">
        <w:rPr>
          <w:rFonts w:ascii="Times New Roman" w:hAnsi="Times New Roman"/>
          <w:sz w:val="24"/>
          <w:szCs w:val="24"/>
        </w:rPr>
        <w:t xml:space="preserve"> quite difficult for there are thousands of leaflets, there are hundreds, and if somebody has a particular interest, how will they know if they have them on the rack.  </w:t>
      </w:r>
    </w:p>
    <w:p w:rsidR="002C122D" w:rsidRDefault="002C122D" w:rsidP="002C122D">
      <w:pPr>
        <w:pStyle w:val="NoSpacing"/>
        <w:rPr>
          <w:rFonts w:ascii="Times New Roman" w:hAnsi="Times New Roman"/>
          <w:sz w:val="24"/>
          <w:szCs w:val="24"/>
        </w:rPr>
      </w:pP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 xml:space="preserve">So, there is a tendency for tick boxes and to get however many, you know, very easily, so [unclear], but I think that the most important thing is that if there’s a genuine interest, as you say, this service or whatever the research is targeted at, finding out really how African and African </w:t>
      </w:r>
      <w:proofErr w:type="spellStart"/>
      <w:r w:rsidRPr="009170C3">
        <w:rPr>
          <w:rFonts w:ascii="Times New Roman" w:hAnsi="Times New Roman"/>
          <w:sz w:val="24"/>
          <w:szCs w:val="24"/>
        </w:rPr>
        <w:t>Caribbeans</w:t>
      </w:r>
      <w:proofErr w:type="spellEnd"/>
      <w:r w:rsidRPr="009170C3">
        <w:rPr>
          <w:rFonts w:ascii="Times New Roman" w:hAnsi="Times New Roman"/>
          <w:sz w:val="24"/>
          <w:szCs w:val="24"/>
        </w:rPr>
        <w:t xml:space="preserve"> feel, I think it should be followed up with, </w:t>
      </w:r>
      <w:r>
        <w:rPr>
          <w:rFonts w:ascii="Times New Roman" w:hAnsi="Times New Roman"/>
          <w:sz w:val="24"/>
          <w:szCs w:val="24"/>
        </w:rPr>
        <w:t>and I think, probably, it’s</w:t>
      </w:r>
      <w:r w:rsidRPr="009170C3">
        <w:rPr>
          <w:rFonts w:ascii="Times New Roman" w:hAnsi="Times New Roman"/>
          <w:sz w:val="24"/>
          <w:szCs w:val="24"/>
        </w:rPr>
        <w:t xml:space="preserve"> out</w:t>
      </w:r>
      <w:r>
        <w:rPr>
          <w:rFonts w:ascii="Times New Roman" w:hAnsi="Times New Roman"/>
          <w:sz w:val="24"/>
          <w:szCs w:val="24"/>
        </w:rPr>
        <w:t xml:space="preserve"> of... outside</w:t>
      </w:r>
      <w:r w:rsidRPr="009170C3">
        <w:rPr>
          <w:rFonts w:ascii="Times New Roman" w:hAnsi="Times New Roman"/>
          <w:sz w:val="24"/>
          <w:szCs w:val="24"/>
        </w:rPr>
        <w:t xml:space="preserve"> </w:t>
      </w:r>
      <w:r>
        <w:rPr>
          <w:rFonts w:ascii="Times New Roman" w:hAnsi="Times New Roman"/>
          <w:sz w:val="24"/>
          <w:szCs w:val="24"/>
        </w:rPr>
        <w:t xml:space="preserve">the scope of </w:t>
      </w:r>
      <w:r w:rsidRPr="009170C3">
        <w:rPr>
          <w:rFonts w:ascii="Times New Roman" w:hAnsi="Times New Roman"/>
          <w:sz w:val="24"/>
          <w:szCs w:val="24"/>
        </w:rPr>
        <w:t>this research.  But I think there should be a serious advocacy.  A movement to try and say, if you are going... if you have an interest in a particular sub-group of people, whom you want to get involved, who don’t realise that it’s a problem with a condition or a disease, or, you know, who are nameless in that particular community, there should be genuine input to engage people, not only</w:t>
      </w:r>
      <w:r>
        <w:rPr>
          <w:rFonts w:ascii="Times New Roman" w:hAnsi="Times New Roman"/>
          <w:sz w:val="24"/>
          <w:szCs w:val="24"/>
        </w:rPr>
        <w:t xml:space="preserve"> in</w:t>
      </w:r>
      <w:r w:rsidRPr="009170C3">
        <w:rPr>
          <w:rFonts w:ascii="Times New Roman" w:hAnsi="Times New Roman"/>
          <w:sz w:val="24"/>
          <w:szCs w:val="24"/>
        </w:rPr>
        <w:t xml:space="preserve"> consultations to find out their needs, but also in developing some of the things like resources.</w:t>
      </w:r>
    </w:p>
    <w:p w:rsidR="002C122D" w:rsidRPr="00D24F91" w:rsidRDefault="009B3E3D" w:rsidP="002C122D">
      <w:pPr>
        <w:pStyle w:val="Heading2"/>
      </w:pPr>
      <w:proofErr w:type="gramStart"/>
      <w:r>
        <w:t>G05BAF29</w:t>
      </w:r>
      <w:r w:rsidR="002C122D" w:rsidRPr="00D24F91">
        <w:t xml:space="preserve"> </w:t>
      </w:r>
      <w:r w:rsidR="002C122D">
        <w:t>[?]</w:t>
      </w:r>
      <w:proofErr w:type="gramEnd"/>
    </w:p>
    <w:p w:rsidR="002C122D" w:rsidRPr="009170C3" w:rsidRDefault="002C122D" w:rsidP="002C122D">
      <w:pPr>
        <w:pStyle w:val="NoSpacing"/>
        <w:rPr>
          <w:rFonts w:ascii="Times New Roman" w:hAnsi="Times New Roman"/>
          <w:sz w:val="24"/>
          <w:szCs w:val="24"/>
        </w:rPr>
      </w:pPr>
      <w:proofErr w:type="gramStart"/>
      <w:r>
        <w:rPr>
          <w:rFonts w:ascii="Times New Roman" w:hAnsi="Times New Roman"/>
          <w:sz w:val="24"/>
          <w:szCs w:val="24"/>
        </w:rPr>
        <w:t>And services to [</w:t>
      </w:r>
      <w:proofErr w:type="spellStart"/>
      <w:r>
        <w:rPr>
          <w:rFonts w:ascii="Times New Roman" w:hAnsi="Times New Roman"/>
          <w:sz w:val="24"/>
          <w:szCs w:val="24"/>
        </w:rPr>
        <w:t>overtalking</w:t>
      </w:r>
      <w:proofErr w:type="spellEnd"/>
      <w:r>
        <w:rPr>
          <w:rFonts w:ascii="Times New Roman" w:hAnsi="Times New Roman"/>
          <w:sz w:val="24"/>
          <w:szCs w:val="24"/>
        </w:rPr>
        <w:t>] need.</w:t>
      </w:r>
      <w:proofErr w:type="gramEnd"/>
      <w:r w:rsidRPr="009170C3">
        <w:rPr>
          <w:rFonts w:ascii="Times New Roman" w:hAnsi="Times New Roman"/>
          <w:sz w:val="24"/>
          <w:szCs w:val="24"/>
        </w:rPr>
        <w:t xml:space="preserve"> </w:t>
      </w:r>
    </w:p>
    <w:p w:rsidR="002C122D" w:rsidRPr="009170C3" w:rsidRDefault="002C122D" w:rsidP="002C122D">
      <w:pPr>
        <w:pStyle w:val="NoSpacing"/>
        <w:rPr>
          <w:rFonts w:ascii="Times New Roman" w:hAnsi="Times New Roman"/>
          <w:sz w:val="24"/>
          <w:szCs w:val="24"/>
        </w:rPr>
      </w:pPr>
    </w:p>
    <w:p w:rsidR="002C122D" w:rsidRPr="009170C3" w:rsidRDefault="002C122D" w:rsidP="002C122D">
      <w:pPr>
        <w:pStyle w:val="NoSpacing"/>
        <w:rPr>
          <w:rFonts w:ascii="Times New Roman" w:hAnsi="Times New Roman"/>
          <w:sz w:val="24"/>
          <w:szCs w:val="24"/>
        </w:rPr>
      </w:pPr>
      <w:r w:rsidRPr="009170C3">
        <w:rPr>
          <w:rFonts w:ascii="Times New Roman" w:hAnsi="Times New Roman"/>
          <w:sz w:val="24"/>
          <w:szCs w:val="24"/>
        </w:rPr>
        <w:t>[00:48:22]</w:t>
      </w:r>
    </w:p>
    <w:p w:rsidR="002C122D" w:rsidRDefault="002C122D" w:rsidP="002C122D">
      <w:pPr>
        <w:pStyle w:val="Heading2"/>
      </w:pPr>
      <w:r w:rsidRPr="009170C3">
        <w:lastRenderedPageBreak/>
        <w:t xml:space="preserve"> </w:t>
      </w:r>
      <w:r w:rsidR="009B3E3D">
        <w:t>G05BAM24</w:t>
      </w:r>
      <w:r w:rsidRPr="0064313C">
        <w:t xml:space="preserve"> </w:t>
      </w:r>
    </w:p>
    <w:p w:rsidR="002C122D" w:rsidRDefault="002C122D" w:rsidP="002C122D">
      <w:pPr>
        <w:pStyle w:val="NoSpacing"/>
        <w:rPr>
          <w:rFonts w:ascii="Times New Roman" w:hAnsi="Times New Roman"/>
          <w:sz w:val="24"/>
          <w:szCs w:val="24"/>
        </w:rPr>
      </w:pPr>
      <w:r>
        <w:rPr>
          <w:rFonts w:ascii="Times New Roman" w:hAnsi="Times New Roman"/>
          <w:sz w:val="24"/>
          <w:szCs w:val="24"/>
        </w:rPr>
        <w:t>Try to see what are the best training... what are the best, you know, what are the best methods for employing training people, and in terms of them working there, and I think that we underplay it, or we don’t play the role o</w:t>
      </w:r>
      <w:r w:rsidR="00F37B60">
        <w:rPr>
          <w:rFonts w:ascii="Times New Roman" w:hAnsi="Times New Roman"/>
          <w:sz w:val="24"/>
          <w:szCs w:val="24"/>
        </w:rPr>
        <w:t xml:space="preserve">f small charities, like Air (?) </w:t>
      </w:r>
      <w:r>
        <w:rPr>
          <w:rFonts w:ascii="Times New Roman" w:hAnsi="Times New Roman"/>
          <w:sz w:val="24"/>
          <w:szCs w:val="24"/>
        </w:rPr>
        <w:t>for example, or the churches where peopl</w:t>
      </w:r>
      <w:r w:rsidR="00F37B60">
        <w:rPr>
          <w:rFonts w:ascii="Times New Roman" w:hAnsi="Times New Roman"/>
          <w:sz w:val="24"/>
          <w:szCs w:val="24"/>
        </w:rPr>
        <w:t>e go, because frankly that see’s</w:t>
      </w:r>
      <w:r>
        <w:rPr>
          <w:rFonts w:ascii="Times New Roman" w:hAnsi="Times New Roman"/>
          <w:sz w:val="24"/>
          <w:szCs w:val="24"/>
        </w:rPr>
        <w:t xml:space="preserve"> over 200 Africans every single Saturday.  </w:t>
      </w:r>
    </w:p>
    <w:p w:rsidR="002C122D" w:rsidRDefault="002C122D" w:rsidP="002C122D">
      <w:pPr>
        <w:pStyle w:val="Heading2"/>
      </w:pPr>
      <w:r>
        <w:t>Unknown</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Every Saturday, yes. </w:t>
      </w:r>
    </w:p>
    <w:p w:rsidR="002C122D" w:rsidRDefault="009B3E3D" w:rsidP="002C122D">
      <w:pPr>
        <w:pStyle w:val="Heading2"/>
      </w:pPr>
      <w:r>
        <w:t>G05BAM28</w:t>
      </w:r>
      <w:r w:rsidR="002C122D" w:rsidRPr="008670AD">
        <w:t xml:space="preserve"> </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New Cross [?], I think.  </w:t>
      </w:r>
      <w:proofErr w:type="gramStart"/>
      <w:r>
        <w:rPr>
          <w:rFonts w:ascii="Times New Roman" w:hAnsi="Times New Roman"/>
          <w:sz w:val="24"/>
          <w:szCs w:val="24"/>
        </w:rPr>
        <w:t>New Cross.</w:t>
      </w:r>
      <w:proofErr w:type="gramEnd"/>
      <w:r>
        <w:rPr>
          <w:rFonts w:ascii="Times New Roman" w:hAnsi="Times New Roman"/>
          <w:sz w:val="24"/>
          <w:szCs w:val="24"/>
        </w:rPr>
        <w:t xml:space="preserve">  If you go in New Cross [unclear] goes there.  </w:t>
      </w:r>
      <w:proofErr w:type="gramStart"/>
      <w:r>
        <w:rPr>
          <w:rFonts w:ascii="Times New Roman" w:hAnsi="Times New Roman"/>
          <w:sz w:val="24"/>
          <w:szCs w:val="24"/>
        </w:rPr>
        <w:t>Churches all the way.</w:t>
      </w:r>
      <w:proofErr w:type="gramEnd"/>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00:48:50</w:t>
      </w:r>
    </w:p>
    <w:p w:rsidR="002C122D" w:rsidRDefault="002C122D" w:rsidP="002C122D">
      <w:pPr>
        <w:pStyle w:val="Heading2"/>
      </w:pPr>
      <w:r>
        <w:t>Unknown</w:t>
      </w:r>
    </w:p>
    <w:p w:rsidR="002C122D" w:rsidRDefault="002C122D" w:rsidP="002C122D">
      <w:pPr>
        <w:pStyle w:val="NoSpacing"/>
        <w:rPr>
          <w:rFonts w:ascii="Times New Roman" w:hAnsi="Times New Roman"/>
          <w:sz w:val="24"/>
          <w:szCs w:val="24"/>
        </w:rPr>
      </w:pPr>
      <w:r w:rsidRPr="00C53D78">
        <w:rPr>
          <w:rFonts w:ascii="Times New Roman" w:hAnsi="Times New Roman"/>
          <w:sz w:val="24"/>
          <w:szCs w:val="24"/>
        </w:rPr>
        <w:t>If they were nearer</w:t>
      </w:r>
      <w:r>
        <w:rPr>
          <w:rFonts w:ascii="Times New Roman" w:hAnsi="Times New Roman"/>
          <w:sz w:val="24"/>
          <w:szCs w:val="24"/>
        </w:rPr>
        <w:t xml:space="preserve"> I should agree, but...</w:t>
      </w:r>
    </w:p>
    <w:p w:rsidR="002C122D" w:rsidRDefault="009B3E3D" w:rsidP="002C122D">
      <w:pPr>
        <w:pStyle w:val="Heading2"/>
      </w:pPr>
      <w:r>
        <w:t>G05BAM28</w:t>
      </w:r>
    </w:p>
    <w:p w:rsidR="002C122D" w:rsidRDefault="002C122D" w:rsidP="002C122D">
      <w:pPr>
        <w:pStyle w:val="NoSpacing"/>
        <w:rPr>
          <w:rFonts w:ascii="Times New Roman" w:hAnsi="Times New Roman"/>
          <w:sz w:val="24"/>
          <w:szCs w:val="24"/>
        </w:rPr>
      </w:pPr>
      <w:proofErr w:type="gramStart"/>
      <w:r>
        <w:rPr>
          <w:rFonts w:ascii="Times New Roman" w:hAnsi="Times New Roman"/>
          <w:sz w:val="24"/>
          <w:szCs w:val="24"/>
        </w:rPr>
        <w:t>Just churches.</w:t>
      </w:r>
      <w:proofErr w:type="gramEnd"/>
    </w:p>
    <w:p w:rsidR="002C122D" w:rsidRDefault="009B3E3D" w:rsidP="002C122D">
      <w:pPr>
        <w:pStyle w:val="Heading2"/>
      </w:pPr>
      <w:r>
        <w:t>G05BAM24</w:t>
      </w:r>
    </w:p>
    <w:p w:rsidR="002C122D" w:rsidRDefault="002C122D" w:rsidP="00F37B60">
      <w:pPr>
        <w:pStyle w:val="NoSpacing"/>
        <w:rPr>
          <w:rFonts w:ascii="Times New Roman" w:hAnsi="Times New Roman"/>
          <w:sz w:val="24"/>
          <w:szCs w:val="24"/>
        </w:rPr>
      </w:pPr>
      <w:r>
        <w:rPr>
          <w:rFonts w:ascii="Times New Roman" w:hAnsi="Times New Roman"/>
          <w:sz w:val="24"/>
          <w:szCs w:val="24"/>
        </w:rPr>
        <w:t xml:space="preserve">Not even once have they </w:t>
      </w:r>
      <w:r w:rsidR="00F37B60">
        <w:rPr>
          <w:rFonts w:ascii="Times New Roman" w:hAnsi="Times New Roman"/>
          <w:sz w:val="24"/>
          <w:szCs w:val="24"/>
        </w:rPr>
        <w:t xml:space="preserve">ever done a survey and </w:t>
      </w:r>
      <w:r>
        <w:rPr>
          <w:rFonts w:ascii="Times New Roman" w:hAnsi="Times New Roman"/>
          <w:sz w:val="24"/>
          <w:szCs w:val="24"/>
        </w:rPr>
        <w:t xml:space="preserve">said, okay, now, why </w:t>
      </w:r>
      <w:proofErr w:type="gramStart"/>
      <w:r>
        <w:rPr>
          <w:rFonts w:ascii="Times New Roman" w:hAnsi="Times New Roman"/>
          <w:sz w:val="24"/>
          <w:szCs w:val="24"/>
        </w:rPr>
        <w:t>don’t</w:t>
      </w:r>
      <w:proofErr w:type="gramEnd"/>
      <w:r>
        <w:rPr>
          <w:rFonts w:ascii="Times New Roman" w:hAnsi="Times New Roman"/>
          <w:sz w:val="24"/>
          <w:szCs w:val="24"/>
        </w:rPr>
        <w:t xml:space="preserve"> we have a programme involving the churches.  </w:t>
      </w:r>
      <w:proofErr w:type="gramStart"/>
      <w:r>
        <w:rPr>
          <w:rFonts w:ascii="Times New Roman" w:hAnsi="Times New Roman"/>
          <w:sz w:val="24"/>
          <w:szCs w:val="24"/>
        </w:rPr>
        <w:t>Nobody’s</w:t>
      </w:r>
      <w:proofErr w:type="gramEnd"/>
      <w:r>
        <w:rPr>
          <w:rFonts w:ascii="Times New Roman" w:hAnsi="Times New Roman"/>
          <w:sz w:val="24"/>
          <w:szCs w:val="24"/>
        </w:rPr>
        <w:t xml:space="preserve"> ever said that.  So </w:t>
      </w:r>
      <w:proofErr w:type="gramStart"/>
      <w:r>
        <w:rPr>
          <w:rFonts w:ascii="Times New Roman" w:hAnsi="Times New Roman"/>
          <w:sz w:val="24"/>
          <w:szCs w:val="24"/>
        </w:rPr>
        <w:t>there’s</w:t>
      </w:r>
      <w:proofErr w:type="gramEnd"/>
      <w:r>
        <w:rPr>
          <w:rFonts w:ascii="Times New Roman" w:hAnsi="Times New Roman"/>
          <w:sz w:val="24"/>
          <w:szCs w:val="24"/>
        </w:rPr>
        <w:t xml:space="preserve"> always this tendency that, you know, we can... service can be designed for us, and then people come and tell us how it should be done, and that will be it.  Whereas we are capable of actually... you know the community set up networks.  What we </w:t>
      </w:r>
      <w:proofErr w:type="gramStart"/>
      <w:r>
        <w:rPr>
          <w:rFonts w:ascii="Times New Roman" w:hAnsi="Times New Roman"/>
          <w:sz w:val="24"/>
          <w:szCs w:val="24"/>
        </w:rPr>
        <w:t>don’t</w:t>
      </w:r>
      <w:proofErr w:type="gramEnd"/>
      <w:r>
        <w:rPr>
          <w:rFonts w:ascii="Times New Roman" w:hAnsi="Times New Roman"/>
          <w:sz w:val="24"/>
          <w:szCs w:val="24"/>
        </w:rPr>
        <w:t xml:space="preserve"> know about community networks.  You </w:t>
      </w:r>
      <w:proofErr w:type="gramStart"/>
      <w:r>
        <w:rPr>
          <w:rFonts w:ascii="Times New Roman" w:hAnsi="Times New Roman"/>
          <w:sz w:val="24"/>
          <w:szCs w:val="24"/>
        </w:rPr>
        <w:t>know,</w:t>
      </w:r>
      <w:proofErr w:type="gramEnd"/>
      <w:r>
        <w:rPr>
          <w:rFonts w:ascii="Times New Roman" w:hAnsi="Times New Roman"/>
          <w:sz w:val="24"/>
          <w:szCs w:val="24"/>
        </w:rPr>
        <w:t xml:space="preserve"> something like just </w:t>
      </w:r>
      <w:r w:rsidR="00F37B60">
        <w:rPr>
          <w:rFonts w:ascii="Times New Roman" w:hAnsi="Times New Roman"/>
          <w:sz w:val="24"/>
          <w:szCs w:val="24"/>
        </w:rPr>
        <w:t>putting [unclear], or</w:t>
      </w:r>
      <w:r>
        <w:rPr>
          <w:rFonts w:ascii="Times New Roman" w:hAnsi="Times New Roman"/>
          <w:sz w:val="24"/>
          <w:szCs w:val="24"/>
        </w:rPr>
        <w:t xml:space="preserve"> just starting a conversation about it.  You </w:t>
      </w:r>
      <w:proofErr w:type="gramStart"/>
      <w:r>
        <w:rPr>
          <w:rFonts w:ascii="Times New Roman" w:hAnsi="Times New Roman"/>
          <w:sz w:val="24"/>
          <w:szCs w:val="24"/>
        </w:rPr>
        <w:t>don’t</w:t>
      </w:r>
      <w:proofErr w:type="gramEnd"/>
      <w:r>
        <w:rPr>
          <w:rFonts w:ascii="Times New Roman" w:hAnsi="Times New Roman"/>
          <w:sz w:val="24"/>
          <w:szCs w:val="24"/>
        </w:rPr>
        <w:t xml:space="preserve"> need money and you don’t need tools.  </w:t>
      </w:r>
      <w:proofErr w:type="gramStart"/>
      <w:r>
        <w:rPr>
          <w:rFonts w:ascii="Times New Roman" w:hAnsi="Times New Roman"/>
          <w:sz w:val="24"/>
          <w:szCs w:val="24"/>
        </w:rPr>
        <w:t>It’s</w:t>
      </w:r>
      <w:proofErr w:type="gramEnd"/>
      <w:r>
        <w:rPr>
          <w:rFonts w:ascii="Times New Roman" w:hAnsi="Times New Roman"/>
          <w:sz w:val="24"/>
          <w:szCs w:val="24"/>
        </w:rPr>
        <w:t xml:space="preserve"> just about empowering people to be able to...</w:t>
      </w:r>
    </w:p>
    <w:p w:rsidR="002C122D" w:rsidRDefault="009B3E3D" w:rsidP="002C122D">
      <w:pPr>
        <w:pStyle w:val="Heading2"/>
      </w:pPr>
      <w:r>
        <w:t>G05BAM28</w:t>
      </w:r>
      <w:r w:rsidR="002C122D" w:rsidRPr="005D4DC8">
        <w:t xml:space="preserve"> </w:t>
      </w:r>
    </w:p>
    <w:p w:rsidR="002C122D" w:rsidRDefault="002C122D" w:rsidP="002C122D">
      <w:pPr>
        <w:pStyle w:val="NoSpacing"/>
        <w:rPr>
          <w:rFonts w:ascii="Times New Roman" w:hAnsi="Times New Roman"/>
          <w:sz w:val="24"/>
          <w:szCs w:val="24"/>
        </w:rPr>
      </w:pPr>
      <w:proofErr w:type="gramStart"/>
      <w:r>
        <w:rPr>
          <w:rFonts w:ascii="Times New Roman" w:hAnsi="Times New Roman"/>
          <w:sz w:val="24"/>
          <w:szCs w:val="24"/>
        </w:rPr>
        <w:t>Group networks.</w:t>
      </w:r>
      <w:proofErr w:type="gramEnd"/>
    </w:p>
    <w:p w:rsidR="002C122D" w:rsidRDefault="002C122D" w:rsidP="002C122D">
      <w:pPr>
        <w:pStyle w:val="NoSpacing"/>
        <w:rPr>
          <w:rFonts w:ascii="Times New Roman" w:hAnsi="Times New Roman"/>
          <w:sz w:val="24"/>
          <w:szCs w:val="24"/>
        </w:rPr>
      </w:pPr>
    </w:p>
    <w:p w:rsidR="002C122D" w:rsidRDefault="009B3E3D" w:rsidP="002C122D">
      <w:pPr>
        <w:pStyle w:val="NoSpacing"/>
        <w:rPr>
          <w:rFonts w:ascii="Times New Roman" w:hAnsi="Times New Roman"/>
          <w:sz w:val="24"/>
          <w:szCs w:val="24"/>
        </w:rPr>
      </w:pPr>
      <w:r>
        <w:rPr>
          <w:rStyle w:val="Heading2Char"/>
        </w:rPr>
        <w:t>G05BAM24</w:t>
      </w:r>
      <w:r w:rsidR="002C122D">
        <w:rPr>
          <w:rFonts w:ascii="Times New Roman" w:hAnsi="Times New Roman"/>
          <w:sz w:val="24"/>
          <w:szCs w:val="24"/>
        </w:rPr>
        <w:br/>
      </w:r>
      <w:proofErr w:type="gramStart"/>
      <w:r w:rsidR="002C122D">
        <w:rPr>
          <w:rFonts w:ascii="Times New Roman" w:hAnsi="Times New Roman"/>
          <w:sz w:val="24"/>
          <w:szCs w:val="24"/>
        </w:rPr>
        <w:t>To</w:t>
      </w:r>
      <w:proofErr w:type="gramEnd"/>
      <w:r w:rsidR="002C122D">
        <w:rPr>
          <w:rFonts w:ascii="Times New Roman" w:hAnsi="Times New Roman"/>
          <w:sz w:val="24"/>
          <w:szCs w:val="24"/>
        </w:rPr>
        <w:t xml:space="preserve"> Talk. </w:t>
      </w:r>
    </w:p>
    <w:p w:rsidR="002C122D" w:rsidRDefault="009B3E3D" w:rsidP="002C122D">
      <w:pPr>
        <w:pStyle w:val="Heading2"/>
      </w:pPr>
      <w:r>
        <w:t>G05BAM28</w:t>
      </w:r>
      <w:r w:rsidR="002C122D" w:rsidRPr="005D4DC8">
        <w:t xml:space="preserve"> </w:t>
      </w:r>
    </w:p>
    <w:p w:rsidR="002C122D" w:rsidRDefault="002C122D" w:rsidP="002C122D">
      <w:pPr>
        <w:pStyle w:val="NoSpacing"/>
        <w:rPr>
          <w:rFonts w:ascii="Times New Roman" w:hAnsi="Times New Roman"/>
          <w:sz w:val="24"/>
          <w:szCs w:val="24"/>
        </w:rPr>
      </w:pPr>
      <w:proofErr w:type="gramStart"/>
      <w:r>
        <w:rPr>
          <w:rFonts w:ascii="Times New Roman" w:hAnsi="Times New Roman"/>
          <w:sz w:val="24"/>
          <w:szCs w:val="24"/>
        </w:rPr>
        <w:t>Instead of a GP.</w:t>
      </w:r>
      <w:proofErr w:type="gramEnd"/>
      <w:r>
        <w:rPr>
          <w:rFonts w:ascii="Times New Roman" w:hAnsi="Times New Roman"/>
          <w:sz w:val="24"/>
          <w:szCs w:val="24"/>
        </w:rPr>
        <w:t xml:space="preserve">  Group networks instead of a GP. </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[00:49:31]</w:t>
      </w:r>
    </w:p>
    <w:p w:rsidR="00087412" w:rsidRPr="005679D7" w:rsidRDefault="009B3E3D" w:rsidP="00087412">
      <w:pPr>
        <w:pStyle w:val="Heading2"/>
      </w:pPr>
      <w:r>
        <w:t>G05BAF26</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So, </w:t>
      </w:r>
      <w:proofErr w:type="gramStart"/>
      <w:r>
        <w:rPr>
          <w:rFonts w:ascii="Times New Roman" w:hAnsi="Times New Roman"/>
          <w:sz w:val="24"/>
          <w:szCs w:val="24"/>
        </w:rPr>
        <w:t>there’s</w:t>
      </w:r>
      <w:proofErr w:type="gramEnd"/>
      <w:r>
        <w:rPr>
          <w:rFonts w:ascii="Times New Roman" w:hAnsi="Times New Roman"/>
          <w:sz w:val="24"/>
          <w:szCs w:val="24"/>
        </w:rPr>
        <w:t xml:space="preserve"> something... one thing I wanted to touch on, what </w:t>
      </w:r>
      <w:r w:rsidR="009B3E3D">
        <w:rPr>
          <w:rFonts w:ascii="Times New Roman" w:hAnsi="Times New Roman"/>
          <w:sz w:val="24"/>
          <w:szCs w:val="24"/>
        </w:rPr>
        <w:t>G05BAF29</w:t>
      </w:r>
      <w:r>
        <w:rPr>
          <w:rFonts w:ascii="Times New Roman" w:hAnsi="Times New Roman"/>
          <w:sz w:val="24"/>
          <w:szCs w:val="24"/>
        </w:rPr>
        <w:t xml:space="preserve"> said about language interpreters.  Interpreters, if we use interpreters who are trained on memory problems, they might get the message across better, because, for example, Somali </w:t>
      </w:r>
      <w:r>
        <w:rPr>
          <w:rFonts w:ascii="Times New Roman" w:hAnsi="Times New Roman"/>
          <w:sz w:val="24"/>
          <w:szCs w:val="24"/>
        </w:rPr>
        <w:lastRenderedPageBreak/>
        <w:t xml:space="preserve">community, there’s no word or... that addresses dementia or the other memory problems, so when the person is doing the translation, or the interpreting, they will do it how they understand it, rather than the actual message that you want to get across, and that, I have seen it with the Alzheimer’s Society website, where they have a fact on dementia and it refers </w:t>
      </w:r>
      <w:r w:rsidR="00064FE9">
        <w:rPr>
          <w:rFonts w:ascii="Times New Roman" w:hAnsi="Times New Roman"/>
          <w:sz w:val="24"/>
          <w:szCs w:val="24"/>
        </w:rPr>
        <w:t xml:space="preserve">to </w:t>
      </w:r>
      <w:r>
        <w:rPr>
          <w:rFonts w:ascii="Times New Roman" w:hAnsi="Times New Roman"/>
          <w:sz w:val="24"/>
          <w:szCs w:val="24"/>
        </w:rPr>
        <w:t>dementia, in Somali language, the person who’s done the translation, referred it as a crazy illness, so.</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00:50:25</w:t>
      </w:r>
    </w:p>
    <w:p w:rsidR="002C122D" w:rsidRDefault="009B3E3D" w:rsidP="002C122D">
      <w:pPr>
        <w:pStyle w:val="Heading2"/>
      </w:pPr>
      <w:r>
        <w:t>UCLRA02</w:t>
      </w:r>
      <w:r w:rsidR="002C122D" w:rsidRPr="009E0101">
        <w:t xml:space="preserve"> </w:t>
      </w:r>
    </w:p>
    <w:p w:rsidR="002C122D" w:rsidRDefault="002C122D" w:rsidP="002C122D">
      <w:pPr>
        <w:pStyle w:val="NoSpacing"/>
        <w:rPr>
          <w:rFonts w:ascii="Times New Roman" w:hAnsi="Times New Roman"/>
          <w:sz w:val="24"/>
          <w:szCs w:val="24"/>
        </w:rPr>
      </w:pPr>
      <w:proofErr w:type="gramStart"/>
      <w:r>
        <w:rPr>
          <w:rFonts w:ascii="Times New Roman" w:hAnsi="Times New Roman"/>
          <w:sz w:val="24"/>
          <w:szCs w:val="24"/>
        </w:rPr>
        <w:t>That’s</w:t>
      </w:r>
      <w:proofErr w:type="gramEnd"/>
      <w:r>
        <w:rPr>
          <w:rFonts w:ascii="Times New Roman" w:hAnsi="Times New Roman"/>
          <w:sz w:val="24"/>
          <w:szCs w:val="24"/>
        </w:rPr>
        <w:t xml:space="preserve"> a [unclear].</w:t>
      </w:r>
    </w:p>
    <w:p w:rsidR="002C122D" w:rsidRDefault="002C122D" w:rsidP="002C122D">
      <w:pPr>
        <w:pStyle w:val="NoSpacing"/>
        <w:rPr>
          <w:rFonts w:ascii="Times New Roman" w:hAnsi="Times New Roman"/>
          <w:sz w:val="24"/>
          <w:szCs w:val="24"/>
        </w:rPr>
      </w:pPr>
    </w:p>
    <w:p w:rsidR="002C122D" w:rsidRDefault="009B3E3D" w:rsidP="002C122D">
      <w:pPr>
        <w:pStyle w:val="NoSpacing"/>
        <w:rPr>
          <w:rFonts w:ascii="Times New Roman" w:hAnsi="Times New Roman"/>
          <w:sz w:val="24"/>
          <w:szCs w:val="24"/>
        </w:rPr>
      </w:pPr>
      <w:r>
        <w:rPr>
          <w:rStyle w:val="Heading2Char"/>
        </w:rPr>
        <w:t>G05BAF27</w:t>
      </w:r>
      <w:r w:rsidR="002C122D">
        <w:rPr>
          <w:rFonts w:ascii="Times New Roman" w:hAnsi="Times New Roman"/>
          <w:sz w:val="24"/>
          <w:szCs w:val="24"/>
        </w:rPr>
        <w:br/>
        <w:t xml:space="preserve">Even </w:t>
      </w:r>
      <w:proofErr w:type="gramStart"/>
      <w:r w:rsidR="002C122D">
        <w:rPr>
          <w:rFonts w:ascii="Times New Roman" w:hAnsi="Times New Roman"/>
          <w:sz w:val="24"/>
          <w:szCs w:val="24"/>
        </w:rPr>
        <w:t>that’s</w:t>
      </w:r>
      <w:proofErr w:type="gramEnd"/>
      <w:r w:rsidR="002C122D">
        <w:rPr>
          <w:rFonts w:ascii="Times New Roman" w:hAnsi="Times New Roman"/>
          <w:sz w:val="24"/>
          <w:szCs w:val="24"/>
        </w:rPr>
        <w:t xml:space="preserve"> a difference in [</w:t>
      </w:r>
      <w:proofErr w:type="spellStart"/>
      <w:r w:rsidR="002C122D">
        <w:rPr>
          <w:rFonts w:ascii="Times New Roman" w:hAnsi="Times New Roman"/>
          <w:sz w:val="24"/>
          <w:szCs w:val="24"/>
        </w:rPr>
        <w:t>overtalking</w:t>
      </w:r>
      <w:proofErr w:type="spellEnd"/>
      <w:r w:rsidR="002C122D">
        <w:rPr>
          <w:rFonts w:ascii="Times New Roman" w:hAnsi="Times New Roman"/>
          <w:sz w:val="24"/>
          <w:szCs w:val="24"/>
        </w:rPr>
        <w:t xml:space="preserve">]. </w:t>
      </w:r>
    </w:p>
    <w:p w:rsidR="002C122D" w:rsidRDefault="009B3E3D" w:rsidP="002C122D">
      <w:pPr>
        <w:pStyle w:val="Heading2"/>
      </w:pPr>
      <w:r>
        <w:t>G05BAM28</w:t>
      </w:r>
      <w:r w:rsidR="002C122D" w:rsidRPr="009E0101">
        <w:t xml:space="preserve"> </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You </w:t>
      </w:r>
      <w:proofErr w:type="gramStart"/>
      <w:r>
        <w:rPr>
          <w:rFonts w:ascii="Times New Roman" w:hAnsi="Times New Roman"/>
          <w:sz w:val="24"/>
          <w:szCs w:val="24"/>
        </w:rPr>
        <w:t>won’t</w:t>
      </w:r>
      <w:proofErr w:type="gramEnd"/>
      <w:r>
        <w:rPr>
          <w:rFonts w:ascii="Times New Roman" w:hAnsi="Times New Roman"/>
          <w:sz w:val="24"/>
          <w:szCs w:val="24"/>
        </w:rPr>
        <w:t xml:space="preserve"> get anywhere. </w:t>
      </w:r>
    </w:p>
    <w:p w:rsidR="00CB1DBC" w:rsidRPr="005679D7" w:rsidRDefault="009B3E3D" w:rsidP="00CB1DBC">
      <w:pPr>
        <w:pStyle w:val="Heading2"/>
      </w:pPr>
      <w:r>
        <w:t>G05BAF26</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If someone was diagnosed with dementia and they read it, they will think they are going crazy. </w:t>
      </w:r>
    </w:p>
    <w:p w:rsidR="002C122D" w:rsidRDefault="002C122D" w:rsidP="002C122D">
      <w:pPr>
        <w:pStyle w:val="NoSpacing"/>
        <w:rPr>
          <w:rFonts w:ascii="Times New Roman" w:hAnsi="Times New Roman"/>
          <w:b/>
          <w:sz w:val="24"/>
          <w:szCs w:val="24"/>
        </w:rPr>
      </w:pPr>
    </w:p>
    <w:p w:rsidR="002C122D" w:rsidRPr="00DC5B73" w:rsidRDefault="002C122D" w:rsidP="002C122D">
      <w:pPr>
        <w:pStyle w:val="NoSpacing"/>
        <w:rPr>
          <w:rFonts w:ascii="Times New Roman" w:hAnsi="Times New Roman"/>
          <w:sz w:val="24"/>
          <w:szCs w:val="24"/>
        </w:rPr>
      </w:pPr>
      <w:r w:rsidRPr="00DC5B73">
        <w:rPr>
          <w:rFonts w:ascii="Times New Roman" w:hAnsi="Times New Roman"/>
          <w:sz w:val="24"/>
          <w:szCs w:val="24"/>
        </w:rPr>
        <w:t>[General Agreement]</w:t>
      </w:r>
    </w:p>
    <w:p w:rsidR="002C122D" w:rsidRDefault="009B3E3D" w:rsidP="002C122D">
      <w:pPr>
        <w:pStyle w:val="Heading2"/>
      </w:pPr>
      <w:r>
        <w:t>UCLRA02</w:t>
      </w:r>
      <w:r w:rsidR="002C122D" w:rsidRPr="009424D9">
        <w:t xml:space="preserve"> </w:t>
      </w:r>
    </w:p>
    <w:p w:rsidR="002C122D" w:rsidRDefault="002C122D" w:rsidP="002C122D">
      <w:pPr>
        <w:pStyle w:val="NoSpacing"/>
        <w:rPr>
          <w:rFonts w:ascii="Times New Roman" w:hAnsi="Times New Roman"/>
          <w:sz w:val="24"/>
          <w:szCs w:val="24"/>
        </w:rPr>
      </w:pPr>
      <w:r>
        <w:rPr>
          <w:rFonts w:ascii="Times New Roman" w:hAnsi="Times New Roman"/>
          <w:sz w:val="24"/>
          <w:szCs w:val="24"/>
        </w:rPr>
        <w:t>Okay</w:t>
      </w:r>
    </w:p>
    <w:p w:rsidR="00D1239B" w:rsidRPr="005679D7" w:rsidRDefault="009B3E3D" w:rsidP="00D1239B">
      <w:pPr>
        <w:pStyle w:val="Heading2"/>
      </w:pPr>
      <w:r>
        <w:t>G05BAF26</w:t>
      </w:r>
    </w:p>
    <w:p w:rsidR="002C122D" w:rsidRDefault="002C122D" w:rsidP="002C122D">
      <w:pPr>
        <w:pStyle w:val="NoSpacing"/>
        <w:rPr>
          <w:rFonts w:ascii="Times New Roman" w:hAnsi="Times New Roman"/>
          <w:sz w:val="24"/>
          <w:szCs w:val="24"/>
        </w:rPr>
      </w:pPr>
      <w:r>
        <w:rPr>
          <w:rFonts w:ascii="Times New Roman" w:hAnsi="Times New Roman"/>
          <w:sz w:val="24"/>
          <w:szCs w:val="24"/>
        </w:rPr>
        <w:t>So that can be...</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sidRPr="00DC5B73">
        <w:rPr>
          <w:rFonts w:ascii="Calibri Light" w:eastAsia="Times New Roman" w:hAnsi="Calibri Light"/>
          <w:b/>
          <w:bCs/>
          <w:i/>
          <w:iCs/>
          <w:sz w:val="28"/>
          <w:szCs w:val="28"/>
          <w:lang w:val="x-none"/>
        </w:rPr>
        <w:t>Unknown</w:t>
      </w:r>
      <w:r>
        <w:rPr>
          <w:rFonts w:ascii="Times New Roman" w:hAnsi="Times New Roman"/>
          <w:sz w:val="24"/>
          <w:szCs w:val="24"/>
        </w:rPr>
        <w:br/>
        <w:t>Tough for sure</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[00:50:37]</w:t>
      </w:r>
    </w:p>
    <w:p w:rsidR="002C122D" w:rsidRPr="00AA7976" w:rsidRDefault="009B3E3D" w:rsidP="002C122D">
      <w:pPr>
        <w:pStyle w:val="Heading2"/>
      </w:pPr>
      <w:r>
        <w:t>UCLRA02</w:t>
      </w:r>
      <w:r w:rsidR="002C122D" w:rsidRPr="009424D9">
        <w:t xml:space="preserve"> </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Thank you for sharing that.  </w:t>
      </w:r>
      <w:proofErr w:type="gramStart"/>
      <w:r>
        <w:rPr>
          <w:rFonts w:ascii="Times New Roman" w:hAnsi="Times New Roman"/>
          <w:sz w:val="24"/>
          <w:szCs w:val="24"/>
        </w:rPr>
        <w:t>One second, just...</w:t>
      </w:r>
      <w:proofErr w:type="gramEnd"/>
    </w:p>
    <w:p w:rsidR="00823B9F" w:rsidRDefault="00823B9F" w:rsidP="002C122D">
      <w:pPr>
        <w:pStyle w:val="NoSpacing"/>
        <w:rPr>
          <w:rFonts w:ascii="Times New Roman" w:hAnsi="Times New Roman"/>
          <w:sz w:val="24"/>
          <w:szCs w:val="24"/>
        </w:rPr>
      </w:pPr>
    </w:p>
    <w:p w:rsidR="00823B9F" w:rsidRDefault="009B3E3D" w:rsidP="0065428C">
      <w:pPr>
        <w:pStyle w:val="Heading2"/>
        <w:rPr>
          <w:rFonts w:ascii="Times New Roman" w:hAnsi="Times New Roman"/>
          <w:sz w:val="24"/>
          <w:szCs w:val="24"/>
        </w:rPr>
      </w:pPr>
      <w:r>
        <w:t>G05BAF25</w:t>
      </w:r>
      <w:r w:rsidR="00823B9F" w:rsidRPr="005679D7">
        <w:t xml:space="preserve">  </w:t>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For me, individually, I think that </w:t>
      </w:r>
      <w:proofErr w:type="gramStart"/>
      <w:r>
        <w:rPr>
          <w:rFonts w:ascii="Times New Roman" w:hAnsi="Times New Roman"/>
          <w:sz w:val="24"/>
          <w:szCs w:val="24"/>
        </w:rPr>
        <w:t>there’s</w:t>
      </w:r>
      <w:proofErr w:type="gramEnd"/>
      <w:r>
        <w:rPr>
          <w:rFonts w:ascii="Times New Roman" w:hAnsi="Times New Roman"/>
          <w:sz w:val="24"/>
          <w:szCs w:val="24"/>
        </w:rPr>
        <w:t xml:space="preserve"> an information overload.  </w:t>
      </w:r>
      <w:proofErr w:type="gramStart"/>
      <w:r>
        <w:rPr>
          <w:rFonts w:ascii="Times New Roman" w:hAnsi="Times New Roman"/>
          <w:sz w:val="24"/>
          <w:szCs w:val="24"/>
        </w:rPr>
        <w:t>There’s</w:t>
      </w:r>
      <w:proofErr w:type="gramEnd"/>
      <w:r>
        <w:rPr>
          <w:rFonts w:ascii="Times New Roman" w:hAnsi="Times New Roman"/>
          <w:sz w:val="24"/>
          <w:szCs w:val="24"/>
        </w:rPr>
        <w:t xml:space="preserve"> too much information out there.  </w:t>
      </w:r>
      <w:r w:rsidR="00353F8E">
        <w:rPr>
          <w:rFonts w:ascii="Times New Roman" w:hAnsi="Times New Roman"/>
          <w:sz w:val="24"/>
          <w:szCs w:val="24"/>
        </w:rPr>
        <w:t xml:space="preserve">I think, sometimes, like </w:t>
      </w:r>
      <w:proofErr w:type="spellStart"/>
      <w:r w:rsidR="00353F8E">
        <w:rPr>
          <w:rFonts w:ascii="Times New Roman" w:hAnsi="Times New Roman"/>
          <w:sz w:val="24"/>
          <w:szCs w:val="24"/>
        </w:rPr>
        <w:t>Obe</w:t>
      </w:r>
      <w:proofErr w:type="spellEnd"/>
      <w:r>
        <w:rPr>
          <w:rFonts w:ascii="Times New Roman" w:hAnsi="Times New Roman"/>
          <w:sz w:val="24"/>
          <w:szCs w:val="24"/>
        </w:rPr>
        <w:t xml:space="preserve"> was saying, we go from work, we go home, eat, sle</w:t>
      </w:r>
      <w:r w:rsidR="00356578">
        <w:rPr>
          <w:rFonts w:ascii="Times New Roman" w:hAnsi="Times New Roman"/>
          <w:sz w:val="24"/>
          <w:szCs w:val="24"/>
        </w:rPr>
        <w:t>ep</w:t>
      </w:r>
      <w:r>
        <w:rPr>
          <w:rFonts w:ascii="Times New Roman" w:hAnsi="Times New Roman"/>
          <w:sz w:val="24"/>
          <w:szCs w:val="24"/>
        </w:rPr>
        <w:t xml:space="preserve">.  You </w:t>
      </w:r>
      <w:proofErr w:type="gramStart"/>
      <w:r>
        <w:rPr>
          <w:rFonts w:ascii="Times New Roman" w:hAnsi="Times New Roman"/>
          <w:sz w:val="24"/>
          <w:szCs w:val="24"/>
        </w:rPr>
        <w:t>don’t</w:t>
      </w:r>
      <w:proofErr w:type="gramEnd"/>
      <w:r>
        <w:rPr>
          <w:rFonts w:ascii="Times New Roman" w:hAnsi="Times New Roman"/>
          <w:sz w:val="24"/>
          <w:szCs w:val="24"/>
        </w:rPr>
        <w:t xml:space="preserve"> have that time to assess all this information, or read all these leaflets about dementia, or whatever health problem that you might be having.  So, I think, for us, the best would be to have those community events, you know, like the workshops, </w:t>
      </w:r>
      <w:proofErr w:type="gramStart"/>
      <w:r>
        <w:rPr>
          <w:rFonts w:ascii="Times New Roman" w:hAnsi="Times New Roman"/>
          <w:sz w:val="24"/>
          <w:szCs w:val="24"/>
        </w:rPr>
        <w:t>and seminars</w:t>
      </w:r>
      <w:proofErr w:type="gramEnd"/>
      <w:r>
        <w:rPr>
          <w:rFonts w:ascii="Times New Roman" w:hAnsi="Times New Roman"/>
          <w:sz w:val="24"/>
          <w:szCs w:val="24"/>
        </w:rPr>
        <w:t xml:space="preserve">, and trainings.  Get the information.  Get people to come for this event.  Ask them, what do you know about this?  What are you doing here?  </w:t>
      </w:r>
      <w:r>
        <w:rPr>
          <w:rFonts w:ascii="Times New Roman" w:hAnsi="Times New Roman"/>
          <w:sz w:val="24"/>
          <w:szCs w:val="24"/>
        </w:rPr>
        <w:lastRenderedPageBreak/>
        <w:t xml:space="preserve">What do you know about this?  What information would you like about this?  From those people, create those </w:t>
      </w:r>
      <w:proofErr w:type="gramStart"/>
      <w:r>
        <w:rPr>
          <w:rFonts w:ascii="Times New Roman" w:hAnsi="Times New Roman"/>
          <w:sz w:val="24"/>
          <w:szCs w:val="24"/>
        </w:rPr>
        <w:t>leaflets, that</w:t>
      </w:r>
      <w:proofErr w:type="gramEnd"/>
      <w:r>
        <w:rPr>
          <w:rFonts w:ascii="Times New Roman" w:hAnsi="Times New Roman"/>
          <w:sz w:val="24"/>
          <w:szCs w:val="24"/>
        </w:rPr>
        <w:t xml:space="preserve"> they understand.  Not from, I </w:t>
      </w:r>
      <w:proofErr w:type="gramStart"/>
      <w:r>
        <w:rPr>
          <w:rFonts w:ascii="Times New Roman" w:hAnsi="Times New Roman"/>
          <w:sz w:val="24"/>
          <w:szCs w:val="24"/>
        </w:rPr>
        <w:t>don’t</w:t>
      </w:r>
      <w:proofErr w:type="gramEnd"/>
      <w:r>
        <w:rPr>
          <w:rFonts w:ascii="Times New Roman" w:hAnsi="Times New Roman"/>
          <w:sz w:val="24"/>
          <w:szCs w:val="24"/>
        </w:rPr>
        <w:t xml:space="preserve"> know.  Create the information that they would understand, simply.  So that </w:t>
      </w:r>
      <w:proofErr w:type="gramStart"/>
      <w:r>
        <w:rPr>
          <w:rFonts w:ascii="Times New Roman" w:hAnsi="Times New Roman"/>
          <w:sz w:val="24"/>
          <w:szCs w:val="24"/>
        </w:rPr>
        <w:t>it’s</w:t>
      </w:r>
      <w:proofErr w:type="gramEnd"/>
      <w:r>
        <w:rPr>
          <w:rFonts w:ascii="Times New Roman" w:hAnsi="Times New Roman"/>
          <w:sz w:val="24"/>
          <w:szCs w:val="24"/>
        </w:rPr>
        <w:t xml:space="preserve"> involving the users in developing the resources that you want to develop.  </w:t>
      </w:r>
      <w:proofErr w:type="gramStart"/>
      <w:r>
        <w:rPr>
          <w:rFonts w:ascii="Times New Roman" w:hAnsi="Times New Roman"/>
          <w:sz w:val="24"/>
          <w:szCs w:val="24"/>
        </w:rPr>
        <w:t>It’s</w:t>
      </w:r>
      <w:proofErr w:type="gramEnd"/>
      <w:r>
        <w:rPr>
          <w:rFonts w:ascii="Times New Roman" w:hAnsi="Times New Roman"/>
          <w:sz w:val="24"/>
          <w:szCs w:val="24"/>
        </w:rPr>
        <w:t xml:space="preserve"> just not a matter of getting resources from somewhere, and distribute.  </w:t>
      </w:r>
      <w:proofErr w:type="gramStart"/>
      <w:r>
        <w:rPr>
          <w:rFonts w:ascii="Times New Roman" w:hAnsi="Times New Roman"/>
          <w:sz w:val="24"/>
          <w:szCs w:val="24"/>
        </w:rPr>
        <w:t>They’ve got</w:t>
      </w:r>
      <w:proofErr w:type="gramEnd"/>
      <w:r>
        <w:rPr>
          <w:rFonts w:ascii="Times New Roman" w:hAnsi="Times New Roman"/>
          <w:sz w:val="24"/>
          <w:szCs w:val="24"/>
        </w:rPr>
        <w:t xml:space="preserve"> to understand those resources.</w:t>
      </w:r>
    </w:p>
    <w:p w:rsidR="002C122D" w:rsidRDefault="009B3E3D" w:rsidP="002C122D">
      <w:pPr>
        <w:pStyle w:val="Heading2"/>
      </w:pPr>
      <w:r>
        <w:t>UCLRA02</w:t>
      </w:r>
    </w:p>
    <w:p w:rsidR="002C122D" w:rsidRDefault="002C122D" w:rsidP="002C122D">
      <w:pPr>
        <w:pStyle w:val="NoSpacing"/>
        <w:rPr>
          <w:rFonts w:ascii="Times New Roman" w:hAnsi="Times New Roman"/>
          <w:sz w:val="24"/>
          <w:szCs w:val="24"/>
        </w:rPr>
      </w:pPr>
      <w:r>
        <w:rPr>
          <w:rFonts w:ascii="Times New Roman" w:hAnsi="Times New Roman"/>
          <w:sz w:val="24"/>
          <w:szCs w:val="24"/>
        </w:rPr>
        <w:t>Sure.</w:t>
      </w:r>
    </w:p>
    <w:p w:rsidR="00356578" w:rsidRDefault="00356578" w:rsidP="002C122D">
      <w:pPr>
        <w:pStyle w:val="NoSpacing"/>
        <w:rPr>
          <w:rFonts w:ascii="Times New Roman" w:hAnsi="Times New Roman"/>
          <w:sz w:val="24"/>
          <w:szCs w:val="24"/>
        </w:rPr>
      </w:pPr>
    </w:p>
    <w:p w:rsidR="00356578" w:rsidRDefault="009B3E3D" w:rsidP="00A608BF">
      <w:pPr>
        <w:pStyle w:val="Heading2"/>
      </w:pPr>
      <w:r>
        <w:t>G05BAF25</w:t>
      </w:r>
      <w:r w:rsidR="00356578" w:rsidRPr="005679D7">
        <w:t xml:space="preserve">  </w:t>
      </w:r>
    </w:p>
    <w:p w:rsidR="00356578" w:rsidRDefault="00356578" w:rsidP="002C122D">
      <w:pPr>
        <w:pStyle w:val="NoSpacing"/>
      </w:pP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So they should be specifically targeted at those people.  But those people are the ones that are supposed to be involved in developing the resources. </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[00:51:43]</w:t>
      </w:r>
    </w:p>
    <w:p w:rsidR="002C122D" w:rsidRDefault="009B3E3D" w:rsidP="002C122D">
      <w:pPr>
        <w:pStyle w:val="Heading2"/>
      </w:pPr>
      <w:r>
        <w:t>UCLRA02</w:t>
      </w:r>
      <w:r w:rsidR="002C122D" w:rsidRPr="00896F27">
        <w:tab/>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Sure, and I mean up to a certain extent that is, you know, partly what this research is trying to do, and that’s why, you know, we’re here today talking to you, you know, we really want to find out, you know, all of your views and opinions on it.  One thing, I mean, </w:t>
      </w:r>
      <w:proofErr w:type="gramStart"/>
      <w:r>
        <w:rPr>
          <w:rFonts w:ascii="Times New Roman" w:hAnsi="Times New Roman"/>
          <w:sz w:val="24"/>
          <w:szCs w:val="24"/>
        </w:rPr>
        <w:t>you’ve</w:t>
      </w:r>
      <w:proofErr w:type="gramEnd"/>
      <w:r>
        <w:rPr>
          <w:rFonts w:ascii="Times New Roman" w:hAnsi="Times New Roman"/>
          <w:sz w:val="24"/>
          <w:szCs w:val="24"/>
        </w:rPr>
        <w:t xml:space="preserve"> said about perhaps people not being that inclined to read leaflets and things like that.  </w:t>
      </w:r>
      <w:proofErr w:type="gramStart"/>
      <w:r>
        <w:rPr>
          <w:rFonts w:ascii="Times New Roman" w:hAnsi="Times New Roman"/>
          <w:sz w:val="24"/>
          <w:szCs w:val="24"/>
        </w:rPr>
        <w:t>You’ve</w:t>
      </w:r>
      <w:proofErr w:type="gramEnd"/>
      <w:r>
        <w:rPr>
          <w:rFonts w:ascii="Times New Roman" w:hAnsi="Times New Roman"/>
          <w:sz w:val="24"/>
          <w:szCs w:val="24"/>
        </w:rPr>
        <w:t xml:space="preserve"> talked about an information overload.  What do you think about people being inclined to watch DVDs, for example, as a way of getting information across to people?  Do you think people would do that?</w:t>
      </w:r>
    </w:p>
    <w:p w:rsidR="002C122D" w:rsidRDefault="002C122D" w:rsidP="002C122D">
      <w:pPr>
        <w:pStyle w:val="NoSpacing"/>
        <w:rPr>
          <w:rFonts w:ascii="Times New Roman" w:hAnsi="Times New Roman"/>
          <w:sz w:val="24"/>
          <w:szCs w:val="24"/>
        </w:rPr>
      </w:pPr>
    </w:p>
    <w:p w:rsidR="002C122D" w:rsidRDefault="009B3E3D" w:rsidP="002C122D">
      <w:pPr>
        <w:pStyle w:val="Heading2"/>
      </w:pPr>
      <w:r>
        <w:t>G05BAM28</w:t>
      </w:r>
    </w:p>
    <w:p w:rsidR="002C122D" w:rsidRDefault="002C122D" w:rsidP="005556F0">
      <w:pPr>
        <w:pStyle w:val="NoSpacing"/>
        <w:rPr>
          <w:rFonts w:ascii="Times New Roman" w:hAnsi="Times New Roman"/>
          <w:sz w:val="24"/>
          <w:szCs w:val="24"/>
        </w:rPr>
      </w:pPr>
      <w:r>
        <w:rPr>
          <w:rFonts w:ascii="Times New Roman" w:hAnsi="Times New Roman"/>
          <w:sz w:val="24"/>
          <w:szCs w:val="24"/>
        </w:rPr>
        <w:t xml:space="preserve">Yes, people, they will do that because, I mean, if you see anything today, anything that makes, even if you are marketing anything, or you are doing anything, business, whatever, anything, if you don’t have something [unclear] on Google, search engines, you won’t </w:t>
      </w:r>
      <w:r w:rsidR="005556F0">
        <w:rPr>
          <w:rFonts w:ascii="Times New Roman" w:hAnsi="Times New Roman"/>
          <w:sz w:val="24"/>
          <w:szCs w:val="24"/>
        </w:rPr>
        <w:t>get anywhere</w:t>
      </w:r>
      <w:r>
        <w:rPr>
          <w:rFonts w:ascii="Times New Roman" w:hAnsi="Times New Roman"/>
          <w:sz w:val="24"/>
          <w:szCs w:val="24"/>
        </w:rPr>
        <w:t>.  If you want [unclear] on Google, you must be on YouTube, you see.  Most people... even if I want to... if I want to, I can get a YouTube video of how to peel... how to peel, like, orange.  I can get any video that I want.</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[00:52:48]</w:t>
      </w:r>
    </w:p>
    <w:p w:rsidR="002C122D" w:rsidRPr="00096B1F" w:rsidRDefault="009B3E3D" w:rsidP="002C122D">
      <w:pPr>
        <w:pStyle w:val="Heading2"/>
      </w:pPr>
      <w:r>
        <w:t>G05BAF29</w:t>
      </w:r>
      <w:r w:rsidR="002C122D">
        <w:t xml:space="preserve"> </w:t>
      </w:r>
    </w:p>
    <w:p w:rsidR="002C122D" w:rsidRDefault="002C122D" w:rsidP="00C96474">
      <w:pPr>
        <w:pStyle w:val="NoSpacing"/>
        <w:rPr>
          <w:rFonts w:ascii="Times New Roman" w:hAnsi="Times New Roman"/>
          <w:sz w:val="24"/>
          <w:szCs w:val="24"/>
        </w:rPr>
      </w:pPr>
      <w:r>
        <w:rPr>
          <w:rFonts w:ascii="Times New Roman" w:hAnsi="Times New Roman"/>
          <w:sz w:val="24"/>
          <w:szCs w:val="24"/>
        </w:rPr>
        <w:t>And because you can...</w:t>
      </w:r>
      <w:r w:rsidRPr="00C96474">
        <w:rPr>
          <w:rFonts w:ascii="Times New Roman" w:hAnsi="Times New Roman"/>
          <w:i/>
          <w:iCs/>
          <w:sz w:val="24"/>
          <w:szCs w:val="24"/>
        </w:rPr>
        <w:t>You</w:t>
      </w:r>
      <w:r>
        <w:rPr>
          <w:rFonts w:ascii="Times New Roman" w:hAnsi="Times New Roman"/>
          <w:sz w:val="24"/>
          <w:szCs w:val="24"/>
        </w:rPr>
        <w:t xml:space="preserve"> can, so...</w:t>
      </w:r>
    </w:p>
    <w:p w:rsidR="002C122D" w:rsidRPr="00096B1F" w:rsidRDefault="009B3E3D" w:rsidP="002C122D">
      <w:pPr>
        <w:pStyle w:val="Heading2"/>
      </w:pPr>
      <w:r>
        <w:t>G05BAM28</w:t>
      </w:r>
    </w:p>
    <w:p w:rsidR="002C122D" w:rsidRDefault="002C122D" w:rsidP="002C122D">
      <w:pPr>
        <w:pStyle w:val="NoSpacing"/>
        <w:rPr>
          <w:rFonts w:ascii="Times New Roman" w:hAnsi="Times New Roman"/>
          <w:sz w:val="24"/>
          <w:szCs w:val="24"/>
        </w:rPr>
      </w:pPr>
      <w:r>
        <w:rPr>
          <w:rFonts w:ascii="Times New Roman" w:hAnsi="Times New Roman"/>
          <w:sz w:val="24"/>
          <w:szCs w:val="24"/>
        </w:rPr>
        <w:t>But it’s obvious, this, isn’t it, as well</w:t>
      </w:r>
    </w:p>
    <w:p w:rsidR="002C122D" w:rsidRPr="00096B1F" w:rsidRDefault="009B3E3D" w:rsidP="002C122D">
      <w:pPr>
        <w:pStyle w:val="Heading2"/>
      </w:pPr>
      <w:r>
        <w:t>G05BAF29</w:t>
      </w:r>
      <w:r w:rsidR="002C122D">
        <w:t xml:space="preserve"> </w:t>
      </w:r>
    </w:p>
    <w:p w:rsidR="002C122D" w:rsidRDefault="002C122D" w:rsidP="002C122D">
      <w:pPr>
        <w:pStyle w:val="NoSpacing"/>
        <w:rPr>
          <w:rFonts w:ascii="Times New Roman" w:hAnsi="Times New Roman"/>
          <w:sz w:val="24"/>
          <w:szCs w:val="24"/>
        </w:rPr>
      </w:pPr>
      <w:proofErr w:type="gramStart"/>
      <w:r>
        <w:rPr>
          <w:rFonts w:ascii="Times New Roman" w:hAnsi="Times New Roman"/>
          <w:sz w:val="24"/>
          <w:szCs w:val="24"/>
        </w:rPr>
        <w:t>But what are we... but we are talking about...</w:t>
      </w:r>
      <w:proofErr w:type="gramEnd"/>
    </w:p>
    <w:p w:rsidR="002C122D" w:rsidRDefault="009B3E3D" w:rsidP="002C122D">
      <w:pPr>
        <w:pStyle w:val="Heading2"/>
      </w:pPr>
      <w:r>
        <w:lastRenderedPageBreak/>
        <w:t>G05BAM28</w:t>
      </w:r>
      <w:r w:rsidR="002C122D" w:rsidRPr="00096B1F">
        <w:tab/>
      </w:r>
    </w:p>
    <w:p w:rsidR="002C122D" w:rsidRDefault="002C122D" w:rsidP="002C122D">
      <w:pPr>
        <w:pStyle w:val="NoSpacing"/>
        <w:rPr>
          <w:rFonts w:ascii="Times New Roman" w:hAnsi="Times New Roman"/>
          <w:sz w:val="24"/>
          <w:szCs w:val="24"/>
        </w:rPr>
      </w:pPr>
      <w:r>
        <w:rPr>
          <w:rFonts w:ascii="Times New Roman" w:hAnsi="Times New Roman"/>
          <w:sz w:val="24"/>
          <w:szCs w:val="24"/>
        </w:rPr>
        <w:t>Video works.</w:t>
      </w:r>
    </w:p>
    <w:p w:rsidR="002C122D" w:rsidRDefault="009B3E3D" w:rsidP="002C122D">
      <w:pPr>
        <w:pStyle w:val="Heading2"/>
      </w:pPr>
      <w:r>
        <w:t>G05BAF29</w:t>
      </w:r>
    </w:p>
    <w:p w:rsidR="002C122D" w:rsidRDefault="002C122D" w:rsidP="002C122D">
      <w:pPr>
        <w:pStyle w:val="NoSpacing"/>
        <w:rPr>
          <w:rFonts w:ascii="Times New Roman" w:hAnsi="Times New Roman"/>
          <w:sz w:val="24"/>
          <w:szCs w:val="24"/>
        </w:rPr>
      </w:pPr>
      <w:proofErr w:type="gramStart"/>
      <w:r>
        <w:rPr>
          <w:rFonts w:ascii="Times New Roman" w:hAnsi="Times New Roman"/>
          <w:sz w:val="24"/>
          <w:szCs w:val="24"/>
        </w:rPr>
        <w:t>But when we say DVDs...</w:t>
      </w:r>
      <w:proofErr w:type="gramEnd"/>
      <w:r>
        <w:rPr>
          <w:rFonts w:ascii="Times New Roman" w:hAnsi="Times New Roman"/>
          <w:sz w:val="24"/>
          <w:szCs w:val="24"/>
        </w:rPr>
        <w:t xml:space="preserve"> I remember when we are doing the sickle cells, for example, they produced DVD that we were supposed to educate the community who have sickle cells, and when you are calling for people to come, unless you are going to distribute them door to door with the families, and ensure they have the DVD system to watch it...</w:t>
      </w:r>
    </w:p>
    <w:p w:rsidR="002C122D" w:rsidRDefault="002C122D" w:rsidP="002C122D">
      <w:pPr>
        <w:pStyle w:val="NoSpacing"/>
        <w:rPr>
          <w:rFonts w:ascii="Times New Roman" w:hAnsi="Times New Roman"/>
          <w:sz w:val="24"/>
          <w:szCs w:val="24"/>
        </w:rPr>
      </w:pPr>
    </w:p>
    <w:p w:rsidR="002C122D" w:rsidRDefault="002C122D" w:rsidP="002C122D">
      <w:pPr>
        <w:pStyle w:val="NoSpacing"/>
        <w:rPr>
          <w:rFonts w:ascii="Times New Roman" w:hAnsi="Times New Roman"/>
          <w:sz w:val="24"/>
          <w:szCs w:val="24"/>
        </w:rPr>
      </w:pPr>
      <w:r>
        <w:rPr>
          <w:rFonts w:ascii="Times New Roman" w:hAnsi="Times New Roman"/>
          <w:sz w:val="24"/>
          <w:szCs w:val="24"/>
        </w:rPr>
        <w:t>[00:53:23]</w:t>
      </w:r>
    </w:p>
    <w:p w:rsidR="002C122D" w:rsidRDefault="009B3E3D" w:rsidP="002C122D">
      <w:pPr>
        <w:pStyle w:val="Heading2"/>
      </w:pPr>
      <w:r>
        <w:t>G05BAM28</w:t>
      </w:r>
      <w:r w:rsidR="002C122D" w:rsidRPr="00096B1F">
        <w:tab/>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That is their thing. </w:t>
      </w:r>
    </w:p>
    <w:p w:rsidR="002C122D" w:rsidRDefault="009B3E3D" w:rsidP="002C122D">
      <w:pPr>
        <w:pStyle w:val="Heading2"/>
      </w:pPr>
      <w:r>
        <w:t>G05BAF29</w:t>
      </w:r>
    </w:p>
    <w:p w:rsidR="002C122D" w:rsidRDefault="002C122D" w:rsidP="00617403">
      <w:r>
        <w:t>But, otherwise, if you are coming to a place like different, then say, I’ve got a DVD I want people to watch, without mobilising people first, to sit down, and maybe an hour or so to watch that DVD, and that would mean giving them, even, incentives to sit down and watch tha</w:t>
      </w:r>
      <w:r w:rsidR="00C51803">
        <w:t xml:space="preserve">t DVD.  You get what </w:t>
      </w:r>
      <w:proofErr w:type="gramStart"/>
      <w:r w:rsidR="00C51803">
        <w:t>I’m</w:t>
      </w:r>
      <w:proofErr w:type="gramEnd"/>
      <w:r w:rsidR="00C51803">
        <w:t xml:space="preserve"> saying</w:t>
      </w:r>
      <w:r>
        <w:t xml:space="preserve">.  </w:t>
      </w:r>
      <w:proofErr w:type="gramStart"/>
      <w:r>
        <w:t>It’s</w:t>
      </w:r>
      <w:proofErr w:type="gramEnd"/>
      <w:r>
        <w:t xml:space="preserve"> going to be much easier, like all to get same.  Have community events, and then wait for them to come and participate. About having the DVD, regards it, people... we ended up, all the sickle cell [unclear].  They closed down, </w:t>
      </w:r>
      <w:proofErr w:type="gramStart"/>
      <w:r>
        <w:t>didn’t</w:t>
      </w:r>
      <w:proofErr w:type="gramEnd"/>
      <w:r>
        <w:t xml:space="preserve"> they?  </w:t>
      </w:r>
    </w:p>
    <w:p w:rsidR="002C122D" w:rsidRDefault="002C122D" w:rsidP="002C122D">
      <w:pPr>
        <w:pStyle w:val="NoSpacing"/>
        <w:rPr>
          <w:rFonts w:ascii="Times New Roman" w:hAnsi="Times New Roman"/>
          <w:sz w:val="24"/>
          <w:szCs w:val="24"/>
        </w:rPr>
      </w:pPr>
    </w:p>
    <w:p w:rsidR="002C122D" w:rsidRDefault="009B3E3D" w:rsidP="002C122D">
      <w:pPr>
        <w:pStyle w:val="Heading2"/>
      </w:pPr>
      <w:r>
        <w:t>G05BAM24</w:t>
      </w:r>
    </w:p>
    <w:p w:rsidR="002C122D" w:rsidRDefault="002C122D" w:rsidP="002C122D">
      <w:pPr>
        <w:pStyle w:val="NoSpacing"/>
        <w:rPr>
          <w:rFonts w:ascii="Times New Roman" w:hAnsi="Times New Roman"/>
          <w:sz w:val="24"/>
          <w:szCs w:val="24"/>
        </w:rPr>
      </w:pPr>
      <w:r>
        <w:rPr>
          <w:rFonts w:ascii="Times New Roman" w:hAnsi="Times New Roman"/>
          <w:sz w:val="24"/>
          <w:szCs w:val="24"/>
        </w:rPr>
        <w:t>In fact they were a nuisance, for looking at the DVDs, they were... they were... they were not the VHS things, I think.</w:t>
      </w:r>
    </w:p>
    <w:p w:rsidR="002C122D" w:rsidRDefault="009B3E3D" w:rsidP="002C122D">
      <w:pPr>
        <w:pStyle w:val="Heading2"/>
      </w:pPr>
      <w:r>
        <w:t>UCLRA02</w:t>
      </w:r>
      <w:r w:rsidR="002C122D" w:rsidRPr="00695C58">
        <w:tab/>
      </w:r>
    </w:p>
    <w:p w:rsidR="002C122D" w:rsidRDefault="002C122D" w:rsidP="002C122D">
      <w:pPr>
        <w:pStyle w:val="NoSpacing"/>
        <w:rPr>
          <w:rFonts w:ascii="Times New Roman" w:hAnsi="Times New Roman"/>
          <w:sz w:val="24"/>
          <w:szCs w:val="24"/>
        </w:rPr>
      </w:pPr>
      <w:r>
        <w:rPr>
          <w:rFonts w:ascii="Times New Roman" w:hAnsi="Times New Roman"/>
          <w:sz w:val="24"/>
          <w:szCs w:val="24"/>
        </w:rPr>
        <w:t xml:space="preserve">Yes. </w:t>
      </w:r>
    </w:p>
    <w:p w:rsidR="002C122D" w:rsidRDefault="009B3E3D" w:rsidP="002C122D">
      <w:pPr>
        <w:pStyle w:val="Heading2"/>
      </w:pPr>
      <w:r>
        <w:t>G05BAF29</w:t>
      </w:r>
    </w:p>
    <w:p w:rsidR="002C122D" w:rsidRDefault="002C122D" w:rsidP="002C122D">
      <w:pPr>
        <w:pStyle w:val="NoSpacing"/>
        <w:rPr>
          <w:rFonts w:ascii="Times New Roman" w:hAnsi="Times New Roman"/>
          <w:sz w:val="24"/>
          <w:szCs w:val="24"/>
        </w:rPr>
      </w:pPr>
      <w:r>
        <w:rPr>
          <w:rFonts w:ascii="Times New Roman" w:hAnsi="Times New Roman"/>
          <w:sz w:val="24"/>
          <w:szCs w:val="24"/>
        </w:rPr>
        <w:t>Yes</w:t>
      </w:r>
    </w:p>
    <w:p w:rsidR="006A556C" w:rsidRDefault="006A556C" w:rsidP="002C122D">
      <w:pPr>
        <w:pStyle w:val="NoSpacing"/>
        <w:rPr>
          <w:rFonts w:ascii="Times New Roman" w:hAnsi="Times New Roman"/>
          <w:sz w:val="24"/>
          <w:szCs w:val="24"/>
        </w:rPr>
      </w:pPr>
    </w:p>
    <w:p w:rsidR="002C122D" w:rsidRDefault="009B3E3D" w:rsidP="00617403">
      <w:pPr>
        <w:rPr>
          <w:rFonts w:eastAsia="Calibri"/>
          <w:b/>
          <w:bCs/>
          <w:i/>
          <w:iCs/>
        </w:rPr>
      </w:pPr>
      <w:r w:rsidRPr="00617403">
        <w:rPr>
          <w:rStyle w:val="Heading2Char"/>
        </w:rPr>
        <w:t>G05BAM24</w:t>
      </w:r>
      <w:r w:rsidR="002C122D" w:rsidRPr="00617403">
        <w:rPr>
          <w:rStyle w:val="Heading2Char"/>
        </w:rPr>
        <w:tab/>
      </w:r>
      <w:r w:rsidR="002C122D">
        <w:br/>
      </w:r>
      <w:r w:rsidR="002C122D" w:rsidRPr="00695C58">
        <w:rPr>
          <w:rFonts w:eastAsia="Calibri"/>
        </w:rPr>
        <w:t xml:space="preserve">And </w:t>
      </w:r>
      <w:r w:rsidR="002C122D">
        <w:rPr>
          <w:rFonts w:eastAsia="Calibri"/>
        </w:rPr>
        <w:t>the systems</w:t>
      </w:r>
      <w:r w:rsidR="002C122D" w:rsidRPr="00695C58">
        <w:rPr>
          <w:rFonts w:eastAsia="Calibri"/>
        </w:rPr>
        <w:t xml:space="preserve"> are changing</w:t>
      </w:r>
      <w:r w:rsidR="002C122D">
        <w:rPr>
          <w:rFonts w:eastAsia="Calibri"/>
        </w:rPr>
        <w:t xml:space="preserve">.  People want iPads and tablets, not always having DVD players anymore. </w:t>
      </w:r>
    </w:p>
    <w:p w:rsidR="002C122D" w:rsidRDefault="004A7F32" w:rsidP="002C122D">
      <w:pPr>
        <w:pStyle w:val="Heading2"/>
        <w:rPr>
          <w:rFonts w:ascii="Times New Roman" w:eastAsia="Calibri" w:hAnsi="Times New Roman"/>
          <w:b w:val="0"/>
          <w:bCs w:val="0"/>
          <w:i w:val="0"/>
          <w:iCs w:val="0"/>
          <w:sz w:val="24"/>
          <w:szCs w:val="24"/>
        </w:rPr>
      </w:pPr>
      <w:r>
        <w:rPr>
          <w:rFonts w:ascii="Times New Roman" w:eastAsia="Calibri" w:hAnsi="Times New Roman"/>
          <w:b w:val="0"/>
          <w:bCs w:val="0"/>
          <w:i w:val="0"/>
          <w:iCs w:val="0"/>
          <w:sz w:val="24"/>
          <w:szCs w:val="24"/>
        </w:rPr>
        <w:t>[00:54:10]</w:t>
      </w:r>
    </w:p>
    <w:p w:rsidR="004A7F32" w:rsidRPr="004A7F32" w:rsidRDefault="004A7F32" w:rsidP="004A7F32">
      <w:pPr>
        <w:rPr>
          <w:rFonts w:eastAsia="Calibri"/>
        </w:rPr>
      </w:pPr>
    </w:p>
    <w:p w:rsidR="002C122D" w:rsidRDefault="009B3E3D" w:rsidP="004A7F32">
      <w:pPr>
        <w:rPr>
          <w:rFonts w:eastAsia="Calibri"/>
          <w:b/>
          <w:bCs/>
          <w:i/>
          <w:iCs/>
        </w:rPr>
      </w:pPr>
      <w:r w:rsidRPr="004A7F32">
        <w:rPr>
          <w:rStyle w:val="Heading2Char"/>
        </w:rPr>
        <w:t>G05BAM28</w:t>
      </w:r>
      <w:r w:rsidR="002C122D">
        <w:br/>
      </w:r>
      <w:r w:rsidR="002C122D">
        <w:rPr>
          <w:rFonts w:eastAsia="Calibri"/>
        </w:rPr>
        <w:t>People... every phone... [</w:t>
      </w:r>
      <w:proofErr w:type="spellStart"/>
      <w:proofErr w:type="gramStart"/>
      <w:r w:rsidR="002C122D">
        <w:rPr>
          <w:rFonts w:eastAsia="Calibri"/>
        </w:rPr>
        <w:t>unlear</w:t>
      </w:r>
      <w:proofErr w:type="spellEnd"/>
      <w:proofErr w:type="gramEnd"/>
      <w:r w:rsidR="002C122D">
        <w:rPr>
          <w:rFonts w:eastAsia="Calibri"/>
        </w:rPr>
        <w:t>] their p</w:t>
      </w:r>
      <w:r w:rsidR="002C122D" w:rsidRPr="00695C58">
        <w:rPr>
          <w:rFonts w:eastAsia="Calibri"/>
        </w:rPr>
        <w:t>hone, then they’ve got YouTube so</w:t>
      </w:r>
      <w:r w:rsidR="002C122D">
        <w:rPr>
          <w:rFonts w:eastAsia="Calibri"/>
        </w:rPr>
        <w:t>... and I know that YouTube works, and I know YouTube would work,</w:t>
      </w:r>
      <w:r w:rsidR="00D87EAC">
        <w:rPr>
          <w:rFonts w:eastAsia="Calibri"/>
        </w:rPr>
        <w:t xml:space="preserve"> but it would be a complete waste</w:t>
      </w:r>
      <w:r w:rsidR="002C122D">
        <w:rPr>
          <w:rFonts w:eastAsia="Calibri"/>
        </w:rPr>
        <w:t xml:space="preserve">, but if it goes on television, everyone has got a television in their house. </w:t>
      </w:r>
    </w:p>
    <w:p w:rsidR="002C122D" w:rsidRDefault="00A6034C" w:rsidP="002C122D">
      <w:pPr>
        <w:pStyle w:val="Heading2"/>
      </w:pPr>
      <w:r>
        <w:lastRenderedPageBreak/>
        <w:t>Unknown</w:t>
      </w:r>
    </w:p>
    <w:p w:rsidR="002C122D" w:rsidRDefault="002C122D" w:rsidP="002C122D">
      <w:proofErr w:type="gramStart"/>
      <w:r w:rsidRPr="00344998">
        <w:t>Yes,</w:t>
      </w:r>
      <w:proofErr w:type="gramEnd"/>
      <w:r w:rsidRPr="00344998">
        <w:t xml:space="preserve"> and at least that... that would...</w:t>
      </w:r>
    </w:p>
    <w:p w:rsidR="00146D0F" w:rsidRPr="00344998" w:rsidRDefault="00146D0F" w:rsidP="002C122D"/>
    <w:p w:rsidR="002C122D" w:rsidRDefault="009B3E3D" w:rsidP="002C122D">
      <w:pPr>
        <w:pStyle w:val="Heading2"/>
      </w:pPr>
      <w:r>
        <w:t>G05BAM28</w:t>
      </w:r>
    </w:p>
    <w:p w:rsidR="002C122D" w:rsidRDefault="002C122D" w:rsidP="00D826AF">
      <w:r w:rsidRPr="00344998">
        <w:t>But I know Peak Challenge, and Action, and people that are... not only... in fact</w:t>
      </w:r>
      <w:r w:rsidR="00D826AF">
        <w:t xml:space="preserve"> why not </w:t>
      </w:r>
      <w:r>
        <w:t>a short play that shows forgetfulness.  I remember... when was that last year would... where one of our presenters showed us a ..</w:t>
      </w:r>
      <w:r w:rsidR="00A51280">
        <w:t>. showed us a, like, an iron</w:t>
      </w:r>
      <w:r>
        <w:t xml:space="preserve"> man who was forgetful?</w:t>
      </w:r>
    </w:p>
    <w:p w:rsidR="002C122D" w:rsidRDefault="002C122D" w:rsidP="002C122D">
      <w:r>
        <w:t>[00:54:43]</w:t>
      </w:r>
    </w:p>
    <w:p w:rsidR="002C122D" w:rsidRDefault="009B3E3D" w:rsidP="002C122D">
      <w:pPr>
        <w:pStyle w:val="Heading2"/>
      </w:pPr>
      <w:r>
        <w:t>G05BAF26</w:t>
      </w:r>
      <w:r w:rsidR="002C122D" w:rsidRPr="00411043">
        <w:t xml:space="preserve"> </w:t>
      </w:r>
    </w:p>
    <w:p w:rsidR="002C122D" w:rsidRDefault="002C122D" w:rsidP="002C122D">
      <w:r>
        <w:t xml:space="preserve">Oh, </w:t>
      </w:r>
      <w:proofErr w:type="gramStart"/>
      <w:r>
        <w:t>that’s</w:t>
      </w:r>
      <w:proofErr w:type="gramEnd"/>
      <w:r>
        <w:t xml:space="preserve"> mental health.</w:t>
      </w:r>
    </w:p>
    <w:p w:rsidR="00A51280" w:rsidRDefault="00A51280" w:rsidP="002C122D"/>
    <w:p w:rsidR="002C122D" w:rsidRDefault="002C122D" w:rsidP="002C122D">
      <w:proofErr w:type="gramStart"/>
      <w:r w:rsidRPr="00411043">
        <w:rPr>
          <w:rStyle w:val="Heading2Char"/>
          <w:rFonts w:eastAsia="Calibri"/>
        </w:rPr>
        <w:t>Unknown</w:t>
      </w:r>
      <w:r>
        <w:br/>
        <w:t>Mental health.</w:t>
      </w:r>
      <w:proofErr w:type="gramEnd"/>
    </w:p>
    <w:p w:rsidR="002C122D" w:rsidRDefault="009B3E3D" w:rsidP="002C122D">
      <w:pPr>
        <w:pStyle w:val="Heading2"/>
      </w:pPr>
      <w:r>
        <w:t>G05BAM28</w:t>
      </w:r>
    </w:p>
    <w:p w:rsidR="002C122D" w:rsidRDefault="002C122D" w:rsidP="002C122D">
      <w:r>
        <w:t xml:space="preserve">No, he had dementia.  </w:t>
      </w:r>
      <w:proofErr w:type="gramStart"/>
      <w:r>
        <w:t>The one that had dementia.</w:t>
      </w:r>
      <w:proofErr w:type="gramEnd"/>
      <w:r>
        <w:t xml:space="preserve">  </w:t>
      </w:r>
    </w:p>
    <w:p w:rsidR="00F24D3B" w:rsidRDefault="00F24D3B" w:rsidP="002C122D"/>
    <w:p w:rsidR="002C122D" w:rsidRDefault="009B3E3D" w:rsidP="002C122D">
      <w:proofErr w:type="gramStart"/>
      <w:r>
        <w:rPr>
          <w:rStyle w:val="Heading2Char"/>
          <w:rFonts w:eastAsia="Calibri"/>
        </w:rPr>
        <w:t>G05BAM24</w:t>
      </w:r>
      <w:proofErr w:type="gramEnd"/>
      <w:r w:rsidR="002C122D">
        <w:br/>
        <w:t>[</w:t>
      </w:r>
      <w:proofErr w:type="spellStart"/>
      <w:r w:rsidR="002C122D">
        <w:t>Overtalking</w:t>
      </w:r>
      <w:proofErr w:type="spellEnd"/>
      <w:r w:rsidR="002C122D">
        <w:t>] when the Alzheimer’s Society [</w:t>
      </w:r>
      <w:proofErr w:type="spellStart"/>
      <w:r w:rsidR="002C122D">
        <w:t>overtalking</w:t>
      </w:r>
      <w:proofErr w:type="spellEnd"/>
      <w:r w:rsidR="002C122D">
        <w:t>].</w:t>
      </w:r>
    </w:p>
    <w:p w:rsidR="002C122D" w:rsidRDefault="009B3E3D" w:rsidP="002C122D">
      <w:pPr>
        <w:pStyle w:val="Heading2"/>
      </w:pPr>
      <w:proofErr w:type="gramStart"/>
      <w:r>
        <w:t>G05BAF29</w:t>
      </w:r>
      <w:r w:rsidR="002C122D">
        <w:t xml:space="preserve"> [?]</w:t>
      </w:r>
      <w:proofErr w:type="gramEnd"/>
    </w:p>
    <w:p w:rsidR="002C122D" w:rsidRDefault="002C122D" w:rsidP="002C122D">
      <w:r>
        <w:t>Oh, okay, yes</w:t>
      </w:r>
    </w:p>
    <w:p w:rsidR="002C122D" w:rsidRDefault="009B3E3D" w:rsidP="002C122D">
      <w:pPr>
        <w:pStyle w:val="Heading2"/>
      </w:pPr>
      <w:r>
        <w:t>G05BAM24</w:t>
      </w:r>
    </w:p>
    <w:p w:rsidR="002C122D" w:rsidRDefault="002C122D" w:rsidP="002C122D">
      <w:r>
        <w:t xml:space="preserve">So </w:t>
      </w:r>
      <w:proofErr w:type="gramStart"/>
      <w:r>
        <w:t>it’s</w:t>
      </w:r>
      <w:proofErr w:type="gramEnd"/>
      <w:r>
        <w:t xml:space="preserve"> kind of a... so it’s kind of a, you know, a short clip of... showing [</w:t>
      </w:r>
      <w:proofErr w:type="spellStart"/>
      <w:r>
        <w:t>overtalking</w:t>
      </w:r>
      <w:proofErr w:type="spellEnd"/>
      <w:r>
        <w:t>] someone explaining himself.</w:t>
      </w:r>
    </w:p>
    <w:p w:rsidR="00F24D3B" w:rsidRDefault="00F24D3B" w:rsidP="002C122D"/>
    <w:p w:rsidR="002C122D" w:rsidRDefault="009B3E3D" w:rsidP="002C122D">
      <w:proofErr w:type="gramStart"/>
      <w:r>
        <w:rPr>
          <w:rStyle w:val="Heading2Char"/>
          <w:rFonts w:eastAsia="Calibri"/>
        </w:rPr>
        <w:t>G05BAF26</w:t>
      </w:r>
      <w:r w:rsidR="002C122D" w:rsidRPr="004575B8">
        <w:rPr>
          <w:rStyle w:val="Heading2Char"/>
          <w:rFonts w:eastAsia="Calibri"/>
        </w:rPr>
        <w:t xml:space="preserve"> [?]</w:t>
      </w:r>
      <w:proofErr w:type="gramEnd"/>
      <w:r w:rsidR="002C122D" w:rsidRPr="004575B8">
        <w:rPr>
          <w:rStyle w:val="Heading2Char"/>
          <w:rFonts w:eastAsia="Calibri"/>
        </w:rPr>
        <w:t xml:space="preserve"> </w:t>
      </w:r>
      <w:r w:rsidR="002C122D" w:rsidRPr="004575B8">
        <w:rPr>
          <w:rStyle w:val="Heading2Char"/>
          <w:rFonts w:eastAsia="Calibri"/>
        </w:rPr>
        <w:cr/>
      </w:r>
      <w:r w:rsidR="002C122D">
        <w:t xml:space="preserve">But then they pass </w:t>
      </w:r>
      <w:r w:rsidR="00F24D3B">
        <w:t>on the tape, when the pastor</w:t>
      </w:r>
      <w:r w:rsidR="002C122D">
        <w:t xml:space="preserve"> came for an event </w:t>
      </w:r>
      <w:proofErr w:type="gramStart"/>
      <w:r w:rsidR="002C122D">
        <w:t>isn’t</w:t>
      </w:r>
      <w:proofErr w:type="gramEnd"/>
      <w:r w:rsidR="002C122D">
        <w:t xml:space="preserve"> it?  Yes, we had over a hundred people there.</w:t>
      </w:r>
    </w:p>
    <w:p w:rsidR="002C122D" w:rsidRDefault="009B3E3D" w:rsidP="002C122D">
      <w:pPr>
        <w:pStyle w:val="Heading2"/>
      </w:pPr>
      <w:r>
        <w:t>G05BAM28</w:t>
      </w:r>
    </w:p>
    <w:p w:rsidR="002C122D" w:rsidRDefault="002C122D" w:rsidP="002C122D">
      <w:proofErr w:type="gramStart"/>
      <w:r>
        <w:t>Exactly.</w:t>
      </w:r>
      <w:proofErr w:type="gramEnd"/>
      <w:r>
        <w:t xml:space="preserve"> </w:t>
      </w:r>
    </w:p>
    <w:p w:rsidR="002C122D" w:rsidRDefault="009B3E3D" w:rsidP="002C122D">
      <w:pPr>
        <w:pStyle w:val="Heading2"/>
      </w:pPr>
      <w:r>
        <w:t>G05BAF26</w:t>
      </w:r>
      <w:r w:rsidR="002C122D" w:rsidRPr="009D7934">
        <w:tab/>
      </w:r>
    </w:p>
    <w:p w:rsidR="002C122D" w:rsidRDefault="002C122D" w:rsidP="002C122D">
      <w:r>
        <w:t xml:space="preserve">So you had a chance of presenting it. </w:t>
      </w:r>
    </w:p>
    <w:p w:rsidR="002C122D" w:rsidRDefault="002C122D" w:rsidP="002C122D">
      <w:r>
        <w:t>[00:55:05]</w:t>
      </w:r>
    </w:p>
    <w:p w:rsidR="002C122D" w:rsidRDefault="002C122D" w:rsidP="002C122D">
      <w:pPr>
        <w:pStyle w:val="Heading2"/>
      </w:pPr>
      <w:r>
        <w:t>Unknown</w:t>
      </w:r>
    </w:p>
    <w:p w:rsidR="002C122D" w:rsidRDefault="002C122D" w:rsidP="002C122D">
      <w:proofErr w:type="gramStart"/>
      <w:r>
        <w:t>Of presenting it.</w:t>
      </w:r>
      <w:proofErr w:type="gramEnd"/>
      <w:r>
        <w:t xml:space="preserve"> </w:t>
      </w:r>
    </w:p>
    <w:p w:rsidR="002C122D" w:rsidRDefault="009B3E3D" w:rsidP="002C122D">
      <w:pPr>
        <w:pStyle w:val="Heading2"/>
      </w:pPr>
      <w:r>
        <w:t>G05BAF26</w:t>
      </w:r>
      <w:r w:rsidR="002C122D" w:rsidRPr="00F03003">
        <w:tab/>
      </w:r>
    </w:p>
    <w:p w:rsidR="002C122D" w:rsidRDefault="002C122D" w:rsidP="002C122D">
      <w:r>
        <w:t>Yes.</w:t>
      </w:r>
    </w:p>
    <w:p w:rsidR="002C122D" w:rsidRDefault="009B3E3D" w:rsidP="002C122D">
      <w:pPr>
        <w:pStyle w:val="Heading2"/>
      </w:pPr>
      <w:r>
        <w:lastRenderedPageBreak/>
        <w:t>G05BAM28</w:t>
      </w:r>
    </w:p>
    <w:p w:rsidR="002C122D" w:rsidRDefault="002C122D" w:rsidP="002C122D">
      <w:r>
        <w:t>But it was my last entry about dementia or forgetfulness, up until now.</w:t>
      </w:r>
    </w:p>
    <w:p w:rsidR="002C122D" w:rsidRDefault="009B3E3D" w:rsidP="002C122D">
      <w:pPr>
        <w:pStyle w:val="Heading2"/>
      </w:pPr>
      <w:r>
        <w:t>G05BAM24</w:t>
      </w:r>
    </w:p>
    <w:p w:rsidR="002C122D" w:rsidRDefault="002C122D" w:rsidP="002C122D">
      <w:r>
        <w:t>And it was... it was [</w:t>
      </w:r>
      <w:proofErr w:type="spellStart"/>
      <w:r>
        <w:t>overtalking</w:t>
      </w:r>
      <w:proofErr w:type="spellEnd"/>
      <w:r>
        <w:t>] when it was the first time.</w:t>
      </w:r>
    </w:p>
    <w:p w:rsidR="002C122D" w:rsidRDefault="002C122D" w:rsidP="002C122D">
      <w:r>
        <w:t>[00:55:09]</w:t>
      </w:r>
    </w:p>
    <w:p w:rsidR="002C122D" w:rsidRDefault="009B3E3D" w:rsidP="002C122D">
      <w:pPr>
        <w:pStyle w:val="Heading2"/>
      </w:pPr>
      <w:r>
        <w:t>G05BAM28</w:t>
      </w:r>
    </w:p>
    <w:p w:rsidR="002C122D" w:rsidRDefault="002C122D" w:rsidP="002C122D">
      <w:r>
        <w:t>Yes.</w:t>
      </w:r>
    </w:p>
    <w:p w:rsidR="002C122D" w:rsidRDefault="009B3E3D" w:rsidP="002C122D">
      <w:pPr>
        <w:pStyle w:val="Heading2"/>
      </w:pPr>
      <w:r>
        <w:t>UCLRA02</w:t>
      </w:r>
    </w:p>
    <w:p w:rsidR="002C122D" w:rsidRDefault="002C122D" w:rsidP="002C122D">
      <w:r>
        <w:t>Okay.</w:t>
      </w:r>
    </w:p>
    <w:p w:rsidR="002C122D" w:rsidRDefault="009B3E3D" w:rsidP="002C122D">
      <w:pPr>
        <w:pStyle w:val="Heading2"/>
      </w:pPr>
      <w:r>
        <w:t>G05BAM28</w:t>
      </w:r>
    </w:p>
    <w:p w:rsidR="002C122D" w:rsidRDefault="002C122D" w:rsidP="002C122D">
      <w:r>
        <w:t xml:space="preserve">It was since that, </w:t>
      </w:r>
      <w:proofErr w:type="gramStart"/>
      <w:r>
        <w:t>I’ve</w:t>
      </w:r>
      <w:proofErr w:type="gramEnd"/>
      <w:r>
        <w:t xml:space="preserve"> never heard anyone talking about forgetfulness or dementia, as you want to understand.  But, as I say, you can have an application as well, when people will have to go to the doctor’s, they can app it.  You know, </w:t>
      </w:r>
      <w:proofErr w:type="gramStart"/>
      <w:r>
        <w:t>it’s</w:t>
      </w:r>
      <w:proofErr w:type="gramEnd"/>
      <w:r>
        <w:t xml:space="preserve"> a place they’d like, to understand their composition [unclear]. </w:t>
      </w:r>
    </w:p>
    <w:p w:rsidR="002C122D" w:rsidRDefault="009B3E3D" w:rsidP="002C122D">
      <w:pPr>
        <w:pStyle w:val="Heading2"/>
      </w:pPr>
      <w:r>
        <w:t>UCLRA01</w:t>
      </w:r>
      <w:r w:rsidR="002C122D" w:rsidRPr="00F03003">
        <w:t xml:space="preserve">  </w:t>
      </w:r>
    </w:p>
    <w:p w:rsidR="002C122D" w:rsidRDefault="002C122D" w:rsidP="002C122D">
      <w:proofErr w:type="gramStart"/>
      <w:r>
        <w:t>That’s</w:t>
      </w:r>
      <w:proofErr w:type="gramEnd"/>
      <w:r>
        <w:t xml:space="preserve"> very interesting.  Sorry, </w:t>
      </w:r>
      <w:proofErr w:type="gramStart"/>
      <w:r>
        <w:t>I’ll</w:t>
      </w:r>
      <w:proofErr w:type="gramEnd"/>
      <w:r>
        <w:t xml:space="preserve"> just jump in here.  You mentioning DVD, download, YouTube, how about with someone which is 70?  </w:t>
      </w:r>
      <w:proofErr w:type="gramStart"/>
      <w:r>
        <w:t>Let’s</w:t>
      </w:r>
      <w:proofErr w:type="gramEnd"/>
      <w:r>
        <w:t xml:space="preserve"> say like Mrs Abraham here.  She is 70.  </w:t>
      </w:r>
    </w:p>
    <w:p w:rsidR="002C122D" w:rsidRDefault="009B3E3D" w:rsidP="002C122D">
      <w:pPr>
        <w:pStyle w:val="Heading2"/>
      </w:pPr>
      <w:r>
        <w:t>G05BAM24</w:t>
      </w:r>
      <w:r w:rsidR="002C122D" w:rsidRPr="00904B7B">
        <w:t xml:space="preserve"> </w:t>
      </w:r>
    </w:p>
    <w:p w:rsidR="002C122D" w:rsidRDefault="002C122D" w:rsidP="002C122D">
      <w:proofErr w:type="gramStart"/>
      <w:r>
        <w:t>Television.</w:t>
      </w:r>
      <w:proofErr w:type="gramEnd"/>
    </w:p>
    <w:p w:rsidR="002C122D" w:rsidRDefault="002C122D" w:rsidP="002C122D">
      <w:r>
        <w:t>[00:55:47]</w:t>
      </w:r>
    </w:p>
    <w:p w:rsidR="002C122D" w:rsidRDefault="009B3E3D" w:rsidP="002C122D">
      <w:pPr>
        <w:pStyle w:val="Heading2"/>
      </w:pPr>
      <w:r>
        <w:t>UCLRA01</w:t>
      </w:r>
      <w:r w:rsidR="002C122D" w:rsidRPr="00904B7B">
        <w:t xml:space="preserve">  </w:t>
      </w:r>
    </w:p>
    <w:p w:rsidR="002C122D" w:rsidRDefault="002C122D" w:rsidP="002C122D">
      <w:r>
        <w:t xml:space="preserve">What </w:t>
      </w:r>
      <w:proofErr w:type="gramStart"/>
      <w:r>
        <w:t>I’m</w:t>
      </w:r>
      <w:proofErr w:type="gramEnd"/>
      <w:r>
        <w:t xml:space="preserve"> saying is...</w:t>
      </w:r>
    </w:p>
    <w:p w:rsidR="002C122D" w:rsidRDefault="009B3E3D" w:rsidP="002C122D">
      <w:pPr>
        <w:pStyle w:val="Heading2"/>
      </w:pPr>
      <w:r>
        <w:t>G05BAF27</w:t>
      </w:r>
    </w:p>
    <w:p w:rsidR="002C122D" w:rsidRDefault="002C122D" w:rsidP="002C122D">
      <w:r>
        <w:t xml:space="preserve">Community television </w:t>
      </w:r>
    </w:p>
    <w:p w:rsidR="002C122D" w:rsidRDefault="009B3E3D" w:rsidP="002C122D">
      <w:pPr>
        <w:pStyle w:val="Heading2"/>
      </w:pPr>
      <w:r>
        <w:t>UCLRA01</w:t>
      </w:r>
      <w:r w:rsidR="002C122D" w:rsidRPr="00904B7B">
        <w:t xml:space="preserve">  </w:t>
      </w:r>
    </w:p>
    <w:p w:rsidR="002C122D" w:rsidRDefault="0032062E" w:rsidP="002C122D">
      <w:r>
        <w:t>What I</w:t>
      </w:r>
      <w:r w:rsidR="002C122D">
        <w:t xml:space="preserve"> said is </w:t>
      </w:r>
    </w:p>
    <w:p w:rsidR="002C122D" w:rsidRDefault="009B3E3D" w:rsidP="002C122D">
      <w:pPr>
        <w:pStyle w:val="Heading2"/>
      </w:pPr>
      <w:r>
        <w:t>G05BAF27</w:t>
      </w:r>
    </w:p>
    <w:p w:rsidR="002C122D" w:rsidRDefault="002C122D" w:rsidP="002C122D">
      <w:proofErr w:type="gramStart"/>
      <w:r>
        <w:t>If</w:t>
      </w:r>
      <w:r w:rsidR="0032062E">
        <w:t xml:space="preserve"> </w:t>
      </w:r>
      <w:r>
        <w:t xml:space="preserve"> it’s</w:t>
      </w:r>
      <w:proofErr w:type="gramEnd"/>
      <w:r>
        <w:t xml:space="preserve"> working.</w:t>
      </w:r>
    </w:p>
    <w:p w:rsidR="002C122D" w:rsidRDefault="009B3E3D" w:rsidP="002C122D">
      <w:pPr>
        <w:pStyle w:val="Heading2"/>
      </w:pPr>
      <w:r>
        <w:t>UCLRA01</w:t>
      </w:r>
      <w:r w:rsidR="002C122D" w:rsidRPr="00A25529">
        <w:t xml:space="preserve">  </w:t>
      </w:r>
    </w:p>
    <w:p w:rsidR="002C122D" w:rsidRDefault="002C122D" w:rsidP="002C122D">
      <w:r>
        <w:t>Yes, go ahead</w:t>
      </w:r>
    </w:p>
    <w:p w:rsidR="002C122D" w:rsidRDefault="009B3E3D" w:rsidP="002C122D">
      <w:pPr>
        <w:pStyle w:val="Heading2"/>
      </w:pPr>
      <w:r>
        <w:t>G05BAM24</w:t>
      </w:r>
      <w:r w:rsidR="002C122D" w:rsidRPr="00A25529">
        <w:t xml:space="preserve"> </w:t>
      </w:r>
    </w:p>
    <w:p w:rsidR="002C122D" w:rsidRDefault="002C122D" w:rsidP="002C122D">
      <w:proofErr w:type="gramStart"/>
      <w:r>
        <w:t>Community channels.</w:t>
      </w:r>
      <w:proofErr w:type="gramEnd"/>
      <w:r>
        <w:t xml:space="preserve"> </w:t>
      </w:r>
    </w:p>
    <w:p w:rsidR="002C122D" w:rsidRDefault="002C122D" w:rsidP="002C122D">
      <w:r>
        <w:t>[00:55:52]</w:t>
      </w:r>
    </w:p>
    <w:p w:rsidR="002C122D" w:rsidRDefault="009B3E3D" w:rsidP="002C122D">
      <w:pPr>
        <w:pStyle w:val="Heading2"/>
      </w:pPr>
      <w:r>
        <w:lastRenderedPageBreak/>
        <w:t>G05BAF26</w:t>
      </w:r>
      <w:r w:rsidR="0032062E">
        <w:t xml:space="preserve"> </w:t>
      </w:r>
    </w:p>
    <w:p w:rsidR="002C122D" w:rsidRDefault="002C122D" w:rsidP="002C122D">
      <w:r>
        <w:t xml:space="preserve">So that was Somali channels, Somali TV, here we have six channels that speak Somali language, and it’s on 24 hours a day, and they do address different issues, health issues, police, young people, so if an awareness session is done through the TV, I think people will understand what dementia is, or what memory problem, perhaps, when they go on that. </w:t>
      </w:r>
    </w:p>
    <w:p w:rsidR="002C122D" w:rsidRDefault="009B3E3D" w:rsidP="002C122D">
      <w:pPr>
        <w:pStyle w:val="Heading2"/>
      </w:pPr>
      <w:r>
        <w:t>UCLRA02</w:t>
      </w:r>
      <w:r w:rsidR="002C122D" w:rsidRPr="00A25529">
        <w:t xml:space="preserve"> </w:t>
      </w:r>
    </w:p>
    <w:p w:rsidR="002C122D" w:rsidRDefault="002C122D" w:rsidP="002C122D">
      <w:r>
        <w:t>Okay, thank you.</w:t>
      </w:r>
    </w:p>
    <w:p w:rsidR="00B42F6C" w:rsidRDefault="00B42F6C" w:rsidP="002C122D"/>
    <w:p w:rsidR="002C122D" w:rsidRDefault="009B3E3D" w:rsidP="002C122D">
      <w:r>
        <w:rPr>
          <w:rStyle w:val="Heading2Char"/>
          <w:rFonts w:eastAsia="Calibri"/>
        </w:rPr>
        <w:t>G05BAF27</w:t>
      </w:r>
      <w:r w:rsidR="002C122D" w:rsidRPr="001F2FC7">
        <w:rPr>
          <w:rStyle w:val="Heading2Char"/>
          <w:rFonts w:eastAsia="Calibri"/>
        </w:rPr>
        <w:br/>
      </w:r>
      <w:proofErr w:type="gramStart"/>
      <w:r w:rsidR="002C122D">
        <w:t>We</w:t>
      </w:r>
      <w:proofErr w:type="gramEnd"/>
      <w:r w:rsidR="002C122D">
        <w:t xml:space="preserve"> have had several approaches [unclear]</w:t>
      </w:r>
    </w:p>
    <w:p w:rsidR="002C122D" w:rsidRDefault="009B3E3D" w:rsidP="002C122D">
      <w:pPr>
        <w:pStyle w:val="Heading2"/>
      </w:pPr>
      <w:r>
        <w:t>G05BAM28</w:t>
      </w:r>
      <w:r w:rsidR="002C122D" w:rsidRPr="00A25529">
        <w:t xml:space="preserve"> </w:t>
      </w:r>
    </w:p>
    <w:p w:rsidR="002C122D" w:rsidRDefault="002C122D" w:rsidP="002C122D">
      <w:r>
        <w:t>But I believe in group activities.</w:t>
      </w:r>
    </w:p>
    <w:p w:rsidR="002C122D" w:rsidRDefault="009B3E3D" w:rsidP="002C122D">
      <w:pPr>
        <w:pStyle w:val="Heading2"/>
      </w:pPr>
      <w:r>
        <w:t>G05BAF26</w:t>
      </w:r>
    </w:p>
    <w:p w:rsidR="002C122D" w:rsidRDefault="002C122D" w:rsidP="002C122D">
      <w:r>
        <w:t xml:space="preserve">But also, but also I would say, a 70 year old person, when they’ve been diagnosed with dementia, or any other memory problem, maybe have a system where the GP can refer </w:t>
      </w:r>
      <w:r w:rsidR="002A1D0A">
        <w:t xml:space="preserve">to a </w:t>
      </w:r>
      <w:r>
        <w:t xml:space="preserve">community centre to that person, so they can have access a person that speaks their language and also understands their issues. </w:t>
      </w:r>
    </w:p>
    <w:p w:rsidR="002C122D" w:rsidRPr="00D87001" w:rsidRDefault="009B3E3D" w:rsidP="002C122D">
      <w:pPr>
        <w:pStyle w:val="Heading2"/>
      </w:pPr>
      <w:r>
        <w:t>G05BAF29</w:t>
      </w:r>
    </w:p>
    <w:p w:rsidR="002C122D" w:rsidRDefault="002C122D" w:rsidP="002C122D">
      <w:r>
        <w:t xml:space="preserve">Yes, links with the proper GPs and the community is important for referral purposes, yes. </w:t>
      </w:r>
    </w:p>
    <w:p w:rsidR="002C122D" w:rsidRDefault="002C122D" w:rsidP="002C122D">
      <w:r>
        <w:t>[00:56:55]</w:t>
      </w:r>
    </w:p>
    <w:p w:rsidR="002C122D" w:rsidRDefault="002C122D" w:rsidP="002C122D">
      <w:pPr>
        <w:pStyle w:val="Heading2"/>
      </w:pPr>
      <w:r>
        <w:t xml:space="preserve"> </w:t>
      </w:r>
      <w:r w:rsidR="009B3E3D">
        <w:t>UCLRA02</w:t>
      </w:r>
      <w:r w:rsidRPr="00D87001">
        <w:t xml:space="preserve"> </w:t>
      </w:r>
    </w:p>
    <w:p w:rsidR="002C122D" w:rsidRDefault="002C122D" w:rsidP="002C122D">
      <w:r>
        <w:t xml:space="preserve">Thank you for that, </w:t>
      </w:r>
      <w:proofErr w:type="gramStart"/>
      <w:r>
        <w:t>it’s</w:t>
      </w:r>
      <w:proofErr w:type="gramEnd"/>
      <w:r>
        <w:t xml:space="preserve"> all really interesting. Just picking up again on what a number of you have said.  Earlier on someone talked about not having any faith in GPs and things like that, and </w:t>
      </w:r>
      <w:proofErr w:type="gramStart"/>
      <w:r>
        <w:t>I’m</w:t>
      </w:r>
      <w:proofErr w:type="gramEnd"/>
      <w:r>
        <w:t xml:space="preserve"> just thinking about, you know, terms of what intervention, as a result of this research project, is going to be designed as a way of helping and encourage people to seek help.  You know, currently, the way the system is set up, is that to access memory services you go through your GP, you know, </w:t>
      </w:r>
      <w:proofErr w:type="gramStart"/>
      <w:r>
        <w:t>it’s</w:t>
      </w:r>
      <w:proofErr w:type="gramEnd"/>
      <w:r>
        <w:t xml:space="preserve"> the GP that makes the referral.  So </w:t>
      </w:r>
      <w:proofErr w:type="gramStart"/>
      <w:r>
        <w:t>we’ve</w:t>
      </w:r>
      <w:proofErr w:type="gramEnd"/>
      <w:r>
        <w:t xml:space="preserve"> spoken a lot about, you know, the GP, maybe being a place where you maybe don’t want to go, and things like that.  What </w:t>
      </w:r>
      <w:proofErr w:type="gramStart"/>
      <w:r>
        <w:t>I’m</w:t>
      </w:r>
      <w:proofErr w:type="gramEnd"/>
      <w:r>
        <w:t xml:space="preserve"> thinking is, what do you think would make you feel that it’s worthwhile going to see your GP for memory problems? </w:t>
      </w:r>
    </w:p>
    <w:p w:rsidR="002C122D" w:rsidRDefault="002C122D" w:rsidP="002C122D">
      <w:r>
        <w:t>[00:57:38]</w:t>
      </w:r>
    </w:p>
    <w:p w:rsidR="002C122D" w:rsidRDefault="009B3E3D" w:rsidP="002C122D">
      <w:pPr>
        <w:pStyle w:val="Heading2"/>
      </w:pPr>
      <w:r>
        <w:t>G05BAM28</w:t>
      </w:r>
      <w:r w:rsidR="002C122D" w:rsidRPr="00E712B0">
        <w:t xml:space="preserve"> </w:t>
      </w:r>
    </w:p>
    <w:p w:rsidR="002C122D" w:rsidRDefault="002C122D" w:rsidP="002C122D">
      <w:r>
        <w:t xml:space="preserve">If </w:t>
      </w:r>
      <w:proofErr w:type="gramStart"/>
      <w:r>
        <w:t>they’ve got</w:t>
      </w:r>
      <w:proofErr w:type="gramEnd"/>
      <w:r>
        <w:t>... it was like... if they’ve got enough time, because if you... for talking about forgetfulness, it’s not, like, five, ten minutes, you’ve finished.  You need about 30 or 40 minutes</w:t>
      </w:r>
    </w:p>
    <w:p w:rsidR="002C122D" w:rsidRDefault="009B3E3D" w:rsidP="002C122D">
      <w:pPr>
        <w:pStyle w:val="Heading2"/>
      </w:pPr>
      <w:r>
        <w:t>G05BAM24</w:t>
      </w:r>
      <w:r w:rsidR="002C122D" w:rsidRPr="005B0747">
        <w:t xml:space="preserve"> </w:t>
      </w:r>
    </w:p>
    <w:p w:rsidR="002C122D" w:rsidRDefault="002C122D" w:rsidP="002C122D">
      <w:r>
        <w:t xml:space="preserve">You </w:t>
      </w:r>
      <w:proofErr w:type="gramStart"/>
      <w:r>
        <w:t>haven’t</w:t>
      </w:r>
      <w:proofErr w:type="gramEnd"/>
      <w:r>
        <w:t xml:space="preserve"> got [</w:t>
      </w:r>
      <w:proofErr w:type="spellStart"/>
      <w:r>
        <w:t>overtalking</w:t>
      </w:r>
      <w:proofErr w:type="spellEnd"/>
      <w:r>
        <w:t>].</w:t>
      </w:r>
    </w:p>
    <w:p w:rsidR="002C122D" w:rsidRDefault="009B3E3D" w:rsidP="002C122D">
      <w:pPr>
        <w:pStyle w:val="Heading2"/>
      </w:pPr>
      <w:r>
        <w:lastRenderedPageBreak/>
        <w:t>G05BAM28</w:t>
      </w:r>
      <w:r w:rsidR="002C122D" w:rsidRPr="005B0747">
        <w:t xml:space="preserve"> </w:t>
      </w:r>
    </w:p>
    <w:p w:rsidR="002C122D" w:rsidRDefault="002C122D" w:rsidP="002C122D">
      <w:r>
        <w:t xml:space="preserve">To explain exactly what problems are you having, </w:t>
      </w:r>
      <w:proofErr w:type="gramStart"/>
      <w:r>
        <w:t>forgetting.</w:t>
      </w:r>
      <w:proofErr w:type="gramEnd"/>
      <w:r>
        <w:t xml:space="preserve"> </w:t>
      </w:r>
    </w:p>
    <w:p w:rsidR="002C122D" w:rsidRDefault="002C122D" w:rsidP="002C122D">
      <w:r>
        <w:t>[00:57:51]</w:t>
      </w:r>
    </w:p>
    <w:p w:rsidR="002C122D" w:rsidRDefault="009B3E3D" w:rsidP="002C122D">
      <w:pPr>
        <w:pStyle w:val="Heading2"/>
      </w:pPr>
      <w:r>
        <w:t>UCLRA02</w:t>
      </w:r>
      <w:r w:rsidR="002C122D" w:rsidRPr="005B0747">
        <w:t xml:space="preserve"> </w:t>
      </w:r>
    </w:p>
    <w:p w:rsidR="002C122D" w:rsidRDefault="002C122D" w:rsidP="002C122D">
      <w:r>
        <w:t>Okay.</w:t>
      </w:r>
    </w:p>
    <w:p w:rsidR="002C122D" w:rsidRDefault="009B3E3D" w:rsidP="002C122D">
      <w:pPr>
        <w:pStyle w:val="Heading2"/>
      </w:pPr>
      <w:r>
        <w:t>G05BAM28</w:t>
      </w:r>
      <w:r w:rsidR="002C122D" w:rsidRPr="005B0747">
        <w:t xml:space="preserve"> </w:t>
      </w:r>
    </w:p>
    <w:p w:rsidR="002C122D" w:rsidRDefault="002C122D" w:rsidP="002C122D">
      <w:r>
        <w:t>How long... you need time to really explain yourself.</w:t>
      </w:r>
    </w:p>
    <w:p w:rsidR="002C122D" w:rsidRDefault="009B3E3D" w:rsidP="002C122D">
      <w:pPr>
        <w:pStyle w:val="Heading2"/>
      </w:pPr>
      <w:r>
        <w:t>UCLRA02</w:t>
      </w:r>
      <w:r w:rsidR="002C122D" w:rsidRPr="005B0747">
        <w:tab/>
      </w:r>
    </w:p>
    <w:p w:rsidR="002C122D" w:rsidRDefault="002C122D" w:rsidP="002C122D">
      <w:proofErr w:type="gramStart"/>
      <w:r>
        <w:t>Okay, so...</w:t>
      </w:r>
      <w:proofErr w:type="gramEnd"/>
    </w:p>
    <w:p w:rsidR="002C122D" w:rsidRDefault="009B3E3D" w:rsidP="002C122D">
      <w:pPr>
        <w:pStyle w:val="Heading2"/>
      </w:pPr>
      <w:r>
        <w:t>G05BAM28</w:t>
      </w:r>
      <w:r w:rsidR="002C122D" w:rsidRPr="005B0747">
        <w:t xml:space="preserve"> </w:t>
      </w:r>
    </w:p>
    <w:p w:rsidR="002C122D" w:rsidRDefault="002C122D" w:rsidP="002C122D">
      <w:r w:rsidRPr="005B0747">
        <w:t xml:space="preserve">You can... </w:t>
      </w:r>
      <w:proofErr w:type="gramStart"/>
      <w:r w:rsidRPr="005B0747">
        <w:t>it’s</w:t>
      </w:r>
      <w:proofErr w:type="gramEnd"/>
      <w:r w:rsidRPr="005B0747">
        <w:t xml:space="preserve"> more serious than</w:t>
      </w:r>
      <w:r>
        <w:t xml:space="preserve"> a headache. </w:t>
      </w:r>
      <w:proofErr w:type="gramStart"/>
      <w:r>
        <w:t>It’s</w:t>
      </w:r>
      <w:proofErr w:type="gramEnd"/>
      <w:r>
        <w:t xml:space="preserve"> like a long job that you’ve got, trying to say doc, I forget things.  I do things this way.  Then she has to... she has to explain to you </w:t>
      </w:r>
      <w:proofErr w:type="gramStart"/>
      <w:r>
        <w:t>what’s</w:t>
      </w:r>
      <w:proofErr w:type="gramEnd"/>
      <w:r>
        <w:t xml:space="preserve">... people, they don’t know what... what causes it anyway. </w:t>
      </w:r>
    </w:p>
    <w:p w:rsidR="002C122D" w:rsidRDefault="002C122D" w:rsidP="002C122D">
      <w:r>
        <w:t>[00:58:12]</w:t>
      </w:r>
    </w:p>
    <w:p w:rsidR="002C122D" w:rsidRDefault="009B3E3D" w:rsidP="002C122D">
      <w:pPr>
        <w:pStyle w:val="Heading2"/>
      </w:pPr>
      <w:r>
        <w:t>G05BAF29</w:t>
      </w:r>
      <w:r w:rsidR="002C122D" w:rsidRPr="006124B2">
        <w:t xml:space="preserve"> </w:t>
      </w:r>
    </w:p>
    <w:p w:rsidR="002C122D" w:rsidRDefault="002C122D" w:rsidP="002C122D">
      <w:r w:rsidRPr="005B0747">
        <w:t xml:space="preserve"> </w:t>
      </w:r>
      <w:proofErr w:type="gramStart"/>
      <w:r>
        <w:t>But as it is now...</w:t>
      </w:r>
      <w:proofErr w:type="gramEnd"/>
    </w:p>
    <w:p w:rsidR="002C122D" w:rsidRDefault="009B3E3D" w:rsidP="002C122D">
      <w:pPr>
        <w:pStyle w:val="Heading2"/>
      </w:pPr>
      <w:r>
        <w:t>G05BAM28</w:t>
      </w:r>
      <w:r w:rsidR="002C122D" w:rsidRPr="002A6FF7">
        <w:t xml:space="preserve"> </w:t>
      </w:r>
    </w:p>
    <w:p w:rsidR="002C122D" w:rsidRDefault="002C122D" w:rsidP="002C122D">
      <w:r>
        <w:t>It has never been explained.</w:t>
      </w:r>
    </w:p>
    <w:p w:rsidR="00FB5561" w:rsidRDefault="00FB5561" w:rsidP="002C122D"/>
    <w:p w:rsidR="002C122D" w:rsidRDefault="009B3E3D" w:rsidP="002C122D">
      <w:r w:rsidRPr="001D06E4">
        <w:rPr>
          <w:rStyle w:val="Heading2Char"/>
        </w:rPr>
        <w:t>G05BAF29</w:t>
      </w:r>
      <w:r w:rsidR="002C122D" w:rsidRPr="006124B2">
        <w:rPr>
          <w:rFonts w:ascii="Calibri Light" w:hAnsi="Calibri Light"/>
          <w:b/>
          <w:bCs/>
          <w:i/>
          <w:iCs/>
          <w:sz w:val="28"/>
          <w:szCs w:val="28"/>
        </w:rPr>
        <w:cr/>
      </w:r>
      <w:r w:rsidR="002C122D">
        <w:t xml:space="preserve">There is no </w:t>
      </w:r>
      <w:r w:rsidR="00DC00D2">
        <w:t>treatment for dementia, am I right?</w:t>
      </w:r>
      <w:r w:rsidR="002C122D">
        <w:t xml:space="preserve">  Yes, so seeing a GP, I would expect that they would actually refer me </w:t>
      </w:r>
      <w:r w:rsidR="00A24559">
        <w:t xml:space="preserve">to </w:t>
      </w:r>
      <w:r w:rsidR="002C122D">
        <w:t xml:space="preserve">appropriate services in the community, and some of the services </w:t>
      </w:r>
      <w:r w:rsidR="00A24559">
        <w:t xml:space="preserve">that </w:t>
      </w:r>
      <w:r w:rsidR="002C122D">
        <w:t xml:space="preserve">they have are not culturally appropriate to people’s understanding.  So how am I sure that after seeing the GP, my issue’s going to get better not worse, because there are no links between the GP, mostly, with the community.  So GPs are the first services commissioned by the NHS, but not usually in the community, because they </w:t>
      </w:r>
      <w:proofErr w:type="gramStart"/>
      <w:r w:rsidR="002C122D">
        <w:t>don’t</w:t>
      </w:r>
      <w:proofErr w:type="gramEnd"/>
      <w:r w:rsidR="002C122D">
        <w:t xml:space="preserve"> have that information of what is going on, so there needs to be a link, because not everybody can benefit from the majority of services.  For example, like now, we work on the women who have undergone female genital mutilation, and when they go to their GPs, because they have psychological issues, they are referred to generic counselling services which do not help that person at all.  So we end up getting women who have gone through the system for years, and when they come to us, and we do understand what they have gone through, then they wonder, why </w:t>
      </w:r>
      <w:proofErr w:type="gramStart"/>
      <w:r w:rsidR="002C122D">
        <w:t>wasn’t</w:t>
      </w:r>
      <w:proofErr w:type="gramEnd"/>
      <w:r w:rsidR="002C122D">
        <w:t xml:space="preserve"> I sent here?  You see </w:t>
      </w:r>
      <w:proofErr w:type="gramStart"/>
      <w:r w:rsidR="002C122D">
        <w:t>that?</w:t>
      </w:r>
      <w:proofErr w:type="gramEnd"/>
      <w:r w:rsidR="002C122D">
        <w:t xml:space="preserve">  So we need to have certain services that limit risk, certain issues, in certain individual, because we are not all the same. </w:t>
      </w:r>
    </w:p>
    <w:p w:rsidR="002C122D" w:rsidRDefault="009B3E3D" w:rsidP="002C122D">
      <w:pPr>
        <w:pStyle w:val="Heading2"/>
      </w:pPr>
      <w:r>
        <w:t>UCLRA02</w:t>
      </w:r>
      <w:r w:rsidR="002C122D" w:rsidRPr="00080E3C">
        <w:t xml:space="preserve"> </w:t>
      </w:r>
    </w:p>
    <w:p w:rsidR="002C122D" w:rsidRDefault="002C122D" w:rsidP="002C122D">
      <w:r>
        <w:t xml:space="preserve">Sure, thank you very much. </w:t>
      </w:r>
    </w:p>
    <w:p w:rsidR="002C122D" w:rsidRDefault="009B3E3D" w:rsidP="002C122D">
      <w:pPr>
        <w:pStyle w:val="Heading2"/>
      </w:pPr>
      <w:r>
        <w:t>G05BAM28</w:t>
      </w:r>
      <w:r w:rsidR="002C122D" w:rsidRPr="00080E3C">
        <w:t xml:space="preserve"> </w:t>
      </w:r>
    </w:p>
    <w:p w:rsidR="002C122D" w:rsidRDefault="002C122D" w:rsidP="002C122D">
      <w:proofErr w:type="gramStart"/>
      <w:r>
        <w:t>Your question...</w:t>
      </w:r>
      <w:proofErr w:type="gramEnd"/>
    </w:p>
    <w:p w:rsidR="002C122D" w:rsidRDefault="009B3E3D" w:rsidP="002C122D">
      <w:pPr>
        <w:pStyle w:val="Heading2"/>
      </w:pPr>
      <w:r>
        <w:lastRenderedPageBreak/>
        <w:t>G05BAF27</w:t>
      </w:r>
    </w:p>
    <w:p w:rsidR="002C122D" w:rsidRDefault="002C122D" w:rsidP="002C122D">
      <w:r>
        <w:t>Can I say something?</w:t>
      </w:r>
    </w:p>
    <w:p w:rsidR="002C122D" w:rsidRDefault="002C122D" w:rsidP="002C122D">
      <w:r>
        <w:t>[00:59:53]</w:t>
      </w:r>
    </w:p>
    <w:p w:rsidR="002C122D" w:rsidRDefault="009B3E3D" w:rsidP="002C122D">
      <w:pPr>
        <w:pStyle w:val="Heading2"/>
      </w:pPr>
      <w:r>
        <w:t>UCLRA02</w:t>
      </w:r>
      <w:r w:rsidR="002C122D" w:rsidRPr="00080E3C">
        <w:t xml:space="preserve"> </w:t>
      </w:r>
    </w:p>
    <w:p w:rsidR="002C122D" w:rsidRDefault="002C122D" w:rsidP="002C122D">
      <w:r>
        <w:t xml:space="preserve">Yes. </w:t>
      </w:r>
    </w:p>
    <w:p w:rsidR="002C122D" w:rsidRPr="005679D7" w:rsidRDefault="009B3E3D" w:rsidP="002C122D">
      <w:pPr>
        <w:pStyle w:val="Heading2"/>
      </w:pPr>
      <w:r>
        <w:t>G05BAF27</w:t>
      </w:r>
    </w:p>
    <w:p w:rsidR="002C122D" w:rsidRDefault="002C122D" w:rsidP="002C122D">
      <w:r w:rsidRPr="007F591C">
        <w:t xml:space="preserve">When you... like, for me personally, when I used to </w:t>
      </w:r>
      <w:r>
        <w:t>go to the GP, I have this problem, I have this problem, she would always tell me,</w:t>
      </w:r>
      <w:r w:rsidR="00F451EC">
        <w:t xml:space="preserve"> </w:t>
      </w:r>
      <w:proofErr w:type="gramStart"/>
      <w:r w:rsidR="00F451EC">
        <w:t xml:space="preserve">oh </w:t>
      </w:r>
      <w:r>
        <w:t xml:space="preserve"> it’s</w:t>
      </w:r>
      <w:proofErr w:type="gramEnd"/>
      <w:r>
        <w:t xml:space="preserve"> nothing, it’s nothing.  I went so many times, like, six or seven times, and then I told a friend of mine.  My fri</w:t>
      </w:r>
      <w:r w:rsidR="00F451EC">
        <w:t>end said, let’s research into it</w:t>
      </w:r>
      <w:r>
        <w:t xml:space="preserve"> on the internet, and we did get a problem, and had to print out that thing, and go with it to the GP to see what it is, and that’s the only time that the GP looked at it.  So, I think before releasing, providing information, make people aware about the condition that they have, and then giving them, empowering them.  Give... take them this leaflet that </w:t>
      </w:r>
      <w:proofErr w:type="gramStart"/>
      <w:r>
        <w:t>you’ve</w:t>
      </w:r>
      <w:proofErr w:type="gramEnd"/>
      <w:r>
        <w:t xml:space="preserve"> seen, either an app or a leaflet, go and address that with your GP, otherwise the GPs don’t listen to you.  So even if you see a [unclear] with the GP they will just ignore that issue. </w:t>
      </w:r>
    </w:p>
    <w:p w:rsidR="002C122D" w:rsidRDefault="002C122D" w:rsidP="002C122D">
      <w:r>
        <w:t>[01:00:38]</w:t>
      </w:r>
    </w:p>
    <w:p w:rsidR="00F451EC" w:rsidRDefault="009B3E3D" w:rsidP="00F451EC">
      <w:pPr>
        <w:pStyle w:val="Heading2"/>
      </w:pPr>
      <w:r>
        <w:t>G05BAM24</w:t>
      </w:r>
      <w:r w:rsidR="00F451EC" w:rsidRPr="005B0747">
        <w:t xml:space="preserve"> </w:t>
      </w:r>
    </w:p>
    <w:p w:rsidR="002C122D" w:rsidRDefault="002C122D" w:rsidP="002C122D">
      <w:r>
        <w:t>I think...</w:t>
      </w:r>
    </w:p>
    <w:p w:rsidR="002C122D" w:rsidRPr="005679D7" w:rsidRDefault="009B3E3D" w:rsidP="002C122D">
      <w:pPr>
        <w:pStyle w:val="Heading2"/>
      </w:pPr>
      <w:r>
        <w:t>G05BAF27</w:t>
      </w:r>
    </w:p>
    <w:p w:rsidR="002C122D" w:rsidRDefault="002C122D" w:rsidP="002C122D">
      <w:r>
        <w:t xml:space="preserve">So I think its empowering people, to have something before going to the GP, otherwise they just </w:t>
      </w:r>
      <w:proofErr w:type="gramStart"/>
      <w:r>
        <w:t>don’t</w:t>
      </w:r>
      <w:proofErr w:type="gramEnd"/>
      <w:r>
        <w:t xml:space="preserve"> listen to you.</w:t>
      </w:r>
    </w:p>
    <w:p w:rsidR="002C122D" w:rsidRDefault="009B3E3D" w:rsidP="002C122D">
      <w:pPr>
        <w:pStyle w:val="Heading2"/>
      </w:pPr>
      <w:r>
        <w:t>UCLRA02</w:t>
      </w:r>
      <w:r w:rsidR="002C122D" w:rsidRPr="005679D7">
        <w:t xml:space="preserve"> </w:t>
      </w:r>
    </w:p>
    <w:p w:rsidR="00D15C52" w:rsidRDefault="002C122D" w:rsidP="00D15C52">
      <w:r>
        <w:t>Okay, so they take something with</w:t>
      </w:r>
      <w:r w:rsidR="00D15C52">
        <w:t xml:space="preserve"> </w:t>
      </w:r>
      <w:proofErr w:type="gramStart"/>
      <w:r w:rsidR="00D15C52">
        <w:t>them</w:t>
      </w:r>
      <w:proofErr w:type="gramEnd"/>
      <w:r w:rsidR="00D15C52">
        <w:t xml:space="preserve"> to the GP, to say, look at what I’m experiencing.</w:t>
      </w:r>
    </w:p>
    <w:p w:rsidR="002C122D" w:rsidRDefault="00D15C52" w:rsidP="00D15C52">
      <w:r>
        <w:t xml:space="preserve"> </w:t>
      </w:r>
      <w:r w:rsidR="002C122D">
        <w:t>[01:00:50]</w:t>
      </w:r>
    </w:p>
    <w:p w:rsidR="002C122D" w:rsidRDefault="009B3E3D" w:rsidP="002C122D">
      <w:pPr>
        <w:pStyle w:val="Heading2"/>
      </w:pPr>
      <w:r>
        <w:t>G05BAF27</w:t>
      </w:r>
    </w:p>
    <w:p w:rsidR="002C122D" w:rsidRDefault="00D15C52" w:rsidP="002C122D">
      <w:r>
        <w:t xml:space="preserve">Yes. </w:t>
      </w:r>
      <w:proofErr w:type="gramStart"/>
      <w:r w:rsidR="002C122D">
        <w:t>All these and...</w:t>
      </w:r>
      <w:proofErr w:type="gramEnd"/>
      <w:r w:rsidR="002C122D">
        <w:t xml:space="preserve"> </w:t>
      </w:r>
      <w:proofErr w:type="gramStart"/>
      <w:r w:rsidR="002C122D">
        <w:t>because</w:t>
      </w:r>
      <w:proofErr w:type="gramEnd"/>
      <w:r w:rsidR="002C122D">
        <w:t xml:space="preserve"> it’s like no connection, sequence.  They just [unclear] but once I connected all those symptoms I could see this is the problem that I have, and it’s through a friend that I was able to do that, otherwise the GP, there’s nothing wrong, this tick, this tick, small tick, they don’t have the time.</w:t>
      </w:r>
    </w:p>
    <w:p w:rsidR="002C122D" w:rsidRPr="000E19AD" w:rsidRDefault="009B3E3D" w:rsidP="002C122D">
      <w:pPr>
        <w:pStyle w:val="Heading2"/>
      </w:pPr>
      <w:r>
        <w:t>UCLRA02</w:t>
      </w:r>
      <w:r w:rsidR="002C122D" w:rsidRPr="000E19AD">
        <w:t xml:space="preserve"> </w:t>
      </w:r>
    </w:p>
    <w:p w:rsidR="002C122D" w:rsidRDefault="002C122D" w:rsidP="002C122D">
      <w:r>
        <w:t xml:space="preserve">Thank you, </w:t>
      </w:r>
      <w:proofErr w:type="gramStart"/>
      <w:r>
        <w:t>that’s</w:t>
      </w:r>
      <w:proofErr w:type="gramEnd"/>
      <w:r>
        <w:t xml:space="preserve"> really interesting.</w:t>
      </w:r>
    </w:p>
    <w:p w:rsidR="00C4310F" w:rsidRDefault="009B3E3D" w:rsidP="00C4310F">
      <w:pPr>
        <w:pStyle w:val="Heading2"/>
      </w:pPr>
      <w:r>
        <w:t>G05BAM24</w:t>
      </w:r>
      <w:r w:rsidR="00C4310F" w:rsidRPr="005B0747">
        <w:t xml:space="preserve"> </w:t>
      </w:r>
    </w:p>
    <w:p w:rsidR="002C122D" w:rsidRDefault="002C122D" w:rsidP="00F966A6">
      <w:r>
        <w:t>My concern is, you know, the way the ques</w:t>
      </w:r>
      <w:r w:rsidR="00C4310F">
        <w:t>tion is asked</w:t>
      </w:r>
      <w:r>
        <w:t xml:space="preserve">.  The interest is in, I believe, is in trying to get people to recognise, you know, memory problems.  I know you asked, what would make us access... go to the GP?  I think, this obsession with GPs, which is not only for dementia [unclear], everything, and I think this of course is the way the healthcare system is set up, but I believe that there must be recognition that </w:t>
      </w:r>
      <w:r>
        <w:lastRenderedPageBreak/>
        <w:t xml:space="preserve">healthcare, or, you know, public health, is not the responsibility of the GPs only.  The GPs can do only so much, but we need a lot of complementary, you know, services, and there has been recognition that, you know, the community-based services contribute as much as clinical services, so, you know, public health services.  So I think the question should not be what would make... what should be done to make people go to the GP.  I mean, that’s fine, </w:t>
      </w:r>
      <w:proofErr w:type="gramStart"/>
      <w:r>
        <w:t>that’s</w:t>
      </w:r>
      <w:proofErr w:type="gramEnd"/>
      <w:r>
        <w:t xml:space="preserve"> fine in terms of training people.  I mean, the GP staff, for example, to be aware of the various issues, and </w:t>
      </w:r>
      <w:proofErr w:type="gramStart"/>
      <w:r>
        <w:t>I’m</w:t>
      </w:r>
      <w:proofErr w:type="gramEnd"/>
      <w:r>
        <w:t xml:space="preserve"> saying this because of HIV, for example.  If you go to a GP right now, I’m sure I can guarantee, to 80% of the GP surgeries in London, you will, almost defi</w:t>
      </w:r>
      <w:r w:rsidR="00F966A6">
        <w:t>nitely, encounter a Stealth member of</w:t>
      </w:r>
      <w:r>
        <w:t xml:space="preserve"> a receptionist who has never known anything to do with HIV, and who does not understand the confidentiality issues, and yet does not want to</w:t>
      </w:r>
      <w:r w:rsidR="00F966A6">
        <w:t xml:space="preserve"> touch it, and yet they want to</w:t>
      </w:r>
      <w:r>
        <w:t xml:space="preserve"> more</w:t>
      </w:r>
      <w:r w:rsidR="00F966A6">
        <w:t xml:space="preserve"> people to go to </w:t>
      </w:r>
      <w:r>
        <w:t>the GPs to do screening for HIV.  So, first of all, training is very important.</w:t>
      </w:r>
    </w:p>
    <w:p w:rsidR="002C122D" w:rsidRDefault="002C122D" w:rsidP="002C122D">
      <w:r>
        <w:t>[01:02:48]</w:t>
      </w:r>
    </w:p>
    <w:p w:rsidR="002C122D" w:rsidRDefault="009B3E3D" w:rsidP="002C122D">
      <w:pPr>
        <w:pStyle w:val="Heading2"/>
      </w:pPr>
      <w:r>
        <w:t>G05BAF29</w:t>
      </w:r>
    </w:p>
    <w:p w:rsidR="002C122D" w:rsidRDefault="00F1589B" w:rsidP="002C122D">
      <w:proofErr w:type="gramStart"/>
      <w:r>
        <w:t>For the GPs.</w:t>
      </w:r>
      <w:proofErr w:type="gramEnd"/>
    </w:p>
    <w:p w:rsidR="00F1589B" w:rsidRDefault="009B3E3D" w:rsidP="00F1589B">
      <w:pPr>
        <w:pStyle w:val="Heading2"/>
      </w:pPr>
      <w:r>
        <w:t>G05BAM24</w:t>
      </w:r>
      <w:r w:rsidR="00F1589B" w:rsidRPr="005B0747">
        <w:t xml:space="preserve"> </w:t>
      </w:r>
    </w:p>
    <w:p w:rsidR="002C122D" w:rsidRPr="00684E1D" w:rsidRDefault="002C122D" w:rsidP="00997F82">
      <w:r>
        <w:t>Yes, but I think the question, actually, should be, [unclear] talk [?] away from, I mean, should be geared at maximising opportunities for people to recognise and address memory problems, rather than this obsession with that... making sure that everyone goes to a GP.</w:t>
      </w:r>
      <w:r w:rsidRPr="00684E1D">
        <w:t xml:space="preserve"> Because then, it seems like this research has been designed in such a way to justify or </w:t>
      </w:r>
      <w:r w:rsidR="00997F82">
        <w:t xml:space="preserve">to </w:t>
      </w:r>
      <w:r w:rsidRPr="00684E1D">
        <w:t xml:space="preserve">try and get people to change their perceptions, or to have more confidence in GPs, </w:t>
      </w:r>
      <w:r w:rsidR="00997F82">
        <w:t xml:space="preserve">as opposed </w:t>
      </w:r>
      <w:r w:rsidRPr="00684E1D">
        <w:t>to try</w:t>
      </w:r>
      <w:r w:rsidR="00997F82">
        <w:t>ing</w:t>
      </w:r>
      <w:r w:rsidRPr="00684E1D">
        <w:t xml:space="preserve"> to get people to…</w:t>
      </w:r>
    </w:p>
    <w:p w:rsidR="002C122D" w:rsidRPr="00684E1D" w:rsidRDefault="002C122D" w:rsidP="002C122D">
      <w:pPr>
        <w:pStyle w:val="Heading2"/>
        <w:rPr>
          <w:rFonts w:ascii="Times New Roman" w:eastAsia="Calibri" w:hAnsi="Times New Roman"/>
          <w:b w:val="0"/>
          <w:bCs w:val="0"/>
          <w:i w:val="0"/>
          <w:iCs w:val="0"/>
          <w:sz w:val="24"/>
          <w:szCs w:val="24"/>
        </w:rPr>
      </w:pPr>
      <w:r w:rsidRPr="00684E1D">
        <w:rPr>
          <w:rFonts w:ascii="Times New Roman" w:eastAsia="Calibri" w:hAnsi="Times New Roman"/>
          <w:b w:val="0"/>
          <w:bCs w:val="0"/>
          <w:i w:val="0"/>
          <w:iCs w:val="0"/>
          <w:sz w:val="24"/>
          <w:szCs w:val="24"/>
        </w:rPr>
        <w:t>01:03:19</w:t>
      </w:r>
    </w:p>
    <w:p w:rsidR="002C122D" w:rsidRPr="00684E1D" w:rsidRDefault="009B3E3D" w:rsidP="002C122D">
      <w:pPr>
        <w:pStyle w:val="Heading2"/>
      </w:pPr>
      <w:r>
        <w:t>G05BAF29</w:t>
      </w:r>
    </w:p>
    <w:p w:rsidR="002C122D" w:rsidRPr="00684E1D" w:rsidRDefault="002C122D" w:rsidP="002C122D">
      <w:pPr>
        <w:pStyle w:val="NoSpacing"/>
        <w:rPr>
          <w:rFonts w:ascii="Times New Roman" w:hAnsi="Times New Roman"/>
          <w:sz w:val="24"/>
          <w:szCs w:val="24"/>
        </w:rPr>
      </w:pPr>
      <w:proofErr w:type="gramStart"/>
      <w:r w:rsidRPr="00684E1D">
        <w:rPr>
          <w:rFonts w:ascii="Times New Roman" w:hAnsi="Times New Roman"/>
          <w:sz w:val="24"/>
          <w:szCs w:val="24"/>
        </w:rPr>
        <w:t>Building community services.</w:t>
      </w:r>
      <w:proofErr w:type="gramEnd"/>
    </w:p>
    <w:p w:rsidR="00E8069A" w:rsidRDefault="009B3E3D" w:rsidP="00E8069A">
      <w:pPr>
        <w:pStyle w:val="Heading2"/>
      </w:pPr>
      <w:r>
        <w:t>G05BAM24</w:t>
      </w:r>
      <w:r w:rsidR="00E8069A" w:rsidRPr="005B0747">
        <w:t xml:space="preserve"> </w:t>
      </w:r>
    </w:p>
    <w:p w:rsidR="002C122D" w:rsidRPr="00684E1D" w:rsidRDefault="002C122D" w:rsidP="002C122D">
      <w:pPr>
        <w:pStyle w:val="NoSpacing"/>
        <w:rPr>
          <w:rFonts w:ascii="Times New Roman" w:hAnsi="Times New Roman"/>
          <w:sz w:val="24"/>
          <w:szCs w:val="24"/>
        </w:rPr>
      </w:pPr>
      <w:r w:rsidRPr="00684E1D">
        <w:rPr>
          <w:rFonts w:ascii="Times New Roman" w:hAnsi="Times New Roman"/>
          <w:sz w:val="24"/>
          <w:szCs w:val="24"/>
        </w:rPr>
        <w:t xml:space="preserve">Yes, to recognise that their health is most important, try </w:t>
      </w:r>
      <w:proofErr w:type="gramStart"/>
      <w:r w:rsidRPr="00684E1D">
        <w:rPr>
          <w:rFonts w:ascii="Times New Roman" w:hAnsi="Times New Roman"/>
          <w:sz w:val="24"/>
          <w:szCs w:val="24"/>
        </w:rPr>
        <w:t>and</w:t>
      </w:r>
      <w:proofErr w:type="gramEnd"/>
      <w:r w:rsidRPr="00684E1D">
        <w:rPr>
          <w:rFonts w:ascii="Times New Roman" w:hAnsi="Times New Roman"/>
          <w:sz w:val="24"/>
          <w:szCs w:val="24"/>
        </w:rPr>
        <w:t xml:space="preserve"> look for solutions. And, you know, what… you know, </w:t>
      </w:r>
      <w:r w:rsidR="009B3E3D">
        <w:rPr>
          <w:rFonts w:ascii="Times New Roman" w:hAnsi="Times New Roman"/>
          <w:sz w:val="24"/>
          <w:szCs w:val="24"/>
        </w:rPr>
        <w:t>G05BAF27</w:t>
      </w:r>
      <w:r w:rsidRPr="00684E1D">
        <w:rPr>
          <w:rFonts w:ascii="Times New Roman" w:hAnsi="Times New Roman"/>
          <w:sz w:val="24"/>
          <w:szCs w:val="24"/>
        </w:rPr>
        <w:t xml:space="preserve"> and </w:t>
      </w:r>
      <w:r w:rsidR="009B3E3D">
        <w:rPr>
          <w:rFonts w:ascii="Times New Roman" w:hAnsi="Times New Roman"/>
          <w:sz w:val="24"/>
          <w:szCs w:val="24"/>
        </w:rPr>
        <w:t>G05BAF29</w:t>
      </w:r>
      <w:r w:rsidRPr="00684E1D">
        <w:rPr>
          <w:rFonts w:ascii="Times New Roman" w:hAnsi="Times New Roman"/>
          <w:sz w:val="24"/>
          <w:szCs w:val="24"/>
        </w:rPr>
        <w:t xml:space="preserve">, </w:t>
      </w:r>
      <w:proofErr w:type="gramStart"/>
      <w:r w:rsidRPr="00684E1D">
        <w:rPr>
          <w:rFonts w:ascii="Times New Roman" w:hAnsi="Times New Roman"/>
          <w:sz w:val="24"/>
          <w:szCs w:val="24"/>
        </w:rPr>
        <w:t>they’re</w:t>
      </w:r>
      <w:proofErr w:type="gramEnd"/>
      <w:r w:rsidRPr="00684E1D">
        <w:rPr>
          <w:rFonts w:ascii="Times New Roman" w:hAnsi="Times New Roman"/>
          <w:sz w:val="24"/>
          <w:szCs w:val="24"/>
        </w:rPr>
        <w:t xml:space="preserve"> saying about, you know, GPs actually not being as [unclear] as people think they are. They do not have time for people, </w:t>
      </w:r>
      <w:r w:rsidR="00003018">
        <w:rPr>
          <w:rFonts w:ascii="Times New Roman" w:hAnsi="Times New Roman"/>
          <w:sz w:val="24"/>
          <w:szCs w:val="24"/>
        </w:rPr>
        <w:t>they have abandoned</w:t>
      </w:r>
      <w:r w:rsidRPr="00684E1D">
        <w:rPr>
          <w:rFonts w:ascii="Times New Roman" w:hAnsi="Times New Roman"/>
          <w:sz w:val="24"/>
          <w:szCs w:val="24"/>
        </w:rPr>
        <w:t>, they are not well-trained on… well, they must be trained as GPs, but the stuff [</w:t>
      </w:r>
      <w:proofErr w:type="spellStart"/>
      <w:r w:rsidRPr="00684E1D">
        <w:rPr>
          <w:rFonts w:ascii="Times New Roman" w:hAnsi="Times New Roman"/>
          <w:sz w:val="24"/>
          <w:szCs w:val="24"/>
        </w:rPr>
        <w:t>overtalking</w:t>
      </w:r>
      <w:proofErr w:type="spellEnd"/>
      <w:r w:rsidRPr="00684E1D">
        <w:rPr>
          <w:rFonts w:ascii="Times New Roman" w:hAnsi="Times New Roman"/>
          <w:sz w:val="24"/>
          <w:szCs w:val="24"/>
        </w:rPr>
        <w:t>].</w:t>
      </w:r>
    </w:p>
    <w:p w:rsidR="002C122D" w:rsidRPr="00684E1D" w:rsidRDefault="002C122D" w:rsidP="002C122D">
      <w:pPr>
        <w:pStyle w:val="Heading2"/>
        <w:rPr>
          <w:rFonts w:ascii="Times New Roman" w:eastAsia="Calibri" w:hAnsi="Times New Roman"/>
          <w:b w:val="0"/>
          <w:bCs w:val="0"/>
          <w:i w:val="0"/>
          <w:iCs w:val="0"/>
          <w:sz w:val="24"/>
          <w:szCs w:val="24"/>
        </w:rPr>
      </w:pPr>
      <w:r w:rsidRPr="00684E1D">
        <w:rPr>
          <w:rFonts w:ascii="Times New Roman" w:eastAsia="Calibri" w:hAnsi="Times New Roman"/>
          <w:b w:val="0"/>
          <w:bCs w:val="0"/>
          <w:i w:val="0"/>
          <w:iCs w:val="0"/>
          <w:sz w:val="24"/>
          <w:szCs w:val="24"/>
        </w:rPr>
        <w:t>01:03:45</w:t>
      </w:r>
    </w:p>
    <w:p w:rsidR="002C122D" w:rsidRPr="00684E1D" w:rsidRDefault="002C122D" w:rsidP="002C122D">
      <w:pPr>
        <w:pStyle w:val="Heading2"/>
        <w:rPr>
          <w:rFonts w:ascii="Times New Roman" w:eastAsia="Calibri" w:hAnsi="Times New Roman"/>
          <w:b w:val="0"/>
          <w:bCs w:val="0"/>
          <w:i w:val="0"/>
          <w:iCs w:val="0"/>
          <w:sz w:val="24"/>
          <w:szCs w:val="24"/>
        </w:rPr>
      </w:pPr>
      <w:r>
        <w:t>Unidentified Female Speaker</w:t>
      </w:r>
    </w:p>
    <w:p w:rsidR="002C122D" w:rsidRPr="00684E1D" w:rsidRDefault="00070BC2" w:rsidP="002C122D">
      <w:pPr>
        <w:pStyle w:val="NoSpacing"/>
        <w:rPr>
          <w:rFonts w:ascii="Times New Roman" w:hAnsi="Times New Roman"/>
          <w:sz w:val="24"/>
          <w:szCs w:val="24"/>
        </w:rPr>
      </w:pPr>
      <w:proofErr w:type="gramStart"/>
      <w:r>
        <w:rPr>
          <w:rFonts w:ascii="Times New Roman" w:hAnsi="Times New Roman"/>
          <w:sz w:val="24"/>
          <w:szCs w:val="24"/>
        </w:rPr>
        <w:t>Most definitely</w:t>
      </w:r>
      <w:r w:rsidR="002C122D" w:rsidRPr="00684E1D">
        <w:rPr>
          <w:rFonts w:ascii="Times New Roman" w:hAnsi="Times New Roman"/>
          <w:sz w:val="24"/>
          <w:szCs w:val="24"/>
        </w:rPr>
        <w:t>.</w:t>
      </w:r>
      <w:proofErr w:type="gramEnd"/>
    </w:p>
    <w:p w:rsidR="00070BC2" w:rsidRDefault="009B3E3D" w:rsidP="00070BC2">
      <w:pPr>
        <w:pStyle w:val="Heading2"/>
      </w:pPr>
      <w:r>
        <w:t>G05BAM24</w:t>
      </w:r>
      <w:r w:rsidR="00070BC2" w:rsidRPr="005B0747">
        <w:t xml:space="preserve"> </w:t>
      </w:r>
    </w:p>
    <w:p w:rsidR="002C122D" w:rsidRPr="00684E1D" w:rsidRDefault="002C122D" w:rsidP="0083035F">
      <w:pPr>
        <w:pStyle w:val="NoSpacing"/>
        <w:rPr>
          <w:rFonts w:ascii="Times New Roman" w:hAnsi="Times New Roman"/>
          <w:sz w:val="24"/>
          <w:szCs w:val="24"/>
        </w:rPr>
      </w:pPr>
      <w:r w:rsidRPr="00684E1D">
        <w:rPr>
          <w:rFonts w:ascii="Times New Roman" w:hAnsi="Times New Roman"/>
          <w:sz w:val="24"/>
          <w:szCs w:val="24"/>
        </w:rPr>
        <w:t xml:space="preserve">Well, yes, so my issue is I think… and I think it’s the mistake that most GPs services </w:t>
      </w:r>
      <w:r w:rsidR="006C0E9A">
        <w:rPr>
          <w:rFonts w:ascii="Times New Roman" w:hAnsi="Times New Roman"/>
          <w:sz w:val="24"/>
          <w:szCs w:val="24"/>
        </w:rPr>
        <w:t>do, and I’ve seen this thing</w:t>
      </w:r>
      <w:r w:rsidRPr="00684E1D">
        <w:rPr>
          <w:rFonts w:ascii="Times New Roman" w:hAnsi="Times New Roman"/>
          <w:sz w:val="24"/>
          <w:szCs w:val="24"/>
        </w:rPr>
        <w:t xml:space="preserve"> with hepatitis, you know, because we’ve done </w:t>
      </w:r>
      <w:r w:rsidR="00F64EAE">
        <w:rPr>
          <w:rFonts w:ascii="Times New Roman" w:hAnsi="Times New Roman"/>
          <w:sz w:val="24"/>
          <w:szCs w:val="24"/>
        </w:rPr>
        <w:t>work with</w:t>
      </w:r>
      <w:r w:rsidRPr="00684E1D">
        <w:rPr>
          <w:rFonts w:ascii="Times New Roman" w:hAnsi="Times New Roman"/>
          <w:sz w:val="24"/>
          <w:szCs w:val="24"/>
        </w:rPr>
        <w:t xml:space="preserve"> hepatitis and HIV… because of cost-cutting measures, there’s this obsession to get everything going through GPs, and I think it’s doing a disservice to the public health </w:t>
      </w:r>
      <w:r w:rsidRPr="00684E1D">
        <w:rPr>
          <w:rFonts w:ascii="Times New Roman" w:hAnsi="Times New Roman"/>
          <w:sz w:val="24"/>
          <w:szCs w:val="24"/>
        </w:rPr>
        <w:lastRenderedPageBreak/>
        <w:t>service, because there is a lot of expertise within communities, there are</w:t>
      </w:r>
      <w:r w:rsidR="00CB273F">
        <w:rPr>
          <w:rFonts w:ascii="Times New Roman" w:hAnsi="Times New Roman"/>
          <w:sz w:val="24"/>
          <w:szCs w:val="24"/>
        </w:rPr>
        <w:t xml:space="preserve"> people who know… but also, there</w:t>
      </w:r>
      <w:r w:rsidRPr="00684E1D">
        <w:rPr>
          <w:rFonts w:ascii="Times New Roman" w:hAnsi="Times New Roman"/>
          <w:sz w:val="24"/>
          <w:szCs w:val="24"/>
        </w:rPr>
        <w:t xml:space="preserve"> are a lot of issues and barriers that the GPs alone cannot address. And as long as we… as long as we continue this obsession with GPs, GPs, GPs, all the time, I think that will get worse. So we need to recognise the various resources within the community, we need to be able to be flexible to design services to complement the existing structures, as opposed to insisting that all the files are to be done through GPs, that everyone recognises that they have </w:t>
      </w:r>
      <w:r w:rsidR="0083035F">
        <w:rPr>
          <w:rFonts w:ascii="Times New Roman" w:hAnsi="Times New Roman"/>
          <w:sz w:val="24"/>
          <w:szCs w:val="24"/>
        </w:rPr>
        <w:t>a</w:t>
      </w:r>
      <w:r w:rsidR="004B36BB">
        <w:rPr>
          <w:rFonts w:ascii="Times New Roman" w:hAnsi="Times New Roman"/>
          <w:sz w:val="24"/>
          <w:szCs w:val="24"/>
        </w:rPr>
        <w:t xml:space="preserve"> problem and see the GP (unclear).</w:t>
      </w:r>
    </w:p>
    <w:p w:rsidR="002C122D" w:rsidRPr="00684E1D" w:rsidRDefault="002C122D" w:rsidP="002C122D">
      <w:pPr>
        <w:pStyle w:val="NoSpacing"/>
        <w:rPr>
          <w:rFonts w:ascii="Times New Roman" w:hAnsi="Times New Roman"/>
          <w:sz w:val="24"/>
          <w:szCs w:val="24"/>
        </w:rPr>
      </w:pPr>
    </w:p>
    <w:p w:rsidR="002C122D" w:rsidRPr="00684E1D" w:rsidRDefault="002C122D" w:rsidP="002C122D">
      <w:pPr>
        <w:pStyle w:val="NoSpacing"/>
        <w:rPr>
          <w:rFonts w:ascii="Times New Roman" w:hAnsi="Times New Roman"/>
          <w:sz w:val="24"/>
          <w:szCs w:val="24"/>
        </w:rPr>
      </w:pPr>
      <w:r w:rsidRPr="00684E1D">
        <w:rPr>
          <w:rFonts w:ascii="Times New Roman" w:hAnsi="Times New Roman"/>
          <w:sz w:val="24"/>
          <w:szCs w:val="24"/>
        </w:rPr>
        <w:t xml:space="preserve">01:04:42 </w:t>
      </w:r>
    </w:p>
    <w:p w:rsidR="002C122D" w:rsidRPr="00684E1D" w:rsidRDefault="009B3E3D" w:rsidP="002C122D">
      <w:pPr>
        <w:pStyle w:val="Heading2"/>
      </w:pPr>
      <w:r>
        <w:t>UCLRA02</w:t>
      </w:r>
    </w:p>
    <w:p w:rsidR="002C122D" w:rsidRPr="00684E1D" w:rsidRDefault="002C122D" w:rsidP="002C122D">
      <w:pPr>
        <w:pStyle w:val="NoSpacingtimesnewroman"/>
        <w:rPr>
          <w:color w:val="auto"/>
        </w:rPr>
      </w:pPr>
      <w:proofErr w:type="gramStart"/>
      <w:r w:rsidRPr="00684E1D">
        <w:rPr>
          <w:color w:val="auto"/>
        </w:rPr>
        <w:t>Really interesting, thank you.</w:t>
      </w:r>
      <w:proofErr w:type="gramEnd"/>
      <w:r w:rsidRPr="00684E1D">
        <w:rPr>
          <w:color w:val="auto"/>
        </w:rPr>
        <w:t xml:space="preserve"> Go on, go first, and then </w:t>
      </w:r>
      <w:proofErr w:type="gramStart"/>
      <w:r w:rsidRPr="00684E1D">
        <w:rPr>
          <w:color w:val="auto"/>
        </w:rPr>
        <w:t>I’ll</w:t>
      </w:r>
      <w:proofErr w:type="gramEnd"/>
      <w:r w:rsidRPr="00684E1D">
        <w:rPr>
          <w:color w:val="auto"/>
        </w:rPr>
        <w:t>…</w:t>
      </w:r>
    </w:p>
    <w:p w:rsidR="002C122D" w:rsidRPr="00684E1D" w:rsidRDefault="009B3E3D" w:rsidP="002C122D">
      <w:pPr>
        <w:pStyle w:val="Heading2"/>
      </w:pPr>
      <w:r>
        <w:t>G05BAF26</w:t>
      </w:r>
    </w:p>
    <w:p w:rsidR="002C122D" w:rsidRPr="00684E1D" w:rsidRDefault="002C122D" w:rsidP="002C122D">
      <w:pPr>
        <w:pStyle w:val="NoSpacingtimesnewroman"/>
        <w:rPr>
          <w:color w:val="auto"/>
        </w:rPr>
      </w:pPr>
      <w:r w:rsidRPr="00684E1D">
        <w:rPr>
          <w:color w:val="auto"/>
        </w:rPr>
        <w:t xml:space="preserve">Okay. My uncle was diagnosed with Parkinson’s disease, a few years ago. When he first </w:t>
      </w:r>
      <w:proofErr w:type="gramStart"/>
      <w:r w:rsidRPr="00684E1D">
        <w:rPr>
          <w:color w:val="auto"/>
        </w:rPr>
        <w:t>got</w:t>
      </w:r>
      <w:proofErr w:type="gramEnd"/>
      <w:r w:rsidRPr="00684E1D">
        <w:rPr>
          <w:color w:val="auto"/>
        </w:rPr>
        <w:t xml:space="preserve"> diagnosed at the </w:t>
      </w:r>
      <w:r w:rsidR="008B4B7E">
        <w:rPr>
          <w:color w:val="auto"/>
        </w:rPr>
        <w:t>hospital, he was given a pack of</w:t>
      </w:r>
      <w:r w:rsidRPr="00684E1D">
        <w:rPr>
          <w:color w:val="auto"/>
        </w:rPr>
        <w:t xml:space="preserve"> information, how Parkinson’s can affect later on his life. But they never considered his language </w:t>
      </w:r>
      <w:proofErr w:type="gramStart"/>
      <w:r w:rsidRPr="00684E1D">
        <w:rPr>
          <w:color w:val="auto"/>
        </w:rPr>
        <w:t>problems,</w:t>
      </w:r>
      <w:proofErr w:type="gramEnd"/>
      <w:r w:rsidRPr="00684E1D">
        <w:rPr>
          <w:color w:val="auto"/>
        </w:rPr>
        <w:t xml:space="preserve"> they didn’t involve the family who were caring for him. Everything we had to do ourselves, to find the services, to find support, and now </w:t>
      </w:r>
      <w:proofErr w:type="gramStart"/>
      <w:r w:rsidRPr="00684E1D">
        <w:rPr>
          <w:color w:val="auto"/>
        </w:rPr>
        <w:t>he’s</w:t>
      </w:r>
      <w:proofErr w:type="gramEnd"/>
      <w:r w:rsidRPr="00684E1D">
        <w:rPr>
          <w:color w:val="auto"/>
        </w:rPr>
        <w:t xml:space="preserve"> at a stage where it’s affecting his mobility. Up to now, </w:t>
      </w:r>
      <w:proofErr w:type="gramStart"/>
      <w:r w:rsidRPr="00684E1D">
        <w:rPr>
          <w:color w:val="auto"/>
        </w:rPr>
        <w:t>there’s</w:t>
      </w:r>
      <w:proofErr w:type="gramEnd"/>
      <w:r w:rsidRPr="00684E1D">
        <w:rPr>
          <w:color w:val="auto"/>
        </w:rPr>
        <w:t xml:space="preserve"> no services in Somali community who address Parkinson’s. So the effect does… has caused him… not only the Parkinson’s disease has changed his life, but also socially he can’t go out and have a social life. So basically, what I’m saying is this… from when he was first diagnosed up to here, the care that he was </w:t>
      </w:r>
      <w:r w:rsidR="008B4B7E">
        <w:rPr>
          <w:color w:val="auto"/>
        </w:rPr>
        <w:t>given, no community language</w:t>
      </w:r>
      <w:r w:rsidRPr="00684E1D">
        <w:rPr>
          <w:color w:val="auto"/>
        </w:rPr>
        <w:t xml:space="preserve"> was involved, no understanding of how community takes… understands Parkinson’s, and all the other the problems that it can cause to him. B</w:t>
      </w:r>
      <w:r w:rsidR="00D1294D">
        <w:rPr>
          <w:color w:val="auto"/>
        </w:rPr>
        <w:t>ut now he’s at a stage where hi</w:t>
      </w:r>
      <w:r w:rsidRPr="00684E1D">
        <w:rPr>
          <w:color w:val="auto"/>
        </w:rPr>
        <w:t>s memory is going, and the impact that i</w:t>
      </w:r>
      <w:r w:rsidR="00A81A68">
        <w:rPr>
          <w:color w:val="auto"/>
        </w:rPr>
        <w:t>t’</w:t>
      </w:r>
      <w:r w:rsidRPr="00684E1D">
        <w:rPr>
          <w:color w:val="auto"/>
        </w:rPr>
        <w:t>s having on my auntie is… she’s also having the time to care for him 24-7, so in terms of understanding dementia, we are seeing it in our own home, and how it impacts on the community and [unclear].</w:t>
      </w:r>
      <w:r w:rsidRPr="00684E1D">
        <w:rPr>
          <w:color w:val="auto"/>
        </w:rPr>
        <w:br/>
      </w:r>
      <w:r w:rsidRPr="00684E1D">
        <w:rPr>
          <w:color w:val="auto"/>
        </w:rPr>
        <w:br/>
        <w:t>01:06:36</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 xml:space="preserve">Let me say something, in terms of GP they… everybody goes to see their GP. GPs, they have a lot of information, resources displayed in their offices, but when somebody comes to see them, they should be </w:t>
      </w:r>
      <w:r w:rsidR="00A81A68">
        <w:rPr>
          <w:color w:val="auto"/>
        </w:rPr>
        <w:t xml:space="preserve">the </w:t>
      </w:r>
      <w:r w:rsidRPr="00684E1D">
        <w:rPr>
          <w:color w:val="auto"/>
        </w:rPr>
        <w:t xml:space="preserve">ones to be able to refer people to those community places, because you see them </w:t>
      </w:r>
      <w:r w:rsidR="00154133">
        <w:rPr>
          <w:color w:val="auto"/>
        </w:rPr>
        <w:t xml:space="preserve">for </w:t>
      </w:r>
      <w:r w:rsidRPr="00684E1D">
        <w:rPr>
          <w:color w:val="auto"/>
        </w:rPr>
        <w:t xml:space="preserve">five minutes and then what do you do after the five minutes? You go back into isolation. Yet they have… they </w:t>
      </w:r>
      <w:proofErr w:type="gramStart"/>
      <w:r w:rsidRPr="00684E1D">
        <w:rPr>
          <w:color w:val="auto"/>
        </w:rPr>
        <w:t>don’t</w:t>
      </w:r>
      <w:proofErr w:type="gramEnd"/>
      <w:r w:rsidRPr="00684E1D">
        <w:rPr>
          <w:color w:val="auto"/>
        </w:rPr>
        <w:t xml:space="preserve"> even want to allow other charities or organisations to display their resources there. So I think there needs to be much, much more training for GPs, to understand that…</w:t>
      </w:r>
      <w:proofErr w:type="gramStart"/>
      <w:r w:rsidR="00C12C3A">
        <w:rPr>
          <w:color w:val="auto"/>
        </w:rPr>
        <w:t xml:space="preserve">when </w:t>
      </w:r>
      <w:r w:rsidRPr="00684E1D">
        <w:rPr>
          <w:color w:val="auto"/>
        </w:rPr>
        <w:t xml:space="preserve"> you</w:t>
      </w:r>
      <w:proofErr w:type="gramEnd"/>
      <w:r w:rsidRPr="00684E1D">
        <w:rPr>
          <w:color w:val="auto"/>
        </w:rPr>
        <w:t xml:space="preserve"> assess somebody for five minutes, but what does the person do after they leave your office? They need to access this dementia charity, they need to access this… you know, this… they have the power to do that, yet they </w:t>
      </w:r>
      <w:proofErr w:type="gramStart"/>
      <w:r w:rsidRPr="00684E1D">
        <w:rPr>
          <w:color w:val="auto"/>
        </w:rPr>
        <w:t>don’t</w:t>
      </w:r>
      <w:proofErr w:type="gramEnd"/>
      <w:r w:rsidRPr="00684E1D">
        <w:rPr>
          <w:color w:val="auto"/>
        </w:rPr>
        <w:t xml:space="preserve"> want to interact and network with the community-based organisations that are within their own locations. I think that they are the ones who are creating a bigger problem, in terms… in terms of health, any kind of health problems. They should be the ones who tell people, </w:t>
      </w:r>
      <w:proofErr w:type="gramStart"/>
      <w:r w:rsidRPr="00684E1D">
        <w:rPr>
          <w:color w:val="auto"/>
        </w:rPr>
        <w:t>here’s</w:t>
      </w:r>
      <w:proofErr w:type="gramEnd"/>
      <w:r w:rsidRPr="00684E1D">
        <w:rPr>
          <w:color w:val="auto"/>
        </w:rPr>
        <w:t xml:space="preserve"> a </w:t>
      </w:r>
      <w:r w:rsidRPr="00684E1D">
        <w:rPr>
          <w:color w:val="auto"/>
        </w:rPr>
        <w:lastRenderedPageBreak/>
        <w:t xml:space="preserve">leaflet on HIV, go and see these organisations. They have the power, but they </w:t>
      </w:r>
      <w:proofErr w:type="gramStart"/>
      <w:r w:rsidRPr="00684E1D">
        <w:rPr>
          <w:color w:val="auto"/>
        </w:rPr>
        <w:t>don’t</w:t>
      </w:r>
      <w:proofErr w:type="gramEnd"/>
      <w:r w:rsidRPr="00684E1D">
        <w:rPr>
          <w:color w:val="auto"/>
        </w:rPr>
        <w:t xml:space="preserve"> use it, so people just get worse and worse and worse, because you can’t go and keep seeing your GP, they don’t want you to go there. So why </w:t>
      </w:r>
      <w:proofErr w:type="gramStart"/>
      <w:r w:rsidRPr="00684E1D">
        <w:rPr>
          <w:color w:val="auto"/>
        </w:rPr>
        <w:t>do</w:t>
      </w:r>
      <w:r w:rsidR="00886DF0">
        <w:rPr>
          <w:color w:val="auto"/>
        </w:rPr>
        <w:t>n’t</w:t>
      </w:r>
      <w:proofErr w:type="gramEnd"/>
      <w:r w:rsidR="00886DF0">
        <w:rPr>
          <w:color w:val="auto"/>
        </w:rPr>
        <w:t xml:space="preserve"> they empower people by giving</w:t>
      </w:r>
      <w:r w:rsidRPr="00684E1D">
        <w:rPr>
          <w:color w:val="auto"/>
        </w:rPr>
        <w:t xml:space="preserve"> them those informational contacts? [</w:t>
      </w:r>
      <w:proofErr w:type="spellStart"/>
      <w:r w:rsidRPr="00684E1D">
        <w:rPr>
          <w:color w:val="auto"/>
        </w:rPr>
        <w:t>Overtalking</w:t>
      </w:r>
      <w:proofErr w:type="spellEnd"/>
      <w:proofErr w:type="gramStart"/>
      <w:r w:rsidRPr="00684E1D">
        <w:rPr>
          <w:color w:val="auto"/>
        </w:rPr>
        <w:t>]</w:t>
      </w:r>
      <w:proofErr w:type="gramEnd"/>
      <w:r w:rsidRPr="00684E1D">
        <w:rPr>
          <w:color w:val="auto"/>
        </w:rPr>
        <w:br/>
      </w:r>
      <w:r w:rsidRPr="00684E1D">
        <w:rPr>
          <w:color w:val="auto"/>
        </w:rPr>
        <w:br/>
        <w:t>01:07:52</w:t>
      </w:r>
    </w:p>
    <w:p w:rsidR="002C122D" w:rsidRPr="00684E1D" w:rsidRDefault="009B3E3D" w:rsidP="002C122D">
      <w:pPr>
        <w:pStyle w:val="Heading2"/>
      </w:pPr>
      <w:r>
        <w:t>UCLRA02</w:t>
      </w:r>
    </w:p>
    <w:p w:rsidR="002C122D" w:rsidRPr="00684E1D" w:rsidRDefault="002C122D" w:rsidP="002C122D">
      <w:proofErr w:type="gramStart"/>
      <w:r w:rsidRPr="00684E1D">
        <w:t>So in terms of the information that we might be providing…</w:t>
      </w:r>
      <w:proofErr w:type="gramEnd"/>
      <w:r w:rsidRPr="00684E1D">
        <w:t xml:space="preserve"> Sorry, we… what time are we on? Yes, we have just run over. We will wrap it up in the next couple of minutes. </w:t>
      </w:r>
      <w:proofErr w:type="gramStart"/>
      <w:r w:rsidRPr="00684E1D">
        <w:t>I’m</w:t>
      </w:r>
      <w:proofErr w:type="gramEnd"/>
      <w:r w:rsidRPr="00684E1D">
        <w:t xml:space="preserve"> just thinking, in terms of the information that we might be providing people with, to try and support and encourage them to seek help, do you think that information, then… you know, again, talking about not having faith in the GPs, perhaps…</w:t>
      </w:r>
    </w:p>
    <w:p w:rsidR="002C122D" w:rsidRPr="00684E1D" w:rsidRDefault="009B3E3D" w:rsidP="002C122D">
      <w:pPr>
        <w:pStyle w:val="Heading2"/>
      </w:pPr>
      <w:r>
        <w:t>G05BAF27</w:t>
      </w:r>
    </w:p>
    <w:p w:rsidR="002C122D" w:rsidRPr="00684E1D" w:rsidRDefault="002C122D" w:rsidP="00DD5562">
      <w:r w:rsidRPr="00684E1D">
        <w:t xml:space="preserve">I think only </w:t>
      </w:r>
      <w:r w:rsidR="00DD5562">
        <w:t>Obi wanted to</w:t>
      </w:r>
      <w:r w:rsidRPr="00684E1D">
        <w:t xml:space="preserve"> first, before we go on the n</w:t>
      </w:r>
      <w:r w:rsidR="00DD5562">
        <w:t xml:space="preserve">ext one, </w:t>
      </w:r>
      <w:proofErr w:type="gramStart"/>
      <w:r w:rsidR="00DD5562">
        <w:t>isn’t</w:t>
      </w:r>
      <w:proofErr w:type="gramEnd"/>
      <w:r w:rsidR="00DD5562">
        <w:t xml:space="preserve"> it?</w:t>
      </w:r>
    </w:p>
    <w:p w:rsidR="002C122D" w:rsidRPr="00684E1D" w:rsidRDefault="009B3E3D" w:rsidP="002C122D">
      <w:pPr>
        <w:pStyle w:val="Heading2"/>
      </w:pPr>
      <w:r>
        <w:t>UCLRA02</w:t>
      </w:r>
    </w:p>
    <w:p w:rsidR="002C122D" w:rsidRPr="00684E1D" w:rsidRDefault="002C122D" w:rsidP="002C122D">
      <w:r w:rsidRPr="00684E1D">
        <w:t>Yes, do you want…?</w:t>
      </w:r>
      <w:r w:rsidRPr="00684E1D">
        <w:br/>
      </w:r>
      <w:r w:rsidRPr="00684E1D">
        <w:br/>
        <w:t>01:08:17</w:t>
      </w:r>
    </w:p>
    <w:p w:rsidR="00FD0121" w:rsidRDefault="009B3E3D" w:rsidP="00FD0121">
      <w:pPr>
        <w:pStyle w:val="Heading2"/>
      </w:pPr>
      <w:r>
        <w:t>G05BAM28</w:t>
      </w:r>
      <w:r w:rsidR="00FD0121" w:rsidRPr="00080E3C">
        <w:t xml:space="preserve"> </w:t>
      </w:r>
    </w:p>
    <w:p w:rsidR="002C122D" w:rsidRPr="00684E1D" w:rsidRDefault="00B15D69" w:rsidP="00D532CF">
      <w:r>
        <w:t xml:space="preserve">Yes, </w:t>
      </w:r>
      <w:r w:rsidR="002C122D" w:rsidRPr="00684E1D">
        <w:t xml:space="preserve">I wanted to give an example of </w:t>
      </w:r>
      <w:r w:rsidR="00FB4904">
        <w:t>a certain</w:t>
      </w:r>
      <w:r w:rsidR="002C122D" w:rsidRPr="00684E1D">
        <w:t xml:space="preserve"> set up, HIV set-up. When you </w:t>
      </w:r>
      <w:proofErr w:type="gramStart"/>
      <w:r w:rsidR="002C122D" w:rsidRPr="00684E1D">
        <w:t>get</w:t>
      </w:r>
      <w:proofErr w:type="gramEnd"/>
      <w:r w:rsidR="002C122D" w:rsidRPr="00684E1D">
        <w:t xml:space="preserve"> diagnosed with HIV, you go to a G</w:t>
      </w:r>
      <w:r w:rsidR="002C122D">
        <w:t xml:space="preserve">UM </w:t>
      </w:r>
      <w:r w:rsidR="002C122D" w:rsidRPr="00684E1D">
        <w:t>clinic, it’s in the hospital</w:t>
      </w:r>
      <w:r w:rsidR="00FF5B44">
        <w:t xml:space="preserve">, most </w:t>
      </w:r>
      <w:r w:rsidR="004F7ABA">
        <w:t>clinics</w:t>
      </w:r>
      <w:r w:rsidR="002C122D" w:rsidRPr="00684E1D">
        <w:t xml:space="preserve"> [unclear]. And what happens then is you get counselled first, to understand your illness, what it… what it means to you, how it’s going to change your life and the routine that you’ve got to go through. When you come out of there, </w:t>
      </w:r>
      <w:r w:rsidR="004F7ABA">
        <w:t>you accept</w:t>
      </w:r>
      <w:r w:rsidR="002C122D" w:rsidRPr="00684E1D">
        <w:t xml:space="preserve"> everything, your pharmacist says… said, okay, </w:t>
      </w:r>
      <w:r w:rsidR="00A769F3">
        <w:t>we are starting</w:t>
      </w:r>
      <w:r w:rsidR="002C122D" w:rsidRPr="00684E1D">
        <w:t xml:space="preserve"> your prescription, we are starting it on this day. Then, after that, there are two or three offices that you can choose. If you have a problem with your housing, if you have a problem… if you have a problem looking for</w:t>
      </w:r>
      <w:r w:rsidR="00FA70F8">
        <w:t xml:space="preserve"> friends or people that suffer </w:t>
      </w:r>
      <w:r w:rsidR="002C122D" w:rsidRPr="00684E1D">
        <w:t xml:space="preserve">the same… the same illness as yourself, </w:t>
      </w:r>
      <w:proofErr w:type="gramStart"/>
      <w:r w:rsidR="002C122D" w:rsidRPr="00684E1D">
        <w:t>you’ve got</w:t>
      </w:r>
      <w:proofErr w:type="gramEnd"/>
      <w:r w:rsidR="002C122D" w:rsidRPr="00684E1D">
        <w:t xml:space="preserve"> someone to tell you where to go. The other one is for just ge</w:t>
      </w:r>
      <w:r w:rsidR="00FA70F8">
        <w:t>neral upkeep of who you are.</w:t>
      </w:r>
      <w:r w:rsidR="002C122D" w:rsidRPr="00684E1D">
        <w:t xml:space="preserve"> You know, from the… from the [unclear], from the hospital. The [unclear] </w:t>
      </w:r>
      <w:proofErr w:type="gramStart"/>
      <w:r w:rsidR="002C122D" w:rsidRPr="00684E1D">
        <w:t>it’s</w:t>
      </w:r>
      <w:proofErr w:type="gramEnd"/>
      <w:r w:rsidR="002C122D" w:rsidRPr="00684E1D">
        <w:t xml:space="preserve"> your consultant, that’s the </w:t>
      </w:r>
      <w:r w:rsidR="00D532CF">
        <w:t>consultant</w:t>
      </w:r>
      <w:r w:rsidR="002C122D" w:rsidRPr="00684E1D">
        <w:t xml:space="preserve">, that’s the person I will deal with. So if I compare, myself, a GP and a consultant, the time I spent with my consultant, every time I go and see my consultant I spend almost, like, an hour. I can say whatever I </w:t>
      </w:r>
      <w:proofErr w:type="gramStart"/>
      <w:r w:rsidR="002C122D" w:rsidRPr="00684E1D">
        <w:t>want,</w:t>
      </w:r>
      <w:proofErr w:type="gramEnd"/>
      <w:r w:rsidR="002C122D" w:rsidRPr="00684E1D">
        <w:t xml:space="preserve"> they’ll never chase me out of that office. But if I go to the GP, </w:t>
      </w:r>
      <w:proofErr w:type="gramStart"/>
      <w:r w:rsidR="002C122D" w:rsidRPr="00684E1D">
        <w:t>it’s</w:t>
      </w:r>
      <w:proofErr w:type="gramEnd"/>
      <w:r w:rsidR="002C122D" w:rsidRPr="00684E1D">
        <w:t xml:space="preserve"> not worth… it’s not worth it.</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 xml:space="preserve">Do you mind me asking…? It </w:t>
      </w:r>
      <w:proofErr w:type="spellStart"/>
      <w:r w:rsidRPr="00684E1D">
        <w:rPr>
          <w:color w:val="auto"/>
        </w:rPr>
        <w:t>maybe</w:t>
      </w:r>
      <w:proofErr w:type="spellEnd"/>
      <w:r w:rsidRPr="00684E1D">
        <w:rPr>
          <w:color w:val="auto"/>
        </w:rPr>
        <w:t xml:space="preserve"> to</w:t>
      </w:r>
      <w:r w:rsidR="00F14C6C">
        <w:rPr>
          <w:color w:val="auto"/>
        </w:rPr>
        <w:t>o</w:t>
      </w:r>
      <w:r w:rsidRPr="00684E1D">
        <w:rPr>
          <w:color w:val="auto"/>
        </w:rPr>
        <w:t xml:space="preserve"> personal, you </w:t>
      </w:r>
      <w:proofErr w:type="gramStart"/>
      <w:r w:rsidRPr="00684E1D">
        <w:rPr>
          <w:color w:val="auto"/>
        </w:rPr>
        <w:t>don’t</w:t>
      </w:r>
      <w:proofErr w:type="gramEnd"/>
      <w:r w:rsidRPr="00684E1D">
        <w:rPr>
          <w:color w:val="auto"/>
        </w:rPr>
        <w:t xml:space="preserve"> have to share it. To </w:t>
      </w:r>
      <w:proofErr w:type="gramStart"/>
      <w:r w:rsidRPr="00684E1D">
        <w:rPr>
          <w:color w:val="auto"/>
        </w:rPr>
        <w:t xml:space="preserve">have </w:t>
      </w:r>
      <w:r w:rsidR="00190850">
        <w:rPr>
          <w:color w:val="auto"/>
        </w:rPr>
        <w:t>got</w:t>
      </w:r>
      <w:proofErr w:type="gramEnd"/>
      <w:r w:rsidR="00190850">
        <w:rPr>
          <w:color w:val="auto"/>
        </w:rPr>
        <w:t xml:space="preserve"> </w:t>
      </w:r>
      <w:r w:rsidRPr="00684E1D">
        <w:rPr>
          <w:color w:val="auto"/>
        </w:rPr>
        <w:t>to the point of being able to see your consultant for the hour, did you not have to go through the GP to get… to access the consultant?</w:t>
      </w:r>
    </w:p>
    <w:p w:rsidR="00C17CB2" w:rsidRDefault="009B3E3D" w:rsidP="00C17CB2">
      <w:pPr>
        <w:pStyle w:val="Heading2"/>
      </w:pPr>
      <w:r>
        <w:lastRenderedPageBreak/>
        <w:t>G05BAM28</w:t>
      </w:r>
      <w:r w:rsidR="00C17CB2" w:rsidRPr="00080E3C">
        <w:t xml:space="preserve"> </w:t>
      </w:r>
    </w:p>
    <w:p w:rsidR="002C122D" w:rsidRPr="00684E1D" w:rsidRDefault="002C122D" w:rsidP="002C122D">
      <w:pPr>
        <w:pStyle w:val="NoSpacingtimesnewroman"/>
        <w:rPr>
          <w:color w:val="auto"/>
        </w:rPr>
      </w:pPr>
      <w:r w:rsidRPr="00684E1D">
        <w:rPr>
          <w:color w:val="auto"/>
        </w:rPr>
        <w:t>No.</w:t>
      </w:r>
      <w:r w:rsidRPr="00684E1D">
        <w:rPr>
          <w:color w:val="auto"/>
        </w:rPr>
        <w:br/>
      </w:r>
      <w:r w:rsidRPr="00684E1D">
        <w:rPr>
          <w:color w:val="auto"/>
        </w:rPr>
        <w:br/>
        <w:t>01:09:58</w:t>
      </w:r>
    </w:p>
    <w:p w:rsidR="002C122D" w:rsidRPr="00684E1D" w:rsidRDefault="009B3E3D" w:rsidP="002C122D">
      <w:pPr>
        <w:pStyle w:val="Heading2"/>
      </w:pPr>
      <w:r>
        <w:t>UCLRA02</w:t>
      </w:r>
    </w:p>
    <w:p w:rsidR="002C122D" w:rsidRDefault="002C122D" w:rsidP="002C122D">
      <w:pPr>
        <w:pStyle w:val="NoSpacingtimesnewroman"/>
        <w:rPr>
          <w:color w:val="auto"/>
        </w:rPr>
      </w:pPr>
      <w:r w:rsidRPr="00684E1D">
        <w:rPr>
          <w:color w:val="auto"/>
        </w:rPr>
        <w:t>[</w:t>
      </w:r>
      <w:proofErr w:type="spellStart"/>
      <w:r w:rsidRPr="00684E1D">
        <w:rPr>
          <w:color w:val="auto"/>
        </w:rPr>
        <w:t>Overtalking</w:t>
      </w:r>
      <w:proofErr w:type="spellEnd"/>
      <w:r w:rsidRPr="00684E1D">
        <w:rPr>
          <w:color w:val="auto"/>
        </w:rPr>
        <w:t>], so what was [</w:t>
      </w:r>
      <w:proofErr w:type="spellStart"/>
      <w:r w:rsidRPr="00684E1D">
        <w:rPr>
          <w:color w:val="auto"/>
        </w:rPr>
        <w:t>overtalking</w:t>
      </w:r>
      <w:proofErr w:type="spellEnd"/>
      <w:r w:rsidRPr="00684E1D">
        <w:rPr>
          <w:color w:val="auto"/>
        </w:rPr>
        <w:t>]?</w:t>
      </w:r>
    </w:p>
    <w:p w:rsidR="00EA6AA6" w:rsidRPr="00EA6AA6" w:rsidRDefault="009B3E3D" w:rsidP="00EA6AA6">
      <w:pPr>
        <w:pStyle w:val="Heading2"/>
      </w:pPr>
      <w:r>
        <w:t>G05BAM28</w:t>
      </w:r>
      <w:r w:rsidR="00EA6AA6" w:rsidRPr="00080E3C">
        <w:t xml:space="preserve"> </w:t>
      </w:r>
    </w:p>
    <w:p w:rsidR="002C122D" w:rsidRPr="00684E1D" w:rsidRDefault="00D812D0" w:rsidP="002C122D">
      <w:pPr>
        <w:pStyle w:val="NoSpacingtimesnewroman"/>
        <w:rPr>
          <w:color w:val="auto"/>
        </w:rPr>
      </w:pPr>
      <w:r>
        <w:rPr>
          <w:color w:val="auto"/>
        </w:rPr>
        <w:t>The comparison to say, the doctor is properly</w:t>
      </w:r>
      <w:r w:rsidR="002C122D" w:rsidRPr="00684E1D">
        <w:rPr>
          <w:color w:val="auto"/>
        </w:rPr>
        <w:t xml:space="preserve"> useless; consultant… the consultant is a doctor… is a doctor as well, but he gives me more time than what you get from a GP.</w:t>
      </w:r>
    </w:p>
    <w:p w:rsidR="002C122D" w:rsidRPr="00684E1D" w:rsidRDefault="009B3E3D" w:rsidP="002C122D">
      <w:pPr>
        <w:pStyle w:val="Heading2"/>
      </w:pPr>
      <w:r>
        <w:t>G05BAF29</w:t>
      </w:r>
    </w:p>
    <w:p w:rsidR="002C122D" w:rsidRPr="00684E1D" w:rsidRDefault="002C122D" w:rsidP="002C122D">
      <w:pPr>
        <w:pStyle w:val="NoSpacingtimesnewroman"/>
        <w:rPr>
          <w:color w:val="auto"/>
        </w:rPr>
      </w:pPr>
      <w:r w:rsidRPr="00684E1D">
        <w:rPr>
          <w:color w:val="auto"/>
        </w:rPr>
        <w:t xml:space="preserve">Well, the… </w:t>
      </w:r>
      <w:proofErr w:type="gramStart"/>
      <w:r w:rsidRPr="00684E1D">
        <w:rPr>
          <w:color w:val="auto"/>
        </w:rPr>
        <w:t>also ,the</w:t>
      </w:r>
      <w:proofErr w:type="gramEnd"/>
      <w:r w:rsidRPr="00684E1D">
        <w:rPr>
          <w:color w:val="auto"/>
        </w:rPr>
        <w:t xml:space="preserve"> consultants have expertise in a certain area, of course.</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 xml:space="preserve">Sure, </w:t>
      </w:r>
      <w:proofErr w:type="gramStart"/>
      <w:r w:rsidRPr="00684E1D">
        <w:rPr>
          <w:color w:val="auto"/>
        </w:rPr>
        <w:t>I’m</w:t>
      </w:r>
      <w:proofErr w:type="gramEnd"/>
      <w:r w:rsidRPr="00684E1D">
        <w:rPr>
          <w:color w:val="auto"/>
        </w:rPr>
        <w:t xml:space="preserve"> just wondering about how you get to access them in the first place.</w:t>
      </w:r>
      <w:r w:rsidRPr="00684E1D">
        <w:rPr>
          <w:color w:val="auto"/>
        </w:rPr>
        <w:br/>
      </w:r>
      <w:r w:rsidRPr="00684E1D">
        <w:rPr>
          <w:color w:val="auto"/>
        </w:rPr>
        <w:br/>
        <w:t>01:10:25</w:t>
      </w:r>
    </w:p>
    <w:p w:rsidR="002C122D" w:rsidRPr="00684E1D" w:rsidRDefault="009B3E3D" w:rsidP="002C122D">
      <w:pPr>
        <w:pStyle w:val="Heading2"/>
      </w:pPr>
      <w:r>
        <w:t>G05BAF29</w:t>
      </w:r>
    </w:p>
    <w:p w:rsidR="002C122D" w:rsidRPr="00684E1D" w:rsidRDefault="002C122D" w:rsidP="0065685F">
      <w:pPr>
        <w:pStyle w:val="NoSpacingtimesnewroman"/>
        <w:rPr>
          <w:color w:val="auto"/>
        </w:rPr>
      </w:pPr>
      <w:r w:rsidRPr="00684E1D">
        <w:rPr>
          <w:color w:val="auto"/>
        </w:rPr>
        <w:t>Usually, what happens is, if a person is diagnosed to be positive, from hospitals, and then</w:t>
      </w:r>
      <w:r w:rsidR="00324509">
        <w:rPr>
          <w:color w:val="auto"/>
        </w:rPr>
        <w:t xml:space="preserve"> in</w:t>
      </w:r>
      <w:r w:rsidR="00D4416E">
        <w:rPr>
          <w:color w:val="auto"/>
        </w:rPr>
        <w:t xml:space="preserve"> those hospitals </w:t>
      </w:r>
      <w:r w:rsidRPr="00684E1D">
        <w:rPr>
          <w:color w:val="auto"/>
        </w:rPr>
        <w:t xml:space="preserve">you are referred to a consultant of the hospital that deals with that particular issue. Many will have </w:t>
      </w:r>
      <w:proofErr w:type="gramStart"/>
      <w:r w:rsidRPr="00684E1D">
        <w:rPr>
          <w:color w:val="auto"/>
        </w:rPr>
        <w:t>a lot of</w:t>
      </w:r>
      <w:proofErr w:type="gramEnd"/>
      <w:r w:rsidRPr="00684E1D">
        <w:rPr>
          <w:color w:val="auto"/>
        </w:rPr>
        <w:t xml:space="preserve"> services who do not have GPs, but they have hospital consultants. Yes, so it happens. But </w:t>
      </w:r>
      <w:proofErr w:type="gramStart"/>
      <w:r w:rsidRPr="00684E1D">
        <w:rPr>
          <w:color w:val="auto"/>
        </w:rPr>
        <w:t>they’re</w:t>
      </w:r>
      <w:proofErr w:type="gramEnd"/>
      <w:r w:rsidRPr="00684E1D">
        <w:rPr>
          <w:color w:val="auto"/>
        </w:rPr>
        <w:t>… now, of course, the system is they’re trying to train GPs to u</w:t>
      </w:r>
      <w:r w:rsidR="00687598">
        <w:rPr>
          <w:color w:val="auto"/>
        </w:rPr>
        <w:t>nderstand HIV issues, how they a</w:t>
      </w:r>
      <w:r w:rsidRPr="00684E1D">
        <w:rPr>
          <w:color w:val="auto"/>
        </w:rPr>
        <w:t xml:space="preserve">ffect people, so like we said, you know, GPs are also humans. I [unclear] comes up and then they are trained on… they do not have every knowledge in every subject, and that’s why you find that many positive </w:t>
      </w:r>
      <w:r w:rsidR="008D7ACB">
        <w:rPr>
          <w:color w:val="auto"/>
        </w:rPr>
        <w:t>people</w:t>
      </w:r>
      <w:r w:rsidRPr="00684E1D">
        <w:rPr>
          <w:color w:val="auto"/>
        </w:rPr>
        <w:t xml:space="preserve"> will not have GPs, because the GPs do not understand HIV issues. But also, at the same time, GPs also exhibited signs of stigma. The way people </w:t>
      </w:r>
      <w:r w:rsidR="0065685F">
        <w:rPr>
          <w:color w:val="auto"/>
        </w:rPr>
        <w:t>went</w:t>
      </w:r>
      <w:r w:rsidRPr="00684E1D">
        <w:rPr>
          <w:color w:val="auto"/>
        </w:rPr>
        <w:t xml:space="preserve"> there </w:t>
      </w:r>
      <w:r w:rsidR="0065685F">
        <w:rPr>
          <w:color w:val="auto"/>
        </w:rPr>
        <w:t xml:space="preserve">and said </w:t>
      </w:r>
      <w:r w:rsidRPr="00684E1D">
        <w:rPr>
          <w:color w:val="auto"/>
        </w:rPr>
        <w:t>I need to see my GP, and when they learn about their positive status, they were treated differently, you know, from other patients. So the patient felt better with people who understand their needs than the GP.</w:t>
      </w:r>
    </w:p>
    <w:p w:rsidR="002C122D" w:rsidRPr="00684E1D" w:rsidRDefault="009B3E3D" w:rsidP="002C122D">
      <w:pPr>
        <w:pStyle w:val="Heading2"/>
      </w:pPr>
      <w:r>
        <w:t>G05BAM28</w:t>
      </w:r>
    </w:p>
    <w:p w:rsidR="002C122D" w:rsidRPr="00684E1D" w:rsidRDefault="002C122D" w:rsidP="002C122D">
      <w:pPr>
        <w:pStyle w:val="NoSpacingtimesnewroman"/>
        <w:rPr>
          <w:color w:val="auto"/>
        </w:rPr>
      </w:pPr>
      <w:r w:rsidRPr="00684E1D">
        <w:rPr>
          <w:color w:val="auto"/>
        </w:rPr>
        <w:t>It could be the same with dementia. Stigma is there in dementia.</w:t>
      </w:r>
    </w:p>
    <w:p w:rsidR="002C122D" w:rsidRPr="00684E1D" w:rsidRDefault="009B3E3D" w:rsidP="002C122D">
      <w:pPr>
        <w:pStyle w:val="Heading2"/>
      </w:pPr>
      <w:r>
        <w:t>G05BAF29</w:t>
      </w:r>
    </w:p>
    <w:p w:rsidR="002C122D" w:rsidRPr="00684E1D" w:rsidRDefault="002C122D" w:rsidP="001C3FA1">
      <w:pPr>
        <w:pStyle w:val="NoSpacingtimesnewroman"/>
        <w:rPr>
          <w:color w:val="auto"/>
        </w:rPr>
      </w:pPr>
      <w:r w:rsidRPr="00684E1D">
        <w:rPr>
          <w:color w:val="auto"/>
        </w:rPr>
        <w:t xml:space="preserve">Yes, </w:t>
      </w:r>
      <w:proofErr w:type="gramStart"/>
      <w:r w:rsidRPr="00684E1D">
        <w:rPr>
          <w:color w:val="auto"/>
        </w:rPr>
        <w:t>there’s</w:t>
      </w:r>
      <w:proofErr w:type="gramEnd"/>
      <w:r w:rsidRPr="00684E1D">
        <w:rPr>
          <w:color w:val="auto"/>
        </w:rPr>
        <w:t xml:space="preserve"> no confidentiality. When a person reaches the receptionists, or sometimes when they ring to book up an appointment, the receptionist would ask, what </w:t>
      </w:r>
      <w:r w:rsidR="001C3FA1">
        <w:rPr>
          <w:color w:val="auto"/>
        </w:rPr>
        <w:t xml:space="preserve">is the problem? You know they are </w:t>
      </w:r>
      <w:proofErr w:type="gramStart"/>
      <w:r w:rsidR="001C3FA1">
        <w:rPr>
          <w:color w:val="auto"/>
        </w:rPr>
        <w:t>un</w:t>
      </w:r>
      <w:proofErr w:type="gramEnd"/>
      <w:r w:rsidR="001C3FA1">
        <w:rPr>
          <w:color w:val="auto"/>
        </w:rPr>
        <w:t xml:space="preserve"> [unclear], but </w:t>
      </w:r>
      <w:r w:rsidRPr="00684E1D">
        <w:rPr>
          <w:color w:val="auto"/>
        </w:rPr>
        <w:t>they do that.</w:t>
      </w:r>
    </w:p>
    <w:p w:rsidR="002C122D" w:rsidRPr="00684E1D" w:rsidRDefault="009B3E3D" w:rsidP="002C122D">
      <w:pPr>
        <w:pStyle w:val="Heading2"/>
      </w:pPr>
      <w:r>
        <w:lastRenderedPageBreak/>
        <w:t>G05BAM24</w:t>
      </w:r>
    </w:p>
    <w:p w:rsidR="002C122D" w:rsidRPr="00684E1D" w:rsidRDefault="002C122D" w:rsidP="002C122D">
      <w:pPr>
        <w:pStyle w:val="NoSpacingtimesnewroman"/>
        <w:rPr>
          <w:color w:val="auto"/>
        </w:rPr>
      </w:pPr>
      <w:r w:rsidRPr="00684E1D">
        <w:rPr>
          <w:color w:val="auto"/>
        </w:rPr>
        <w:t>They ask you very loudly, where everyone is sitting [</w:t>
      </w:r>
      <w:proofErr w:type="spellStart"/>
      <w:r w:rsidRPr="00684E1D">
        <w:rPr>
          <w:color w:val="auto"/>
        </w:rPr>
        <w:t>overtalking</w:t>
      </w:r>
      <w:proofErr w:type="spellEnd"/>
      <w:r w:rsidRPr="00684E1D">
        <w:rPr>
          <w:color w:val="auto"/>
        </w:rPr>
        <w:t>].</w:t>
      </w:r>
      <w:r w:rsidRPr="00684E1D">
        <w:rPr>
          <w:color w:val="auto"/>
        </w:rPr>
        <w:br/>
      </w:r>
      <w:r w:rsidRPr="00684E1D">
        <w:rPr>
          <w:color w:val="auto"/>
        </w:rPr>
        <w:br/>
        <w:t>01:12:02</w:t>
      </w:r>
    </w:p>
    <w:p w:rsidR="002C122D" w:rsidRPr="00684E1D" w:rsidRDefault="009B3E3D" w:rsidP="002C122D">
      <w:pPr>
        <w:pStyle w:val="Heading2"/>
      </w:pPr>
      <w:r>
        <w:t>G05BAF29</w:t>
      </w:r>
    </w:p>
    <w:p w:rsidR="002C122D" w:rsidRPr="00684E1D" w:rsidRDefault="002C122D" w:rsidP="00A225C5">
      <w:pPr>
        <w:pStyle w:val="NoSpacingtimesnewroman"/>
        <w:rPr>
          <w:color w:val="auto"/>
        </w:rPr>
      </w:pPr>
      <w:r w:rsidRPr="00684E1D">
        <w:rPr>
          <w:color w:val="auto"/>
        </w:rPr>
        <w:t xml:space="preserve">Yes, </w:t>
      </w:r>
      <w:proofErr w:type="gramStart"/>
      <w:r w:rsidRPr="00684E1D">
        <w:rPr>
          <w:color w:val="auto"/>
        </w:rPr>
        <w:t>what’s</w:t>
      </w:r>
      <w:proofErr w:type="gramEnd"/>
      <w:r w:rsidRPr="00684E1D">
        <w:rPr>
          <w:color w:val="auto"/>
        </w:rPr>
        <w:t xml:space="preserve"> the… what’s the problem. So you realise that the people… some illnesses are </w:t>
      </w:r>
      <w:proofErr w:type="gramStart"/>
      <w:r w:rsidRPr="00684E1D">
        <w:rPr>
          <w:color w:val="auto"/>
        </w:rPr>
        <w:t>very</w:t>
      </w:r>
      <w:proofErr w:type="gramEnd"/>
      <w:r w:rsidRPr="00684E1D">
        <w:rPr>
          <w:color w:val="auto"/>
        </w:rPr>
        <w:t xml:space="preserve"> stigmatised. At one point, we did say, [unclear] to London… it was the London School of Osteopathy. They came here and said they have a clinic that supports people with long-term co</w:t>
      </w:r>
      <w:r w:rsidR="00A225C5">
        <w:rPr>
          <w:color w:val="auto"/>
        </w:rPr>
        <w:t xml:space="preserve">nditions, including HIV, so we went there </w:t>
      </w:r>
      <w:r w:rsidRPr="00684E1D">
        <w:rPr>
          <w:color w:val="auto"/>
        </w:rPr>
        <w:t>and then, at the</w:t>
      </w:r>
      <w:r w:rsidR="00A225C5">
        <w:rPr>
          <w:color w:val="auto"/>
        </w:rPr>
        <w:t>, right at</w:t>
      </w:r>
      <w:r w:rsidRPr="00684E1D">
        <w:rPr>
          <w:color w:val="auto"/>
        </w:rPr>
        <w:t xml:space="preserve"> the reception, there said, oh, </w:t>
      </w:r>
      <w:proofErr w:type="gramStart"/>
      <w:r w:rsidRPr="00684E1D">
        <w:rPr>
          <w:color w:val="auto"/>
        </w:rPr>
        <w:t>you’re</w:t>
      </w:r>
      <w:proofErr w:type="gramEnd"/>
      <w:r w:rsidRPr="00684E1D">
        <w:rPr>
          <w:color w:val="auto"/>
        </w:rPr>
        <w:t xml:space="preserve"> in the HIV issues. </w:t>
      </w:r>
      <w:proofErr w:type="gramStart"/>
      <w:r w:rsidRPr="00684E1D">
        <w:rPr>
          <w:color w:val="auto"/>
        </w:rPr>
        <w:t>It’</w:t>
      </w:r>
      <w:r w:rsidR="00A225C5">
        <w:rPr>
          <w:color w:val="auto"/>
        </w:rPr>
        <w:t>s</w:t>
      </w:r>
      <w:proofErr w:type="gramEnd"/>
      <w:r w:rsidR="00A225C5">
        <w:rPr>
          <w:color w:val="auto"/>
        </w:rPr>
        <w:t xml:space="preserve"> called the Chapman Clinic </w:t>
      </w:r>
      <w:r w:rsidRPr="00684E1D">
        <w:rPr>
          <w:color w:val="auto"/>
        </w:rPr>
        <w:t>and it’s not on today, you see.</w:t>
      </w:r>
    </w:p>
    <w:p w:rsidR="002C122D" w:rsidRPr="00684E1D" w:rsidRDefault="002C122D" w:rsidP="002C122D">
      <w:pPr>
        <w:pStyle w:val="Heading2"/>
      </w:pPr>
      <w:r>
        <w:t>Unidentified Female Speaker</w:t>
      </w:r>
    </w:p>
    <w:p w:rsidR="002C122D" w:rsidRPr="00684E1D" w:rsidRDefault="00D224F7" w:rsidP="002C122D">
      <w:pPr>
        <w:pStyle w:val="NoSpacingtimesnewroman"/>
        <w:rPr>
          <w:color w:val="auto"/>
        </w:rPr>
      </w:pPr>
      <w:proofErr w:type="gramStart"/>
      <w:r>
        <w:rPr>
          <w:color w:val="auto"/>
        </w:rPr>
        <w:t>In the reception.</w:t>
      </w:r>
      <w:proofErr w:type="gramEnd"/>
      <w:r>
        <w:rPr>
          <w:color w:val="auto"/>
        </w:rPr>
        <w:t xml:space="preserve"> </w:t>
      </w:r>
      <w:proofErr w:type="gramStart"/>
      <w:r>
        <w:rPr>
          <w:color w:val="auto"/>
        </w:rPr>
        <w:t xml:space="preserve">In front of all those </w:t>
      </w:r>
      <w:r w:rsidR="002C122D" w:rsidRPr="00684E1D">
        <w:rPr>
          <w:color w:val="auto"/>
        </w:rPr>
        <w:t>people.</w:t>
      </w:r>
      <w:proofErr w:type="gramEnd"/>
    </w:p>
    <w:p w:rsidR="002C122D" w:rsidRPr="00684E1D" w:rsidRDefault="009B3E3D" w:rsidP="002C122D">
      <w:pPr>
        <w:pStyle w:val="Heading2"/>
      </w:pPr>
      <w:r>
        <w:t>G05BAF29</w:t>
      </w:r>
    </w:p>
    <w:p w:rsidR="002C122D" w:rsidRPr="00684E1D" w:rsidRDefault="002C122D" w:rsidP="002C122D">
      <w:pPr>
        <w:pStyle w:val="NoSpacingtimesnewroman"/>
        <w:rPr>
          <w:color w:val="auto"/>
        </w:rPr>
      </w:pPr>
      <w:r w:rsidRPr="00684E1D">
        <w:rPr>
          <w:color w:val="auto"/>
        </w:rPr>
        <w:t xml:space="preserve">Everybody </w:t>
      </w:r>
      <w:proofErr w:type="gramStart"/>
      <w:r w:rsidRPr="00684E1D">
        <w:rPr>
          <w:color w:val="auto"/>
        </w:rPr>
        <w:t>turned and looked</w:t>
      </w:r>
      <w:proofErr w:type="gramEnd"/>
      <w:r w:rsidRPr="00684E1D">
        <w:rPr>
          <w:color w:val="auto"/>
        </w:rPr>
        <w:t xml:space="preserve"> and said, yes, it was a man [?]. So that alone, </w:t>
      </w:r>
      <w:proofErr w:type="gramStart"/>
      <w:r w:rsidRPr="00684E1D">
        <w:rPr>
          <w:color w:val="auto"/>
        </w:rPr>
        <w:t>it’s</w:t>
      </w:r>
      <w:proofErr w:type="gramEnd"/>
      <w:r w:rsidRPr="00684E1D">
        <w:rPr>
          <w:color w:val="auto"/>
        </w:rPr>
        <w:t xml:space="preserve"> training and…</w:t>
      </w:r>
    </w:p>
    <w:p w:rsidR="002C122D" w:rsidRPr="00684E1D" w:rsidRDefault="009B3E3D" w:rsidP="002C122D">
      <w:pPr>
        <w:pStyle w:val="Heading2"/>
      </w:pPr>
      <w:r>
        <w:t>G05BAM28</w:t>
      </w:r>
    </w:p>
    <w:p w:rsidR="002C122D" w:rsidRPr="00684E1D" w:rsidRDefault="00DA3963" w:rsidP="00122B8B">
      <w:pPr>
        <w:pStyle w:val="NoSpacingtimesnewroman"/>
        <w:rPr>
          <w:color w:val="auto"/>
        </w:rPr>
      </w:pPr>
      <w:r>
        <w:rPr>
          <w:color w:val="auto"/>
        </w:rPr>
        <w:t>Someone needs</w:t>
      </w:r>
      <w:r w:rsidR="002C122D" w:rsidRPr="00684E1D">
        <w:rPr>
          <w:color w:val="auto"/>
        </w:rPr>
        <w:t xml:space="preserve"> to educate the GPs, before we send people to th</w:t>
      </w:r>
      <w:r w:rsidR="00122B8B">
        <w:rPr>
          <w:color w:val="auto"/>
        </w:rPr>
        <w:t xml:space="preserve">em. Remember these GPs, they </w:t>
      </w:r>
      <w:proofErr w:type="gramStart"/>
      <w:r w:rsidR="00122B8B">
        <w:rPr>
          <w:color w:val="auto"/>
        </w:rPr>
        <w:t>don’t</w:t>
      </w:r>
      <w:proofErr w:type="gramEnd"/>
      <w:r w:rsidR="00122B8B">
        <w:rPr>
          <w:color w:val="auto"/>
        </w:rPr>
        <w:t xml:space="preserve"> deal with it. </w:t>
      </w:r>
      <w:r w:rsidR="002C122D" w:rsidRPr="00684E1D">
        <w:rPr>
          <w:color w:val="auto"/>
        </w:rPr>
        <w:br/>
      </w:r>
      <w:r w:rsidR="002C122D" w:rsidRPr="00684E1D">
        <w:rPr>
          <w:color w:val="auto"/>
        </w:rPr>
        <w:br/>
        <w:t>01:12:59</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Yes, and they may not understand issues of stigma in the community, for a particular illness. So, for example,</w:t>
      </w:r>
      <w:r w:rsidR="000D48B5">
        <w:rPr>
          <w:color w:val="auto"/>
        </w:rPr>
        <w:t xml:space="preserve"> dementia, within the African Caribbean</w:t>
      </w:r>
      <w:r w:rsidRPr="00684E1D">
        <w:rPr>
          <w:color w:val="auto"/>
        </w:rPr>
        <w:t xml:space="preserve"> communities, it is either witchcraft or old age. There are two things, only. Old age or witchcraft, nothing else, they say. So if a person says, I’m f</w:t>
      </w:r>
      <w:r w:rsidR="002A6AE4">
        <w:rPr>
          <w:color w:val="auto"/>
        </w:rPr>
        <w:t xml:space="preserve">orgetting, then they went </w:t>
      </w:r>
      <w:r w:rsidR="00D67C05">
        <w:rPr>
          <w:color w:val="auto"/>
        </w:rPr>
        <w:t>to the (unclear)</w:t>
      </w:r>
      <w:r w:rsidR="002A6AE4">
        <w:rPr>
          <w:color w:val="auto"/>
        </w:rPr>
        <w:t>, all the</w:t>
      </w:r>
      <w:r w:rsidRPr="00684E1D">
        <w:rPr>
          <w:color w:val="auto"/>
        </w:rPr>
        <w:t xml:space="preserve"> African’s </w:t>
      </w:r>
      <w:r w:rsidR="002A6AE4">
        <w:rPr>
          <w:color w:val="auto"/>
        </w:rPr>
        <w:t xml:space="preserve">would say </w:t>
      </w:r>
      <w:proofErr w:type="spellStart"/>
      <w:r w:rsidR="002A6AE4">
        <w:rPr>
          <w:color w:val="auto"/>
        </w:rPr>
        <w:t>Oo</w:t>
      </w:r>
      <w:proofErr w:type="spellEnd"/>
      <w:proofErr w:type="gramStart"/>
      <w:r w:rsidR="002A6AE4">
        <w:rPr>
          <w:color w:val="auto"/>
        </w:rPr>
        <w:t>..</w:t>
      </w:r>
      <w:proofErr w:type="gramEnd"/>
      <w:r w:rsidRPr="00684E1D">
        <w:rPr>
          <w:color w:val="auto"/>
        </w:rPr>
        <w:t>[</w:t>
      </w:r>
      <w:proofErr w:type="spellStart"/>
      <w:proofErr w:type="gramStart"/>
      <w:r w:rsidRPr="00684E1D">
        <w:rPr>
          <w:color w:val="auto"/>
        </w:rPr>
        <w:t>overtalking</w:t>
      </w:r>
      <w:proofErr w:type="spellEnd"/>
      <w:proofErr w:type="gramEnd"/>
      <w:r w:rsidR="002A6AE4">
        <w:rPr>
          <w:color w:val="auto"/>
        </w:rPr>
        <w:t xml:space="preserve"> and laugher</w:t>
      </w:r>
      <w:r w:rsidRPr="00684E1D">
        <w:rPr>
          <w:color w:val="auto"/>
        </w:rPr>
        <w:t>].</w:t>
      </w:r>
    </w:p>
    <w:p w:rsidR="002C122D" w:rsidRPr="00684E1D" w:rsidRDefault="009B3E3D" w:rsidP="002C122D">
      <w:pPr>
        <w:pStyle w:val="Heading2"/>
      </w:pPr>
      <w:r>
        <w:t>G05BAM24</w:t>
      </w:r>
    </w:p>
    <w:p w:rsidR="002C122D" w:rsidRPr="00684E1D" w:rsidRDefault="002C122D" w:rsidP="002C122D">
      <w:pPr>
        <w:pStyle w:val="NoSpacingtimesnewroman"/>
        <w:rPr>
          <w:color w:val="auto"/>
        </w:rPr>
      </w:pPr>
      <w:r>
        <w:rPr>
          <w:color w:val="auto"/>
        </w:rPr>
        <w:t xml:space="preserve">Go to my </w:t>
      </w:r>
      <w:proofErr w:type="gramStart"/>
      <w:r>
        <w:rPr>
          <w:color w:val="auto"/>
        </w:rPr>
        <w:t>witch</w:t>
      </w:r>
      <w:r w:rsidRPr="00684E1D">
        <w:rPr>
          <w:color w:val="auto"/>
        </w:rPr>
        <w:t>doctor,</w:t>
      </w:r>
      <w:proofErr w:type="gramEnd"/>
      <w:r w:rsidRPr="00684E1D">
        <w:rPr>
          <w:color w:val="auto"/>
        </w:rPr>
        <w:t xml:space="preserve"> find out who is… who is trying to [</w:t>
      </w:r>
      <w:proofErr w:type="spellStart"/>
      <w:r w:rsidRPr="00684E1D">
        <w:rPr>
          <w:color w:val="auto"/>
        </w:rPr>
        <w:t>overtalking</w:t>
      </w:r>
      <w:proofErr w:type="spellEnd"/>
      <w:r w:rsidRPr="00684E1D">
        <w:rPr>
          <w:color w:val="auto"/>
        </w:rPr>
        <w:t>].</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 xml:space="preserve">Yes, and </w:t>
      </w:r>
      <w:proofErr w:type="gramStart"/>
      <w:r w:rsidRPr="00684E1D">
        <w:rPr>
          <w:color w:val="auto"/>
        </w:rPr>
        <w:t>that’s</w:t>
      </w:r>
      <w:proofErr w:type="gramEnd"/>
      <w:r w:rsidRPr="00684E1D">
        <w:rPr>
          <w:color w:val="auto"/>
        </w:rPr>
        <w:t xml:space="preserve"> why churches are making money, because they’re afraid, for people to break their curse.</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 xml:space="preserve">Okay, </w:t>
      </w:r>
      <w:proofErr w:type="gramStart"/>
      <w:r w:rsidRPr="00684E1D">
        <w:rPr>
          <w:color w:val="auto"/>
        </w:rPr>
        <w:t>it’s</w:t>
      </w:r>
      <w:proofErr w:type="gramEnd"/>
      <w:r w:rsidRPr="00684E1D">
        <w:rPr>
          <w:color w:val="auto"/>
        </w:rPr>
        <w:t xml:space="preserve"> all really interesting stuff, and I could stay talking about it for a lot longer, but I’m sure you’re all need to get off.</w:t>
      </w:r>
      <w:r w:rsidRPr="00684E1D">
        <w:rPr>
          <w:color w:val="auto"/>
        </w:rPr>
        <w:br/>
      </w:r>
      <w:r w:rsidRPr="00684E1D">
        <w:rPr>
          <w:color w:val="auto"/>
        </w:rPr>
        <w:br/>
        <w:t>01:13:38</w:t>
      </w:r>
    </w:p>
    <w:p w:rsidR="002C122D" w:rsidRPr="00684E1D" w:rsidRDefault="009B3E3D" w:rsidP="002C122D">
      <w:pPr>
        <w:pStyle w:val="Heading2"/>
      </w:pPr>
      <w:r>
        <w:lastRenderedPageBreak/>
        <w:t>G05BAM24</w:t>
      </w:r>
    </w:p>
    <w:p w:rsidR="002C122D" w:rsidRPr="00684E1D" w:rsidRDefault="00167AE4" w:rsidP="00167AE4">
      <w:pPr>
        <w:pStyle w:val="NoSpacingtimesnewroman"/>
        <w:rPr>
          <w:rFonts w:ascii="." w:hAnsi="."/>
          <w:color w:val="auto"/>
        </w:rPr>
      </w:pPr>
      <w:r>
        <w:rPr>
          <w:color w:val="auto"/>
        </w:rPr>
        <w:t>Can we have</w:t>
      </w:r>
      <w:r w:rsidR="002C122D" w:rsidRPr="00684E1D">
        <w:rPr>
          <w:color w:val="auto"/>
        </w:rPr>
        <w:t xml:space="preserve"> the last question [</w:t>
      </w:r>
      <w:r>
        <w:rPr>
          <w:color w:val="auto"/>
        </w:rPr>
        <w:t>laughter],</w:t>
      </w:r>
      <w:r w:rsidR="002C122D" w:rsidRPr="00684E1D">
        <w:rPr>
          <w:color w:val="auto"/>
        </w:rPr>
        <w:t xml:space="preserve"> the last question</w:t>
      </w:r>
      <w:proofErr w:type="gramStart"/>
      <w:r>
        <w:rPr>
          <w:color w:val="auto"/>
        </w:rPr>
        <w:t>…</w:t>
      </w:r>
      <w:proofErr w:type="gramEnd"/>
    </w:p>
    <w:p w:rsidR="002C122D" w:rsidRPr="00684E1D" w:rsidRDefault="009B3E3D" w:rsidP="002C122D">
      <w:pPr>
        <w:pStyle w:val="Heading2"/>
      </w:pPr>
      <w:r>
        <w:t>UCLRA02</w:t>
      </w:r>
    </w:p>
    <w:p w:rsidR="002C122D" w:rsidRPr="00684E1D" w:rsidRDefault="002C122D" w:rsidP="005A0DBE">
      <w:pPr>
        <w:pStyle w:val="NoSpacingtimesnewroman"/>
        <w:rPr>
          <w:color w:val="auto"/>
        </w:rPr>
      </w:pPr>
      <w:proofErr w:type="gramStart"/>
      <w:r w:rsidRPr="00684E1D">
        <w:rPr>
          <w:color w:val="auto"/>
        </w:rPr>
        <w:t>Have you got</w:t>
      </w:r>
      <w:proofErr w:type="gramEnd"/>
      <w:r w:rsidRPr="00684E1D">
        <w:rPr>
          <w:color w:val="auto"/>
        </w:rPr>
        <w:t xml:space="preserve"> time? Have you got… okay, we really</w:t>
      </w:r>
      <w:r w:rsidR="005A0DBE">
        <w:rPr>
          <w:color w:val="auto"/>
        </w:rPr>
        <w:t xml:space="preserve"> only have </w:t>
      </w:r>
      <w:r w:rsidRPr="00684E1D">
        <w:rPr>
          <w:color w:val="auto"/>
        </w:rPr>
        <w:t>two more minutes. I was just thinking about what you were… you know, you’ve all been talking about, perhaps, kind of, needing to deal with issues around the GP, before people might be inclined to go and seek help from a GP, so I’m just thinking about the intervention which will be designed, you know, as a result of this research project, about how… you know, there’s obviously issues around increasing knowledge, reducing stigma and things like that, but do you think it’s also the case that people need to be made aware of what other services are out there, other than the GP?</w:t>
      </w:r>
    </w:p>
    <w:p w:rsidR="002C122D" w:rsidRPr="00684E1D" w:rsidRDefault="002C122D" w:rsidP="002C122D">
      <w:pPr>
        <w:pStyle w:val="NoSpacingtimesnewroman"/>
        <w:rPr>
          <w:color w:val="auto"/>
        </w:rPr>
      </w:pPr>
      <w:r w:rsidRPr="00684E1D">
        <w:rPr>
          <w:color w:val="auto"/>
        </w:rPr>
        <w:t>[General agreement]</w:t>
      </w:r>
    </w:p>
    <w:p w:rsidR="002C122D" w:rsidRPr="00684E1D" w:rsidRDefault="002C122D" w:rsidP="002C122D">
      <w:pPr>
        <w:pStyle w:val="NoSpacingtimesnewroman"/>
        <w:rPr>
          <w:color w:val="auto"/>
        </w:rPr>
      </w:pPr>
      <w:r w:rsidRPr="00684E1D">
        <w:rPr>
          <w:color w:val="auto"/>
        </w:rPr>
        <w:t>You know, the Alzheimer’s Society, for example. Is it about signposting people to all different mediums, for lack of a better word?</w:t>
      </w:r>
    </w:p>
    <w:p w:rsidR="002C122D" w:rsidRPr="00684E1D" w:rsidRDefault="009B3E3D" w:rsidP="002C122D">
      <w:pPr>
        <w:pStyle w:val="Heading2"/>
      </w:pPr>
      <w:r>
        <w:t>G05BAF29</w:t>
      </w:r>
    </w:p>
    <w:p w:rsidR="002C122D" w:rsidRPr="00684E1D" w:rsidRDefault="002C122D" w:rsidP="002C122D">
      <w:pPr>
        <w:pStyle w:val="NoSpacingtimesnewroman"/>
        <w:rPr>
          <w:color w:val="auto"/>
        </w:rPr>
      </w:pPr>
      <w:r w:rsidRPr="00684E1D">
        <w:rPr>
          <w:color w:val="auto"/>
        </w:rPr>
        <w:t>I think so.</w:t>
      </w:r>
      <w:r w:rsidRPr="00684E1D">
        <w:rPr>
          <w:color w:val="auto"/>
        </w:rPr>
        <w:br/>
      </w:r>
      <w:r w:rsidRPr="00684E1D">
        <w:rPr>
          <w:color w:val="auto"/>
        </w:rPr>
        <w:br/>
        <w:t>01:14:25</w:t>
      </w:r>
    </w:p>
    <w:p w:rsidR="002C122D" w:rsidRPr="00684E1D" w:rsidRDefault="009B3E3D" w:rsidP="002C122D">
      <w:pPr>
        <w:pStyle w:val="Heading2"/>
      </w:pPr>
      <w:r>
        <w:t>G05BAM24</w:t>
      </w:r>
    </w:p>
    <w:p w:rsidR="002C122D" w:rsidRPr="00684E1D" w:rsidRDefault="002C122D" w:rsidP="00A22C46">
      <w:pPr>
        <w:pStyle w:val="NoSpacingtimesnewroman"/>
        <w:rPr>
          <w:color w:val="auto"/>
        </w:rPr>
      </w:pPr>
      <w:r w:rsidRPr="00684E1D">
        <w:rPr>
          <w:color w:val="auto"/>
        </w:rPr>
        <w:t>I don’t know what kind of policy or strateg</w:t>
      </w:r>
      <w:r w:rsidR="008D4E88">
        <w:rPr>
          <w:color w:val="auto"/>
        </w:rPr>
        <w:t>y, currently, what the NICE guidelines</w:t>
      </w:r>
      <w:r w:rsidRPr="00684E1D">
        <w:rPr>
          <w:color w:val="auto"/>
        </w:rPr>
        <w:t xml:space="preserve"> are, or what r</w:t>
      </w:r>
      <w:r w:rsidR="00DF269E">
        <w:rPr>
          <w:color w:val="auto"/>
        </w:rPr>
        <w:t xml:space="preserve">esponsibility the </w:t>
      </w:r>
      <w:r w:rsidRPr="00684E1D">
        <w:rPr>
          <w:color w:val="auto"/>
        </w:rPr>
        <w:t>CCGs are towards, you know, dementia, but what I would think is that, for all health services, I think there should be a serious look at how they’re designed, and, you know, clinical services are very</w:t>
      </w:r>
      <w:r w:rsidR="00B47FC6">
        <w:rPr>
          <w:color w:val="auto"/>
        </w:rPr>
        <w:t xml:space="preserve"> good, and people need to accept</w:t>
      </w:r>
      <w:r w:rsidRPr="00684E1D">
        <w:rPr>
          <w:color w:val="auto"/>
        </w:rPr>
        <w:t xml:space="preserve"> that, but I think that is… especially on issues that… where you need to raise awareness, you need to change attitudes and stigma, it cannot be done within a clinical setting. They must see community-based services, whether they are churches or charities or just community health w</w:t>
      </w:r>
      <w:r w:rsidR="00411BDC">
        <w:rPr>
          <w:color w:val="auto"/>
        </w:rPr>
        <w:t>orkers or community social workers</w:t>
      </w:r>
      <w:r w:rsidRPr="00684E1D">
        <w:rPr>
          <w:color w:val="auto"/>
        </w:rPr>
        <w:t xml:space="preserve">, they must see those functions, all those sectors of the community, all those stakeholders, as serious, you know, individuals, or a serious service, that, </w:t>
      </w:r>
      <w:r w:rsidR="00A22C46">
        <w:rPr>
          <w:color w:val="auto"/>
        </w:rPr>
        <w:t>can actually</w:t>
      </w:r>
      <w:r w:rsidRPr="00684E1D">
        <w:rPr>
          <w:color w:val="auto"/>
        </w:rPr>
        <w:t xml:space="preserve"> compliment [unclear]. So if I was, you know, in one of the CCGs and I was trying to design services to get… to increase awareness on dementia, especially among black and </w:t>
      </w:r>
      <w:r w:rsidR="00A22C46">
        <w:rPr>
          <w:color w:val="auto"/>
        </w:rPr>
        <w:t>ethnic</w:t>
      </w:r>
      <w:r w:rsidRPr="00684E1D">
        <w:rPr>
          <w:color w:val="auto"/>
        </w:rPr>
        <w:t xml:space="preserve"> minorities, I would, first of all, discount anything to do with GPs. It would be there </w:t>
      </w:r>
      <w:r w:rsidR="002F5AB7">
        <w:rPr>
          <w:color w:val="auto"/>
        </w:rPr>
        <w:t>as a service that you can access</w:t>
      </w:r>
      <w:r w:rsidRPr="00684E1D">
        <w:rPr>
          <w:color w:val="auto"/>
        </w:rPr>
        <w:t>, say, I mean, if you need to, but I think, you know, [</w:t>
      </w:r>
      <w:proofErr w:type="spellStart"/>
      <w:r w:rsidRPr="00684E1D">
        <w:rPr>
          <w:color w:val="auto"/>
        </w:rPr>
        <w:t>overtalking</w:t>
      </w:r>
      <w:proofErr w:type="spellEnd"/>
      <w:r w:rsidRPr="00684E1D">
        <w:rPr>
          <w:color w:val="auto"/>
        </w:rPr>
        <w:t>].</w:t>
      </w:r>
    </w:p>
    <w:p w:rsidR="002C122D" w:rsidRPr="00684E1D" w:rsidRDefault="009B3E3D" w:rsidP="002C122D">
      <w:pPr>
        <w:pStyle w:val="Heading2"/>
      </w:pPr>
      <w:r>
        <w:t>G05BAF26</w:t>
      </w:r>
    </w:p>
    <w:p w:rsidR="002C122D" w:rsidRPr="00684E1D" w:rsidRDefault="002C122D" w:rsidP="002C122D">
      <w:pPr>
        <w:pStyle w:val="NoSpacingtimesnewroman"/>
        <w:rPr>
          <w:color w:val="auto"/>
        </w:rPr>
      </w:pPr>
      <w:r w:rsidRPr="00684E1D">
        <w:rPr>
          <w:color w:val="auto"/>
        </w:rPr>
        <w:t>I think the GP have to [unclear] you first [</w:t>
      </w:r>
      <w:proofErr w:type="spellStart"/>
      <w:r w:rsidRPr="00684E1D">
        <w:rPr>
          <w:color w:val="auto"/>
        </w:rPr>
        <w:t>overtalking</w:t>
      </w:r>
      <w:proofErr w:type="spellEnd"/>
      <w:r w:rsidRPr="00684E1D">
        <w:rPr>
          <w:color w:val="auto"/>
        </w:rPr>
        <w:t>].</w:t>
      </w:r>
      <w:r w:rsidRPr="00684E1D">
        <w:rPr>
          <w:color w:val="auto"/>
        </w:rPr>
        <w:br/>
      </w:r>
      <w:r w:rsidRPr="00684E1D">
        <w:rPr>
          <w:color w:val="auto"/>
        </w:rPr>
        <w:br/>
        <w:t>01:15:48</w:t>
      </w:r>
    </w:p>
    <w:p w:rsidR="002C122D" w:rsidRPr="00684E1D" w:rsidRDefault="009B3E3D" w:rsidP="002C122D">
      <w:pPr>
        <w:pStyle w:val="Heading2"/>
      </w:pPr>
      <w:r>
        <w:lastRenderedPageBreak/>
        <w:t>G05BAM24</w:t>
      </w:r>
    </w:p>
    <w:p w:rsidR="002C122D" w:rsidRPr="00684E1D" w:rsidRDefault="002C122D" w:rsidP="003D326A">
      <w:pPr>
        <w:pStyle w:val="NoSpacingtimesnewroman"/>
        <w:rPr>
          <w:color w:val="auto"/>
        </w:rPr>
      </w:pPr>
      <w:r w:rsidRPr="00684E1D">
        <w:rPr>
          <w:color w:val="auto"/>
        </w:rPr>
        <w:t xml:space="preserve">Yes, of course, well, the GPs are the ones who are commissioning services [unclear], but </w:t>
      </w:r>
      <w:proofErr w:type="gramStart"/>
      <w:r w:rsidRPr="00684E1D">
        <w:rPr>
          <w:color w:val="auto"/>
        </w:rPr>
        <w:t>I’m</w:t>
      </w:r>
      <w:proofErr w:type="gramEnd"/>
      <w:r w:rsidRPr="00684E1D">
        <w:rPr>
          <w:color w:val="auto"/>
        </w:rPr>
        <w:t xml:space="preserve"> saying in terms of raising awareness, the GP’s not going to give </w:t>
      </w:r>
      <w:r w:rsidR="00E863DB">
        <w:rPr>
          <w:color w:val="auto"/>
        </w:rPr>
        <w:t>the time</w:t>
      </w:r>
      <w:r w:rsidRPr="00684E1D">
        <w:rPr>
          <w:color w:val="auto"/>
        </w:rPr>
        <w:t xml:space="preserve"> to go to the community and talk about dementia, so you actually are going to encounter [unclear] problem. But before you even recognise that that is a problem, you need someone to talk to you about it, and there needs to be [unclear] saying</w:t>
      </w:r>
      <w:r w:rsidR="00683EE9">
        <w:rPr>
          <w:color w:val="auto"/>
        </w:rPr>
        <w:t xml:space="preserve">, </w:t>
      </w:r>
      <w:proofErr w:type="gramStart"/>
      <w:r w:rsidR="00683EE9">
        <w:rPr>
          <w:color w:val="auto"/>
        </w:rPr>
        <w:t>there’s</w:t>
      </w:r>
      <w:proofErr w:type="gramEnd"/>
      <w:r w:rsidR="00683EE9">
        <w:rPr>
          <w:color w:val="auto"/>
        </w:rPr>
        <w:t xml:space="preserve"> no point talking</w:t>
      </w:r>
      <w:r w:rsidRPr="00684E1D">
        <w:rPr>
          <w:color w:val="auto"/>
        </w:rPr>
        <w:t xml:space="preserve"> about government, because people have different priorities. If </w:t>
      </w:r>
      <w:proofErr w:type="gramStart"/>
      <w:r w:rsidRPr="00684E1D">
        <w:rPr>
          <w:color w:val="auto"/>
        </w:rPr>
        <w:t>it’s</w:t>
      </w:r>
      <w:proofErr w:type="gramEnd"/>
      <w:r w:rsidRPr="00684E1D">
        <w:rPr>
          <w:color w:val="auto"/>
        </w:rPr>
        <w:t xml:space="preserve"> a campaign that’s considered </w:t>
      </w:r>
      <w:r w:rsidR="003D326A">
        <w:rPr>
          <w:color w:val="auto"/>
        </w:rPr>
        <w:t>important</w:t>
      </w:r>
      <w:r w:rsidRPr="00684E1D">
        <w:rPr>
          <w:color w:val="auto"/>
        </w:rPr>
        <w:t xml:space="preserve"> at a national level, then that would be something to do with a media campaign on dementia. If </w:t>
      </w:r>
      <w:proofErr w:type="gramStart"/>
      <w:r w:rsidRPr="00684E1D">
        <w:rPr>
          <w:color w:val="auto"/>
        </w:rPr>
        <w:t>it’s</w:t>
      </w:r>
      <w:proofErr w:type="gramEnd"/>
      <w:r w:rsidRPr="00684E1D">
        <w:rPr>
          <w:color w:val="auto"/>
        </w:rPr>
        <w:t xml:space="preserve"> a local service, and CCGs have a decision to make, then probably the interest of… the interest of the [unclear], but I would imagine that they would have an elemen</w:t>
      </w:r>
      <w:r w:rsidR="00B86129">
        <w:rPr>
          <w:color w:val="auto"/>
        </w:rPr>
        <w:t>t of a community-based..</w:t>
      </w:r>
      <w:r w:rsidR="00CF0017">
        <w:rPr>
          <w:color w:val="auto"/>
        </w:rPr>
        <w:t>. So the responsibility is</w:t>
      </w:r>
      <w:r w:rsidR="003A4C06">
        <w:rPr>
          <w:color w:val="auto"/>
        </w:rPr>
        <w:t xml:space="preserve"> on you guys to find out if there</w:t>
      </w:r>
      <w:r w:rsidRPr="00684E1D">
        <w:rPr>
          <w:color w:val="auto"/>
        </w:rPr>
        <w:t xml:space="preserve"> can be a pilot project, for example, that looks at effectiveness of community-based awareness, to get</w:t>
      </w:r>
      <w:r w:rsidR="004A268F">
        <w:rPr>
          <w:color w:val="auto"/>
        </w:rPr>
        <w:t xml:space="preserve"> people to recognise… and that can be used as </w:t>
      </w:r>
      <w:r w:rsidRPr="00684E1D">
        <w:rPr>
          <w:color w:val="auto"/>
        </w:rPr>
        <w:t xml:space="preserve">best practice. So for… so </w:t>
      </w:r>
      <w:proofErr w:type="gramStart"/>
      <w:r w:rsidRPr="00684E1D">
        <w:rPr>
          <w:color w:val="auto"/>
        </w:rPr>
        <w:t>that’s</w:t>
      </w:r>
      <w:proofErr w:type="gramEnd"/>
      <w:r w:rsidRPr="00684E1D">
        <w:rPr>
          <w:color w:val="auto"/>
        </w:rPr>
        <w:t xml:space="preserve"> my only, sort of, [</w:t>
      </w:r>
      <w:proofErr w:type="spellStart"/>
      <w:r w:rsidRPr="00684E1D">
        <w:rPr>
          <w:color w:val="auto"/>
        </w:rPr>
        <w:t>overtalking</w:t>
      </w:r>
      <w:proofErr w:type="spellEnd"/>
      <w:r w:rsidRPr="00684E1D">
        <w:rPr>
          <w:color w:val="auto"/>
        </w:rPr>
        <w:t>].</w:t>
      </w:r>
    </w:p>
    <w:p w:rsidR="002C122D" w:rsidRPr="00684E1D" w:rsidRDefault="009B3E3D" w:rsidP="002C122D">
      <w:pPr>
        <w:pStyle w:val="Heading2"/>
      </w:pPr>
      <w:r>
        <w:t>G05BAF29</w:t>
      </w:r>
    </w:p>
    <w:p w:rsidR="002C122D" w:rsidRPr="00684E1D" w:rsidRDefault="002C122D" w:rsidP="002C122D">
      <w:pPr>
        <w:pStyle w:val="NoSpacingtimesnewroman"/>
        <w:rPr>
          <w:color w:val="auto"/>
        </w:rPr>
      </w:pPr>
      <w:proofErr w:type="spellStart"/>
      <w:proofErr w:type="gramStart"/>
      <w:r w:rsidRPr="00684E1D">
        <w:rPr>
          <w:color w:val="auto"/>
        </w:rPr>
        <w:t>Mmm</w:t>
      </w:r>
      <w:proofErr w:type="spellEnd"/>
      <w:r w:rsidRPr="00684E1D">
        <w:rPr>
          <w:color w:val="auto"/>
        </w:rPr>
        <w:t>.</w:t>
      </w:r>
      <w:proofErr w:type="gramEnd"/>
      <w:r w:rsidRPr="00684E1D">
        <w:rPr>
          <w:color w:val="auto"/>
        </w:rPr>
        <w:t xml:space="preserve"> I think overall, as </w:t>
      </w:r>
      <w:r w:rsidR="009B3E3D">
        <w:rPr>
          <w:color w:val="auto"/>
        </w:rPr>
        <w:t>G05BAM24</w:t>
      </w:r>
      <w:r w:rsidRPr="00684E1D">
        <w:rPr>
          <w:color w:val="auto"/>
        </w:rPr>
        <w:t xml:space="preserve"> is saying, if you have… if </w:t>
      </w:r>
      <w:proofErr w:type="gramStart"/>
      <w:r w:rsidRPr="00684E1D">
        <w:rPr>
          <w:color w:val="auto"/>
        </w:rPr>
        <w:t>you’re</w:t>
      </w:r>
      <w:proofErr w:type="gramEnd"/>
      <w:r w:rsidRPr="00684E1D">
        <w:rPr>
          <w:color w:val="auto"/>
        </w:rPr>
        <w:t xml:space="preserve"> intending to promote [unclear] the services,</w:t>
      </w:r>
      <w:r w:rsidR="00C02183">
        <w:rPr>
          <w:color w:val="auto"/>
        </w:rPr>
        <w:t xml:space="preserve"> you need to find out how to best </w:t>
      </w:r>
      <w:r w:rsidRPr="00684E1D">
        <w:rPr>
          <w:color w:val="auto"/>
        </w:rPr>
        <w:t xml:space="preserve">involve communities, directly. I think </w:t>
      </w:r>
      <w:proofErr w:type="gramStart"/>
      <w:r w:rsidRPr="00684E1D">
        <w:rPr>
          <w:color w:val="auto"/>
        </w:rPr>
        <w:t>that’s</w:t>
      </w:r>
      <w:proofErr w:type="gramEnd"/>
      <w:r w:rsidRPr="00684E1D">
        <w:rPr>
          <w:color w:val="auto"/>
        </w:rPr>
        <w:t xml:space="preserve"> the only way that the uptake can happen.</w:t>
      </w:r>
    </w:p>
    <w:p w:rsidR="002C122D" w:rsidRPr="00684E1D" w:rsidRDefault="002C122D" w:rsidP="002C122D">
      <w:pPr>
        <w:pStyle w:val="Heading2"/>
      </w:pPr>
      <w:r>
        <w:t>Unidentified Male Speaker</w:t>
      </w:r>
    </w:p>
    <w:p w:rsidR="002C122D" w:rsidRPr="00684E1D" w:rsidRDefault="002C122D" w:rsidP="002C122D">
      <w:pPr>
        <w:pStyle w:val="NoSpacingtimesnewroman"/>
        <w:rPr>
          <w:b/>
          <w:bCs/>
          <w:i/>
          <w:iCs/>
          <w:color w:val="auto"/>
        </w:rPr>
      </w:pPr>
      <w:proofErr w:type="gramStart"/>
      <w:r w:rsidRPr="00684E1D">
        <w:rPr>
          <w:color w:val="auto"/>
        </w:rPr>
        <w:t>Yes, [unclear].</w:t>
      </w:r>
      <w:proofErr w:type="gramEnd"/>
      <w:r w:rsidRPr="00684E1D">
        <w:rPr>
          <w:b/>
          <w:bCs/>
          <w:i/>
          <w:iCs/>
          <w:color w:val="auto"/>
        </w:rPr>
        <w:t xml:space="preserve"> </w:t>
      </w:r>
    </w:p>
    <w:p w:rsidR="002C122D" w:rsidRPr="00684E1D" w:rsidRDefault="002C122D" w:rsidP="002C122D">
      <w:pPr>
        <w:pStyle w:val="Heading2"/>
        <w:rPr>
          <w:rFonts w:ascii="Times New Roman" w:eastAsia="Calibri" w:hAnsi="Times New Roman"/>
          <w:b w:val="0"/>
          <w:bCs w:val="0"/>
          <w:i w:val="0"/>
          <w:iCs w:val="0"/>
          <w:sz w:val="24"/>
          <w:szCs w:val="24"/>
        </w:rPr>
      </w:pPr>
      <w:r w:rsidRPr="00684E1D">
        <w:rPr>
          <w:rFonts w:ascii="Times New Roman" w:eastAsia="Calibri" w:hAnsi="Times New Roman"/>
          <w:b w:val="0"/>
          <w:bCs w:val="0"/>
          <w:i w:val="0"/>
          <w:iCs w:val="0"/>
          <w:sz w:val="24"/>
          <w:szCs w:val="24"/>
        </w:rPr>
        <w:t>01:17:09</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Shall we, wrap it up? Can I finish on one question?</w:t>
      </w:r>
    </w:p>
    <w:p w:rsidR="002C122D" w:rsidRPr="00684E1D" w:rsidRDefault="009B3E3D" w:rsidP="002C122D">
      <w:pPr>
        <w:pStyle w:val="Heading2"/>
      </w:pPr>
      <w:r>
        <w:t>G05BAM24</w:t>
      </w:r>
    </w:p>
    <w:p w:rsidR="002C122D" w:rsidRPr="00684E1D" w:rsidRDefault="002C122D" w:rsidP="002C122D">
      <w:pPr>
        <w:pStyle w:val="NoSpacingtimesnewroman"/>
        <w:rPr>
          <w:color w:val="auto"/>
        </w:rPr>
      </w:pPr>
      <w:r w:rsidRPr="00684E1D">
        <w:rPr>
          <w:color w:val="auto"/>
        </w:rPr>
        <w:t>Yes.</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If you received a letter, personally addressed to you, from you GP, would you be inclined to read it, if it was personally addressed to you?</w:t>
      </w:r>
    </w:p>
    <w:p w:rsidR="002C122D" w:rsidRPr="00684E1D" w:rsidRDefault="002C122D" w:rsidP="002C122D">
      <w:pPr>
        <w:pStyle w:val="Heading2"/>
      </w:pPr>
      <w:r>
        <w:t>Unidentified Female Speaker</w:t>
      </w:r>
    </w:p>
    <w:p w:rsidR="002C122D" w:rsidRPr="00684E1D" w:rsidRDefault="002C122D" w:rsidP="002C122D">
      <w:pPr>
        <w:pStyle w:val="NoSpacingtimesnewroman"/>
        <w:rPr>
          <w:color w:val="auto"/>
        </w:rPr>
      </w:pPr>
      <w:proofErr w:type="gramStart"/>
      <w:r w:rsidRPr="00684E1D">
        <w:rPr>
          <w:color w:val="auto"/>
        </w:rPr>
        <w:t>Yes, [</w:t>
      </w:r>
      <w:proofErr w:type="spellStart"/>
      <w:r w:rsidRPr="00684E1D">
        <w:rPr>
          <w:color w:val="auto"/>
        </w:rPr>
        <w:t>overtalking</w:t>
      </w:r>
      <w:proofErr w:type="spellEnd"/>
      <w:r w:rsidRPr="00684E1D">
        <w:rPr>
          <w:color w:val="auto"/>
        </w:rPr>
        <w:t>] open it.</w:t>
      </w:r>
      <w:proofErr w:type="gramEnd"/>
      <w:r w:rsidRPr="00684E1D">
        <w:rPr>
          <w:color w:val="auto"/>
        </w:rPr>
        <w:t xml:space="preserve"> What does it say?</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 xml:space="preserve">If it was a letter, perhaps, accompanying a leaflet, or within the letter itself, had information about dementia and memory problems, what they are, what you can do if you think </w:t>
      </w:r>
      <w:proofErr w:type="gramStart"/>
      <w:r w:rsidRPr="00684E1D">
        <w:rPr>
          <w:color w:val="auto"/>
        </w:rPr>
        <w:t>you’re</w:t>
      </w:r>
      <w:proofErr w:type="gramEnd"/>
      <w:r w:rsidRPr="00684E1D">
        <w:rPr>
          <w:color w:val="auto"/>
        </w:rPr>
        <w:t xml:space="preserve"> experiencing problems, as an example. Would you read that, if it was personally addressed to you?</w:t>
      </w:r>
      <w:r w:rsidRPr="00684E1D">
        <w:rPr>
          <w:color w:val="auto"/>
        </w:rPr>
        <w:br/>
      </w:r>
      <w:r w:rsidRPr="00684E1D">
        <w:rPr>
          <w:color w:val="auto"/>
        </w:rPr>
        <w:lastRenderedPageBreak/>
        <w:br/>
        <w:t>01:17:42</w:t>
      </w:r>
    </w:p>
    <w:p w:rsidR="002C122D" w:rsidRPr="00684E1D" w:rsidRDefault="009B3E3D" w:rsidP="002C122D">
      <w:pPr>
        <w:pStyle w:val="Heading2"/>
      </w:pPr>
      <w:r>
        <w:t>G05BAM28</w:t>
      </w:r>
    </w:p>
    <w:p w:rsidR="002C122D" w:rsidRPr="00684E1D" w:rsidRDefault="000F7D8C" w:rsidP="002C122D">
      <w:pPr>
        <w:pStyle w:val="NoSpacingtimesnewroman"/>
        <w:rPr>
          <w:color w:val="auto"/>
        </w:rPr>
      </w:pPr>
      <w:r>
        <w:rPr>
          <w:color w:val="auto"/>
        </w:rPr>
        <w:t>Again, maybe</w:t>
      </w:r>
      <w:r w:rsidR="002C122D" w:rsidRPr="00684E1D">
        <w:rPr>
          <w:color w:val="auto"/>
        </w:rPr>
        <w:t xml:space="preserve"> </w:t>
      </w:r>
      <w:proofErr w:type="gramStart"/>
      <w:r w:rsidR="002C122D" w:rsidRPr="00684E1D">
        <w:rPr>
          <w:color w:val="auto"/>
        </w:rPr>
        <w:t>I’ll</w:t>
      </w:r>
      <w:proofErr w:type="gramEnd"/>
      <w:r w:rsidR="002C122D" w:rsidRPr="00684E1D">
        <w:rPr>
          <w:color w:val="auto"/>
        </w:rPr>
        <w:t xml:space="preserve"> read that, but not for the purpose of promoting</w:t>
      </w:r>
      <w:r w:rsidR="005A5548">
        <w:rPr>
          <w:color w:val="auto"/>
        </w:rPr>
        <w:t xml:space="preserve"> the GP to be the main actor</w:t>
      </w:r>
      <w:r w:rsidR="002C122D" w:rsidRPr="00684E1D">
        <w:rPr>
          <w:color w:val="auto"/>
        </w:rPr>
        <w:t xml:space="preserve"> in my… in my forgetfulness and… I know he </w:t>
      </w:r>
      <w:proofErr w:type="gramStart"/>
      <w:r w:rsidR="002C122D" w:rsidRPr="00684E1D">
        <w:rPr>
          <w:color w:val="auto"/>
        </w:rPr>
        <w:t>won’t</w:t>
      </w:r>
      <w:proofErr w:type="gramEnd"/>
      <w:r w:rsidR="002C122D" w:rsidRPr="00684E1D">
        <w:rPr>
          <w:color w:val="auto"/>
        </w:rPr>
        <w:t xml:space="preserve"> do the right job. But </w:t>
      </w:r>
      <w:r w:rsidR="00FD5630">
        <w:rPr>
          <w:color w:val="auto"/>
        </w:rPr>
        <w:t>if something is really wrong</w:t>
      </w:r>
      <w:r w:rsidR="002C122D" w:rsidRPr="00684E1D">
        <w:rPr>
          <w:color w:val="auto"/>
        </w:rPr>
        <w:t xml:space="preserve"> with my health, </w:t>
      </w:r>
      <w:proofErr w:type="gramStart"/>
      <w:r w:rsidR="002C122D" w:rsidRPr="00684E1D">
        <w:rPr>
          <w:color w:val="auto"/>
        </w:rPr>
        <w:t>I’ll</w:t>
      </w:r>
      <w:proofErr w:type="gramEnd"/>
      <w:r w:rsidR="002C122D" w:rsidRPr="00684E1D">
        <w:rPr>
          <w:color w:val="auto"/>
        </w:rPr>
        <w:t xml:space="preserve"> definitely pay attention to it. </w:t>
      </w:r>
      <w:proofErr w:type="gramStart"/>
      <w:r w:rsidR="002C122D" w:rsidRPr="00684E1D">
        <w:rPr>
          <w:color w:val="auto"/>
        </w:rPr>
        <w:t>[</w:t>
      </w:r>
      <w:proofErr w:type="spellStart"/>
      <w:r w:rsidR="002C122D" w:rsidRPr="00684E1D">
        <w:rPr>
          <w:color w:val="auto"/>
        </w:rPr>
        <w:t>Overtalking</w:t>
      </w:r>
      <w:proofErr w:type="spellEnd"/>
      <w:r w:rsidR="002C122D" w:rsidRPr="00684E1D">
        <w:rPr>
          <w:color w:val="auto"/>
        </w:rPr>
        <w:t>] to do that.</w:t>
      </w:r>
      <w:proofErr w:type="gramEnd"/>
      <w:r w:rsidR="002C122D" w:rsidRPr="00684E1D">
        <w:rPr>
          <w:color w:val="auto"/>
        </w:rPr>
        <w:t xml:space="preserve"> So I </w:t>
      </w:r>
      <w:proofErr w:type="gramStart"/>
      <w:r w:rsidR="002C122D" w:rsidRPr="00684E1D">
        <w:rPr>
          <w:color w:val="auto"/>
        </w:rPr>
        <w:t>don’t</w:t>
      </w:r>
      <w:proofErr w:type="gramEnd"/>
      <w:r w:rsidR="002C122D" w:rsidRPr="00684E1D">
        <w:rPr>
          <w:color w:val="auto"/>
        </w:rPr>
        <w:t xml:space="preserve"> know for someone who doesn’t [unclear], what they do. But me, anything medical about myself, I take it seriously, no matter what it is.</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Okay, thank you very much.</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Can I [unclear]?</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Yes.</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Like this letter they normally send form NHS that we want… sometimes, they send a letter saying that we want to include your details or information on a computer base.</w:t>
      </w:r>
      <w:r w:rsidRPr="00684E1D">
        <w:rPr>
          <w:color w:val="auto"/>
        </w:rPr>
        <w:br/>
      </w:r>
      <w:r w:rsidRPr="00684E1D">
        <w:rPr>
          <w:color w:val="auto"/>
        </w:rPr>
        <w:br/>
        <w:t>01:18:24</w:t>
      </w:r>
    </w:p>
    <w:p w:rsidR="002C122D" w:rsidRPr="00684E1D" w:rsidRDefault="002C122D" w:rsidP="002C122D">
      <w:pPr>
        <w:pStyle w:val="Heading2"/>
      </w:pPr>
      <w:r>
        <w:t>Unidentified Male Speaker</w:t>
      </w:r>
    </w:p>
    <w:p w:rsidR="002C122D" w:rsidRPr="00684E1D" w:rsidRDefault="002C122D" w:rsidP="002C122D">
      <w:pPr>
        <w:pStyle w:val="NoSpacingtimesnewroman"/>
        <w:rPr>
          <w:color w:val="auto"/>
        </w:rPr>
      </w:pPr>
      <w:r w:rsidRPr="00684E1D">
        <w:rPr>
          <w:color w:val="auto"/>
        </w:rPr>
        <w:t>[Unclear]</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 xml:space="preserve">Yes, I just read that and I just threw it in the bin, because </w:t>
      </w:r>
      <w:proofErr w:type="gramStart"/>
      <w:r w:rsidRPr="00684E1D">
        <w:rPr>
          <w:color w:val="auto"/>
        </w:rPr>
        <w:t>it’s</w:t>
      </w:r>
      <w:proofErr w:type="gramEnd"/>
      <w:r w:rsidRPr="00684E1D">
        <w:rPr>
          <w:color w:val="auto"/>
        </w:rPr>
        <w:t xml:space="preserve"> not relevant to me. So if I got a letter about dementia, is it relevant to me? Addressed in my name, dementia, </w:t>
      </w:r>
      <w:proofErr w:type="gramStart"/>
      <w:r w:rsidRPr="00684E1D">
        <w:rPr>
          <w:color w:val="auto"/>
        </w:rPr>
        <w:t>go</w:t>
      </w:r>
      <w:proofErr w:type="gramEnd"/>
      <w:r w:rsidRPr="00684E1D">
        <w:rPr>
          <w:color w:val="auto"/>
        </w:rPr>
        <w:t xml:space="preserve"> see a GP. So I think generic kind of letters, just in</w:t>
      </w:r>
      <w:r w:rsidR="004358E7">
        <w:rPr>
          <w:color w:val="auto"/>
        </w:rPr>
        <w:t xml:space="preserve"> my</w:t>
      </w:r>
      <w:r w:rsidRPr="00684E1D">
        <w:rPr>
          <w:color w:val="auto"/>
        </w:rPr>
        <w:t xml:space="preserve"> name, with a health condition that I think that I don’t have, it may get a few people, but a big majority might just say it’s </w:t>
      </w:r>
      <w:r w:rsidR="004358E7">
        <w:rPr>
          <w:color w:val="auto"/>
        </w:rPr>
        <w:t xml:space="preserve">not </w:t>
      </w:r>
      <w:r w:rsidRPr="00684E1D">
        <w:rPr>
          <w:color w:val="auto"/>
        </w:rPr>
        <w:t>relevant to them, you know?</w:t>
      </w:r>
    </w:p>
    <w:p w:rsidR="002C122D" w:rsidRPr="00684E1D" w:rsidRDefault="009B3E3D" w:rsidP="002C122D">
      <w:pPr>
        <w:pStyle w:val="Heading2"/>
      </w:pPr>
      <w:r>
        <w:t>UCLRA01</w:t>
      </w:r>
    </w:p>
    <w:p w:rsidR="002C122D" w:rsidRPr="00684E1D" w:rsidRDefault="00B35128" w:rsidP="002C122D">
      <w:pPr>
        <w:pStyle w:val="NoSpacingtimesnewroman"/>
        <w:rPr>
          <w:color w:val="auto"/>
        </w:rPr>
      </w:pPr>
      <w:r>
        <w:rPr>
          <w:color w:val="auto"/>
        </w:rPr>
        <w:t>Would it worry you though?</w:t>
      </w:r>
      <w:r w:rsidR="002C122D" w:rsidRPr="00684E1D">
        <w:rPr>
          <w:color w:val="auto"/>
        </w:rPr>
        <w:br/>
      </w:r>
      <w:r w:rsidR="002C122D" w:rsidRPr="00684E1D">
        <w:rPr>
          <w:color w:val="auto"/>
        </w:rPr>
        <w:br/>
        <w:t>01:18:51</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 xml:space="preserve">No, </w:t>
      </w:r>
      <w:proofErr w:type="gramStart"/>
      <w:r w:rsidRPr="00684E1D">
        <w:rPr>
          <w:color w:val="auto"/>
        </w:rPr>
        <w:t>it’s</w:t>
      </w:r>
      <w:proofErr w:type="gramEnd"/>
      <w:r w:rsidRPr="00684E1D">
        <w:rPr>
          <w:color w:val="auto"/>
        </w:rPr>
        <w:t xml:space="preserve"> </w:t>
      </w:r>
      <w:r w:rsidR="00BB0B5B">
        <w:rPr>
          <w:color w:val="auto"/>
        </w:rPr>
        <w:t xml:space="preserve">just </w:t>
      </w:r>
      <w:r w:rsidRPr="00684E1D">
        <w:rPr>
          <w:color w:val="auto"/>
        </w:rPr>
        <w:t>not relevant to me, so I just throw it in the bin.</w:t>
      </w:r>
    </w:p>
    <w:p w:rsidR="002C122D" w:rsidRPr="00684E1D" w:rsidRDefault="009B3E3D" w:rsidP="002C122D">
      <w:pPr>
        <w:pStyle w:val="Heading2"/>
      </w:pPr>
      <w:r>
        <w:lastRenderedPageBreak/>
        <w:t>UCLRA01</w:t>
      </w:r>
    </w:p>
    <w:p w:rsidR="002C122D" w:rsidRPr="00684E1D" w:rsidRDefault="002C122D" w:rsidP="00C10FD0">
      <w:pPr>
        <w:pStyle w:val="NoSpacingtimesnewroman"/>
        <w:rPr>
          <w:color w:val="auto"/>
        </w:rPr>
      </w:pPr>
      <w:r w:rsidRPr="00684E1D">
        <w:rPr>
          <w:color w:val="auto"/>
        </w:rPr>
        <w:t xml:space="preserve">That </w:t>
      </w:r>
      <w:proofErr w:type="gramStart"/>
      <w:r w:rsidRPr="00684E1D">
        <w:rPr>
          <w:color w:val="auto"/>
        </w:rPr>
        <w:t>wou</w:t>
      </w:r>
      <w:r w:rsidR="00245E9D">
        <w:rPr>
          <w:color w:val="auto"/>
        </w:rPr>
        <w:t>ldn’t</w:t>
      </w:r>
      <w:proofErr w:type="gramEnd"/>
      <w:r w:rsidR="00245E9D">
        <w:rPr>
          <w:color w:val="auto"/>
        </w:rPr>
        <w:t xml:space="preserve"> … that wouldn’t </w:t>
      </w:r>
      <w:r w:rsidR="00C10FD0">
        <w:rPr>
          <w:color w:val="auto"/>
        </w:rPr>
        <w:t>matter</w:t>
      </w:r>
      <w:r w:rsidR="00245E9D">
        <w:rPr>
          <w:color w:val="auto"/>
        </w:rPr>
        <w:t>,</w:t>
      </w:r>
      <w:r w:rsidRPr="00684E1D">
        <w:rPr>
          <w:color w:val="auto"/>
        </w:rPr>
        <w:t xml:space="preserve"> even if your name was </w:t>
      </w:r>
      <w:r w:rsidR="00C10FD0">
        <w:rPr>
          <w:color w:val="auto"/>
        </w:rPr>
        <w:t xml:space="preserve">on </w:t>
      </w:r>
      <w:r w:rsidRPr="00684E1D">
        <w:rPr>
          <w:color w:val="auto"/>
        </w:rPr>
        <w:t>it?</w:t>
      </w:r>
    </w:p>
    <w:p w:rsidR="002C122D" w:rsidRPr="00684E1D" w:rsidRDefault="009B3E3D" w:rsidP="002C122D">
      <w:pPr>
        <w:pStyle w:val="Heading2"/>
      </w:pPr>
      <w:r>
        <w:t>G05BAF25</w:t>
      </w:r>
    </w:p>
    <w:p w:rsidR="002C122D" w:rsidRPr="00684E1D" w:rsidRDefault="002C122D" w:rsidP="002C122D">
      <w:pPr>
        <w:pStyle w:val="NoSpacingtimesnewroman"/>
        <w:rPr>
          <w:color w:val="auto"/>
        </w:rPr>
      </w:pPr>
      <w:r w:rsidRPr="00684E1D">
        <w:rPr>
          <w:color w:val="auto"/>
        </w:rPr>
        <w:t>No, it wouldn’t because how many letters do you receive that have your name on it, talking to you ab</w:t>
      </w:r>
      <w:r w:rsidR="001C65CC">
        <w:rPr>
          <w:color w:val="auto"/>
        </w:rPr>
        <w:t>out so many different issues</w:t>
      </w:r>
      <w:r w:rsidRPr="00684E1D">
        <w:rPr>
          <w:color w:val="auto"/>
        </w:rPr>
        <w:t xml:space="preserve">, I don’t know, </w:t>
      </w:r>
      <w:r w:rsidR="001C65CC">
        <w:rPr>
          <w:color w:val="auto"/>
        </w:rPr>
        <w:t>retail</w:t>
      </w:r>
      <w:r w:rsidRPr="00684E1D">
        <w:rPr>
          <w:color w:val="auto"/>
        </w:rPr>
        <w:t>, I don’t know what, but remember it’s not…</w:t>
      </w:r>
    </w:p>
    <w:p w:rsidR="002C122D" w:rsidRPr="00684E1D" w:rsidRDefault="009B3E3D" w:rsidP="002C122D">
      <w:pPr>
        <w:pStyle w:val="Heading2"/>
      </w:pPr>
      <w:r>
        <w:t>G05BAF26</w:t>
      </w:r>
    </w:p>
    <w:p w:rsidR="002C122D" w:rsidRPr="00684E1D" w:rsidRDefault="002C122D" w:rsidP="002C122D">
      <w:pPr>
        <w:pStyle w:val="NoSpacingtimesnewroman"/>
        <w:rPr>
          <w:color w:val="auto"/>
        </w:rPr>
      </w:pPr>
      <w:r w:rsidRPr="00684E1D">
        <w:rPr>
          <w:color w:val="auto"/>
        </w:rPr>
        <w:t xml:space="preserve">I think what I will say is, I’ve done some work with hepatitis and sending out letters to communities, and we also did a telephone interview, on the phone, in Somali language, so when the letters… when people receive the letters, it just introduced what the research was about, but when we… when I did the telephone interviewing, the first question people asked is: do I have hepatitis? So they </w:t>
      </w:r>
      <w:proofErr w:type="gramStart"/>
      <w:r w:rsidRPr="00684E1D">
        <w:rPr>
          <w:color w:val="auto"/>
        </w:rPr>
        <w:t>didn’t</w:t>
      </w:r>
      <w:proofErr w:type="gramEnd"/>
      <w:r w:rsidRPr="00684E1D">
        <w:rPr>
          <w:color w:val="auto"/>
        </w:rPr>
        <w:t xml:space="preserve"> read the… they actually </w:t>
      </w:r>
      <w:r w:rsidR="00864184">
        <w:rPr>
          <w:color w:val="auto"/>
        </w:rPr>
        <w:t xml:space="preserve">read </w:t>
      </w:r>
      <w:r w:rsidRPr="00684E1D">
        <w:rPr>
          <w:color w:val="auto"/>
        </w:rPr>
        <w:t xml:space="preserve">the letter, but they didn’t understand it was a general letter regarding the research. So the people automatically jumped to that: do I have hepatitis, or do </w:t>
      </w:r>
      <w:r w:rsidR="00F9052A">
        <w:rPr>
          <w:color w:val="auto"/>
        </w:rPr>
        <w:t xml:space="preserve">I… </w:t>
      </w:r>
      <w:r w:rsidRPr="00684E1D">
        <w:rPr>
          <w:color w:val="auto"/>
        </w:rPr>
        <w:t>[</w:t>
      </w:r>
      <w:proofErr w:type="spellStart"/>
      <w:proofErr w:type="gramStart"/>
      <w:r w:rsidRPr="00684E1D">
        <w:rPr>
          <w:color w:val="auto"/>
        </w:rPr>
        <w:t>overtalking</w:t>
      </w:r>
      <w:proofErr w:type="spellEnd"/>
      <w:proofErr w:type="gramEnd"/>
      <w:r w:rsidRPr="00684E1D">
        <w:rPr>
          <w:color w:val="auto"/>
        </w:rPr>
        <w:t>].</w:t>
      </w:r>
    </w:p>
    <w:p w:rsidR="002C122D" w:rsidRPr="00684E1D" w:rsidRDefault="009B3E3D" w:rsidP="002C122D">
      <w:pPr>
        <w:pStyle w:val="Heading2"/>
      </w:pPr>
      <w:r>
        <w:t>G05BAM28</w:t>
      </w:r>
    </w:p>
    <w:p w:rsidR="002C122D" w:rsidRPr="00684E1D" w:rsidRDefault="002C122D" w:rsidP="002C122D">
      <w:pPr>
        <w:pStyle w:val="NoSpacingtimesnewroman"/>
        <w:rPr>
          <w:color w:val="auto"/>
        </w:rPr>
      </w:pPr>
      <w:r w:rsidRPr="00684E1D">
        <w:rPr>
          <w:color w:val="auto"/>
        </w:rPr>
        <w:t>[</w:t>
      </w:r>
      <w:proofErr w:type="spellStart"/>
      <w:r w:rsidRPr="00684E1D">
        <w:rPr>
          <w:color w:val="auto"/>
        </w:rPr>
        <w:t>Overtalking</w:t>
      </w:r>
      <w:proofErr w:type="spellEnd"/>
      <w:r w:rsidRPr="00684E1D">
        <w:rPr>
          <w:color w:val="auto"/>
        </w:rPr>
        <w:t>] hepatitis [</w:t>
      </w:r>
      <w:proofErr w:type="spellStart"/>
      <w:r w:rsidRPr="00684E1D">
        <w:rPr>
          <w:color w:val="auto"/>
        </w:rPr>
        <w:t>overtalking</w:t>
      </w:r>
      <w:proofErr w:type="spellEnd"/>
      <w:r w:rsidRPr="00684E1D">
        <w:rPr>
          <w:color w:val="auto"/>
        </w:rPr>
        <w:t>] worried about it and…</w:t>
      </w:r>
      <w:r w:rsidRPr="00684E1D">
        <w:rPr>
          <w:color w:val="auto"/>
        </w:rPr>
        <w:br/>
      </w:r>
      <w:r w:rsidRPr="00684E1D">
        <w:rPr>
          <w:color w:val="auto"/>
        </w:rPr>
        <w:br/>
        <w:t>01:19:59</w:t>
      </w:r>
    </w:p>
    <w:p w:rsidR="002C122D" w:rsidRPr="00684E1D" w:rsidRDefault="009B3E3D" w:rsidP="002C122D">
      <w:pPr>
        <w:pStyle w:val="Heading2"/>
      </w:pPr>
      <w:r>
        <w:t>G05BAF26</w:t>
      </w:r>
    </w:p>
    <w:p w:rsidR="002C122D" w:rsidRPr="00684E1D" w:rsidRDefault="002C122D" w:rsidP="00615519">
      <w:pPr>
        <w:pStyle w:val="NoSpacingtimesnewroman"/>
        <w:rPr>
          <w:color w:val="auto"/>
        </w:rPr>
      </w:pPr>
      <w:r w:rsidRPr="00684E1D">
        <w:rPr>
          <w:color w:val="auto"/>
        </w:rPr>
        <w:t xml:space="preserve">Yes, and also if, for example… if my mum was sent that letter, she would never read it because she </w:t>
      </w:r>
      <w:proofErr w:type="gramStart"/>
      <w:r w:rsidRPr="00684E1D">
        <w:rPr>
          <w:color w:val="auto"/>
        </w:rPr>
        <w:t>doesn’t</w:t>
      </w:r>
      <w:proofErr w:type="gramEnd"/>
      <w:r w:rsidRPr="00684E1D">
        <w:rPr>
          <w:color w:val="auto"/>
        </w:rPr>
        <w:t xml:space="preserve"> speak English at all, so she’d probably say, </w:t>
      </w:r>
      <w:r w:rsidR="009B3E3D">
        <w:rPr>
          <w:color w:val="auto"/>
        </w:rPr>
        <w:t>G05BAF26</w:t>
      </w:r>
      <w:r w:rsidRPr="00684E1D">
        <w:rPr>
          <w:color w:val="auto"/>
        </w:rPr>
        <w:t xml:space="preserve"> can you… </w:t>
      </w:r>
      <w:proofErr w:type="gramStart"/>
      <w:r w:rsidRPr="00684E1D">
        <w:rPr>
          <w:color w:val="auto"/>
        </w:rPr>
        <w:t>I’ve</w:t>
      </w:r>
      <w:proofErr w:type="gramEnd"/>
      <w:r w:rsidRPr="00684E1D">
        <w:rPr>
          <w:color w:val="auto"/>
        </w:rPr>
        <w:t xml:space="preserve"> received a letter today, can you read it for me? If a person who doesn’t have somebody</w:t>
      </w:r>
      <w:r w:rsidR="00615519">
        <w:rPr>
          <w:color w:val="auto"/>
        </w:rPr>
        <w:t xml:space="preserve"> they can contact, </w:t>
      </w:r>
      <w:proofErr w:type="gramStart"/>
      <w:r w:rsidR="00615519">
        <w:rPr>
          <w:color w:val="auto"/>
        </w:rPr>
        <w:t xml:space="preserve">they </w:t>
      </w:r>
      <w:r w:rsidRPr="00684E1D">
        <w:rPr>
          <w:color w:val="auto"/>
        </w:rPr>
        <w:t xml:space="preserve"> probably</w:t>
      </w:r>
      <w:proofErr w:type="gramEnd"/>
      <w:r w:rsidRPr="00684E1D">
        <w:rPr>
          <w:color w:val="auto"/>
        </w:rPr>
        <w:t xml:space="preserve"> </w:t>
      </w:r>
      <w:r w:rsidR="00615519">
        <w:rPr>
          <w:color w:val="auto"/>
        </w:rPr>
        <w:t xml:space="preserve">won’t read it. </w:t>
      </w:r>
    </w:p>
    <w:p w:rsidR="002C122D" w:rsidRPr="00684E1D" w:rsidRDefault="009B3E3D" w:rsidP="002C122D">
      <w:pPr>
        <w:pStyle w:val="Heading2"/>
      </w:pPr>
      <w:r>
        <w:t>G05BAM24</w:t>
      </w:r>
    </w:p>
    <w:p w:rsidR="002C122D" w:rsidRPr="00684E1D" w:rsidRDefault="002C122D" w:rsidP="00E33720">
      <w:pPr>
        <w:pStyle w:val="NoSpacingtimesnewroman"/>
        <w:rPr>
          <w:color w:val="auto"/>
        </w:rPr>
      </w:pPr>
      <w:r w:rsidRPr="00684E1D">
        <w:rPr>
          <w:color w:val="auto"/>
        </w:rPr>
        <w:t xml:space="preserve">My question would be: why would you write that letter through a GP, why would the GP write such a letter to their patients, for example, what would be the motivation? Is it because they recognise </w:t>
      </w:r>
      <w:proofErr w:type="gramStart"/>
      <w:r w:rsidRPr="00684E1D">
        <w:rPr>
          <w:color w:val="auto"/>
        </w:rPr>
        <w:t>it’s</w:t>
      </w:r>
      <w:proofErr w:type="gramEnd"/>
      <w:r w:rsidRPr="00684E1D">
        <w:rPr>
          <w:color w:val="auto"/>
        </w:rPr>
        <w:t xml:space="preserve"> a problem within that demographic group, or is it because they want to promote awareness? If it is meant to create awareness, then </w:t>
      </w:r>
      <w:proofErr w:type="gramStart"/>
      <w:r w:rsidRPr="00684E1D">
        <w:rPr>
          <w:color w:val="auto"/>
        </w:rPr>
        <w:t>it’s</w:t>
      </w:r>
      <w:proofErr w:type="gramEnd"/>
      <w:r w:rsidRPr="00684E1D">
        <w:rPr>
          <w:color w:val="auto"/>
        </w:rPr>
        <w:t xml:space="preserve"> a complete </w:t>
      </w:r>
      <w:r w:rsidR="00803F24">
        <w:rPr>
          <w:color w:val="auto"/>
        </w:rPr>
        <w:t xml:space="preserve">waste of money. </w:t>
      </w:r>
      <w:proofErr w:type="gramStart"/>
      <w:r w:rsidR="00803F24">
        <w:rPr>
          <w:color w:val="auto"/>
        </w:rPr>
        <w:t>[</w:t>
      </w:r>
      <w:proofErr w:type="spellStart"/>
      <w:r w:rsidR="00803F24">
        <w:rPr>
          <w:color w:val="auto"/>
        </w:rPr>
        <w:t>Overtalking</w:t>
      </w:r>
      <w:proofErr w:type="spellEnd"/>
      <w:r w:rsidR="00803F24">
        <w:rPr>
          <w:color w:val="auto"/>
        </w:rPr>
        <w:t>].</w:t>
      </w:r>
      <w:proofErr w:type="gramEnd"/>
      <w:r w:rsidRPr="00684E1D">
        <w:rPr>
          <w:color w:val="auto"/>
        </w:rPr>
        <w:t xml:space="preserve"> </w:t>
      </w:r>
      <w:r w:rsidR="00803F24">
        <w:rPr>
          <w:color w:val="auto"/>
        </w:rPr>
        <w:t>No one</w:t>
      </w:r>
      <w:r w:rsidRPr="00684E1D">
        <w:rPr>
          <w:color w:val="auto"/>
        </w:rPr>
        <w:t xml:space="preserve"> </w:t>
      </w:r>
      <w:proofErr w:type="gramStart"/>
      <w:r w:rsidR="00803F24">
        <w:rPr>
          <w:color w:val="auto"/>
        </w:rPr>
        <w:t xml:space="preserve">would </w:t>
      </w:r>
      <w:r w:rsidRPr="00684E1D">
        <w:rPr>
          <w:color w:val="auto"/>
        </w:rPr>
        <w:t xml:space="preserve"> take</w:t>
      </w:r>
      <w:proofErr w:type="gramEnd"/>
      <w:r w:rsidRPr="00684E1D">
        <w:rPr>
          <w:color w:val="auto"/>
        </w:rPr>
        <w:t xml:space="preserve"> it seriously, because they don’t have any relevance to it. But if you come back to what we were talking about when we say we have community health workshop, invite people to come to it. Everyone comes with an open </w:t>
      </w:r>
      <w:proofErr w:type="gramStart"/>
      <w:r w:rsidRPr="00684E1D">
        <w:rPr>
          <w:color w:val="auto"/>
        </w:rPr>
        <w:t>mind,</w:t>
      </w:r>
      <w:proofErr w:type="gramEnd"/>
      <w:r w:rsidRPr="00684E1D">
        <w:rPr>
          <w:color w:val="auto"/>
        </w:rPr>
        <w:t xml:space="preserve"> they’re going</w:t>
      </w:r>
      <w:r w:rsidR="00366EDB">
        <w:rPr>
          <w:color w:val="auto"/>
        </w:rPr>
        <w:t xml:space="preserve"> to have three presentations on </w:t>
      </w:r>
      <w:r w:rsidRPr="00684E1D">
        <w:rPr>
          <w:color w:val="auto"/>
        </w:rPr>
        <w:t xml:space="preserve">dementia, HIV, mental health. People attend it as something as an </w:t>
      </w:r>
      <w:r w:rsidR="00E33720">
        <w:rPr>
          <w:color w:val="auto"/>
        </w:rPr>
        <w:t>activity</w:t>
      </w:r>
      <w:r w:rsidRPr="00684E1D">
        <w:rPr>
          <w:color w:val="auto"/>
        </w:rPr>
        <w:t xml:space="preserve"> and they’re </w:t>
      </w:r>
      <w:r w:rsidR="00E33720">
        <w:rPr>
          <w:color w:val="auto"/>
        </w:rPr>
        <w:t>speaking/</w:t>
      </w:r>
      <w:proofErr w:type="gramStart"/>
      <w:r w:rsidR="00E33720">
        <w:rPr>
          <w:color w:val="auto"/>
        </w:rPr>
        <w:t>thinking(</w:t>
      </w:r>
      <w:proofErr w:type="gramEnd"/>
      <w:r w:rsidR="00E33720">
        <w:rPr>
          <w:color w:val="auto"/>
        </w:rPr>
        <w:t xml:space="preserve">?) about </w:t>
      </w:r>
      <w:r w:rsidRPr="00684E1D">
        <w:rPr>
          <w:color w:val="auto"/>
        </w:rPr>
        <w:t xml:space="preserve">[unclear] something. </w:t>
      </w:r>
      <w:proofErr w:type="gramStart"/>
      <w:r w:rsidRPr="00684E1D">
        <w:rPr>
          <w:color w:val="auto"/>
        </w:rPr>
        <w:t>So when they talk about dementia,</w:t>
      </w:r>
      <w:r w:rsidR="004165E5">
        <w:rPr>
          <w:color w:val="auto"/>
        </w:rPr>
        <w:t xml:space="preserve"> they listen to the </w:t>
      </w:r>
      <w:r w:rsidR="00A1175A">
        <w:rPr>
          <w:color w:val="auto"/>
        </w:rPr>
        <w:t>(unclear)</w:t>
      </w:r>
      <w:r w:rsidR="004165E5">
        <w:rPr>
          <w:color w:val="auto"/>
        </w:rPr>
        <w:t xml:space="preserve"> talking about </w:t>
      </w:r>
      <w:r w:rsidRPr="00684E1D">
        <w:rPr>
          <w:color w:val="auto"/>
        </w:rPr>
        <w:t>dementia, then they can talk about it, they can easily recognise it, because someone would have given some information about it.</w:t>
      </w:r>
      <w:proofErr w:type="gramEnd"/>
      <w:r w:rsidRPr="00684E1D">
        <w:rPr>
          <w:color w:val="auto"/>
        </w:rPr>
        <w:t xml:space="preserve"> Or </w:t>
      </w:r>
      <w:proofErr w:type="gramStart"/>
      <w:r w:rsidRPr="00684E1D">
        <w:rPr>
          <w:color w:val="auto"/>
        </w:rPr>
        <w:t>there’s</w:t>
      </w:r>
      <w:proofErr w:type="gramEnd"/>
      <w:r w:rsidRPr="00684E1D">
        <w:rPr>
          <w:color w:val="auto"/>
        </w:rPr>
        <w:t xml:space="preserve"> a video where they [unclear], because then they have an interest. So, I think, you know, you need to think seriously, what is [unclear]? Is it meant to complete an exercise to show that [unclear] dementia? Is it going to work? Is it applicable, </w:t>
      </w:r>
      <w:r w:rsidR="00E33720">
        <w:rPr>
          <w:color w:val="auto"/>
        </w:rPr>
        <w:t xml:space="preserve">in terms </w:t>
      </w:r>
      <w:r w:rsidR="00E33720">
        <w:rPr>
          <w:color w:val="auto"/>
        </w:rPr>
        <w:lastRenderedPageBreak/>
        <w:t>of the religion</w:t>
      </w:r>
      <w:r w:rsidRPr="00684E1D">
        <w:rPr>
          <w:color w:val="auto"/>
        </w:rPr>
        <w:t xml:space="preserve">, in terms of language? You cannot make these general assumptions, so in terms of </w:t>
      </w:r>
      <w:proofErr w:type="gramStart"/>
      <w:r w:rsidRPr="00684E1D">
        <w:rPr>
          <w:color w:val="auto"/>
        </w:rPr>
        <w:t>resources and profession</w:t>
      </w:r>
      <w:r w:rsidR="00E33720">
        <w:rPr>
          <w:color w:val="auto"/>
        </w:rPr>
        <w:t>al</w:t>
      </w:r>
      <w:r w:rsidRPr="00684E1D">
        <w:rPr>
          <w:color w:val="auto"/>
        </w:rPr>
        <w:t>s</w:t>
      </w:r>
      <w:proofErr w:type="gramEnd"/>
      <w:r w:rsidRPr="00684E1D">
        <w:rPr>
          <w:color w:val="auto"/>
        </w:rPr>
        <w:t xml:space="preserve"> and making sure that they are effectively used, I think we’ve come up with the same thing of consulting to find out what actually works.</w:t>
      </w:r>
      <w:r w:rsidRPr="00684E1D">
        <w:rPr>
          <w:color w:val="auto"/>
        </w:rPr>
        <w:br/>
      </w:r>
      <w:r w:rsidRPr="00684E1D">
        <w:rPr>
          <w:color w:val="auto"/>
        </w:rPr>
        <w:br/>
        <w:t>01:21:39</w:t>
      </w:r>
    </w:p>
    <w:p w:rsidR="002C122D" w:rsidRPr="00684E1D" w:rsidRDefault="009B3E3D" w:rsidP="002C122D">
      <w:pPr>
        <w:pStyle w:val="Heading2"/>
      </w:pPr>
      <w:r>
        <w:t>UCLRA01</w:t>
      </w:r>
    </w:p>
    <w:p w:rsidR="002C122D" w:rsidRPr="00684E1D" w:rsidRDefault="002C122D" w:rsidP="002C122D">
      <w:pPr>
        <w:pStyle w:val="NoSpacingtimesnewroman"/>
        <w:rPr>
          <w:color w:val="auto"/>
        </w:rPr>
      </w:pPr>
      <w:r w:rsidRPr="00684E1D">
        <w:rPr>
          <w:color w:val="auto"/>
        </w:rPr>
        <w:t>And on this topic, what would make it more likely for somebody to look for help, if they get information through the community rather than a GP?</w:t>
      </w:r>
    </w:p>
    <w:p w:rsidR="002C122D" w:rsidRPr="00684E1D" w:rsidRDefault="009B3E3D" w:rsidP="002C122D">
      <w:pPr>
        <w:pStyle w:val="Heading2"/>
      </w:pPr>
      <w:r>
        <w:t>G05BAM24</w:t>
      </w:r>
    </w:p>
    <w:p w:rsidR="002C122D" w:rsidRPr="00684E1D" w:rsidRDefault="002C122D" w:rsidP="002C122D">
      <w:pPr>
        <w:pStyle w:val="NoSpacingtimesnewroman"/>
        <w:rPr>
          <w:color w:val="auto"/>
        </w:rPr>
      </w:pPr>
      <w:r w:rsidRPr="00684E1D">
        <w:rPr>
          <w:color w:val="auto"/>
        </w:rPr>
        <w:t xml:space="preserve">Well, then they trust that </w:t>
      </w:r>
      <w:r w:rsidR="00E62867">
        <w:rPr>
          <w:color w:val="auto"/>
        </w:rPr>
        <w:t>[</w:t>
      </w:r>
      <w:proofErr w:type="spellStart"/>
      <w:r w:rsidR="00E62867">
        <w:rPr>
          <w:color w:val="auto"/>
        </w:rPr>
        <w:t>overtalking</w:t>
      </w:r>
      <w:proofErr w:type="spellEnd"/>
      <w:r w:rsidR="00E62867">
        <w:rPr>
          <w:color w:val="auto"/>
        </w:rPr>
        <w:t xml:space="preserve">]. People have </w:t>
      </w:r>
      <w:r w:rsidRPr="00684E1D">
        <w:rPr>
          <w:color w:val="auto"/>
        </w:rPr>
        <w:t>negative</w:t>
      </w:r>
      <w:r w:rsidR="00E62867">
        <w:rPr>
          <w:color w:val="auto"/>
        </w:rPr>
        <w:t xml:space="preserve"> experiences</w:t>
      </w:r>
      <w:r w:rsidRPr="00684E1D">
        <w:rPr>
          <w:color w:val="auto"/>
        </w:rPr>
        <w:t xml:space="preserve"> to the GPs, they </w:t>
      </w:r>
      <w:proofErr w:type="gramStart"/>
      <w:r w:rsidRPr="00684E1D">
        <w:rPr>
          <w:color w:val="auto"/>
        </w:rPr>
        <w:t>d</w:t>
      </w:r>
      <w:r w:rsidR="008B4439">
        <w:rPr>
          <w:color w:val="auto"/>
        </w:rPr>
        <w:t>on’t</w:t>
      </w:r>
      <w:proofErr w:type="gramEnd"/>
      <w:r w:rsidR="008B4439">
        <w:rPr>
          <w:color w:val="auto"/>
        </w:rPr>
        <w:t xml:space="preserve"> have time for you, they can’t make</w:t>
      </w:r>
      <w:r w:rsidRPr="00684E1D">
        <w:rPr>
          <w:color w:val="auto"/>
        </w:rPr>
        <w:t xml:space="preserve"> appointments, when they finall</w:t>
      </w:r>
      <w:r w:rsidR="0007320C">
        <w:rPr>
          <w:color w:val="auto"/>
        </w:rPr>
        <w:t>y give you that appointment you</w:t>
      </w:r>
      <w:r w:rsidRPr="00684E1D">
        <w:rPr>
          <w:color w:val="auto"/>
        </w:rPr>
        <w:t xml:space="preserve"> miss work and go to that appointment, you can’t even sit with him for ten minutes, they give you [unclear] medication which you can easily b</w:t>
      </w:r>
      <w:r w:rsidR="00A437B7">
        <w:rPr>
          <w:color w:val="auto"/>
        </w:rPr>
        <w:t>u</w:t>
      </w:r>
      <w:r w:rsidRPr="00684E1D">
        <w:rPr>
          <w:color w:val="auto"/>
        </w:rPr>
        <w:t>y from a pharmacist.</w:t>
      </w:r>
    </w:p>
    <w:p w:rsidR="002C122D" w:rsidRPr="00684E1D" w:rsidRDefault="009B3E3D" w:rsidP="002C122D">
      <w:pPr>
        <w:pStyle w:val="Heading2"/>
      </w:pPr>
      <w:r>
        <w:t>G05BAM28</w:t>
      </w:r>
    </w:p>
    <w:p w:rsidR="002C122D" w:rsidRPr="00684E1D" w:rsidRDefault="002C122D" w:rsidP="002C122D">
      <w:pPr>
        <w:pStyle w:val="NoSpacingtimesnewroman"/>
        <w:rPr>
          <w:color w:val="auto"/>
        </w:rPr>
      </w:pPr>
      <w:r w:rsidRPr="00684E1D">
        <w:rPr>
          <w:color w:val="auto"/>
        </w:rPr>
        <w:t>[Unclear] letters [?], like a doctor, you [unclear], contact with my GP, this [unclear] [</w:t>
      </w:r>
      <w:proofErr w:type="spellStart"/>
      <w:r w:rsidRPr="00684E1D">
        <w:rPr>
          <w:color w:val="auto"/>
        </w:rPr>
        <w:t>overtalking</w:t>
      </w:r>
      <w:proofErr w:type="spellEnd"/>
      <w:r w:rsidRPr="00684E1D">
        <w:rPr>
          <w:color w:val="auto"/>
        </w:rPr>
        <w:t>].</w:t>
      </w:r>
      <w:r w:rsidRPr="00684E1D">
        <w:rPr>
          <w:color w:val="auto"/>
        </w:rPr>
        <w:br/>
      </w:r>
      <w:r w:rsidRPr="00684E1D">
        <w:rPr>
          <w:color w:val="auto"/>
        </w:rPr>
        <w:br/>
        <w:t>01:22:15</w:t>
      </w:r>
    </w:p>
    <w:p w:rsidR="002C122D" w:rsidRPr="00684E1D" w:rsidRDefault="009B3E3D" w:rsidP="002C122D">
      <w:pPr>
        <w:pStyle w:val="Heading2"/>
      </w:pPr>
      <w:r>
        <w:t>G05BAM24</w:t>
      </w:r>
    </w:p>
    <w:p w:rsidR="002C122D" w:rsidRPr="00684E1D" w:rsidRDefault="002C122D" w:rsidP="002C122D">
      <w:pPr>
        <w:pStyle w:val="NoSpacingtimesnewroman"/>
        <w:rPr>
          <w:color w:val="auto"/>
        </w:rPr>
      </w:pPr>
      <w:r w:rsidRPr="00684E1D">
        <w:rPr>
          <w:color w:val="auto"/>
        </w:rPr>
        <w:t xml:space="preserve">I will trust information from my community organisation or my [unclear], for example, they say everyone has to go and check your blood pressure, </w:t>
      </w:r>
      <w:proofErr w:type="gramStart"/>
      <w:r w:rsidRPr="00684E1D">
        <w:rPr>
          <w:color w:val="auto"/>
        </w:rPr>
        <w:t>it’s</w:t>
      </w:r>
      <w:proofErr w:type="gramEnd"/>
      <w:r w:rsidRPr="00684E1D">
        <w:rPr>
          <w:color w:val="auto"/>
        </w:rPr>
        <w:t xml:space="preserve"> very important to check. So, you know, those </w:t>
      </w:r>
      <w:proofErr w:type="gramStart"/>
      <w:r w:rsidRPr="00684E1D">
        <w:rPr>
          <w:color w:val="auto"/>
        </w:rPr>
        <w:t>kind</w:t>
      </w:r>
      <w:proofErr w:type="gramEnd"/>
      <w:r w:rsidRPr="00684E1D">
        <w:rPr>
          <w:color w:val="auto"/>
        </w:rPr>
        <w:t xml:space="preserve"> of negative associations… because people, they have [unclear] if you go to a [unclear] based on a lot of negativity associated with GPs, and that’s something that people should understand. It should not be underestimated. People really feel negative about most </w:t>
      </w:r>
      <w:r w:rsidR="0038776D">
        <w:rPr>
          <w:color w:val="auto"/>
        </w:rPr>
        <w:t xml:space="preserve">of the </w:t>
      </w:r>
      <w:r w:rsidRPr="00684E1D">
        <w:rPr>
          <w:color w:val="auto"/>
        </w:rPr>
        <w:t>GPs.</w:t>
      </w:r>
    </w:p>
    <w:p w:rsidR="002C122D" w:rsidRPr="00684E1D" w:rsidRDefault="009B3E3D" w:rsidP="002C122D">
      <w:pPr>
        <w:pStyle w:val="Heading2"/>
      </w:pPr>
      <w:r>
        <w:t>UCLRA01</w:t>
      </w:r>
    </w:p>
    <w:p w:rsidR="002C122D" w:rsidRPr="00684E1D" w:rsidRDefault="002C122D" w:rsidP="002C122D">
      <w:pPr>
        <w:pStyle w:val="NoSpacingtimesnewroman"/>
        <w:rPr>
          <w:color w:val="auto"/>
        </w:rPr>
      </w:pPr>
      <w:proofErr w:type="gramStart"/>
      <w:r w:rsidRPr="00684E1D">
        <w:rPr>
          <w:color w:val="auto"/>
        </w:rPr>
        <w:t>[</w:t>
      </w:r>
      <w:proofErr w:type="spellStart"/>
      <w:r w:rsidRPr="00684E1D">
        <w:rPr>
          <w:color w:val="auto"/>
        </w:rPr>
        <w:t>Overtalking</w:t>
      </w:r>
      <w:proofErr w:type="spellEnd"/>
      <w:r w:rsidRPr="00684E1D">
        <w:rPr>
          <w:color w:val="auto"/>
        </w:rPr>
        <w:t>] final question.</w:t>
      </w:r>
      <w:proofErr w:type="gramEnd"/>
    </w:p>
    <w:p w:rsidR="00654E89" w:rsidRDefault="009B3E3D" w:rsidP="00654E89">
      <w:pPr>
        <w:pStyle w:val="Heading2"/>
      </w:pPr>
      <w:r>
        <w:t>G05BAF25</w:t>
      </w:r>
    </w:p>
    <w:p w:rsidR="002C122D" w:rsidRPr="00684E1D" w:rsidRDefault="002C122D" w:rsidP="00413A0F">
      <w:pPr>
        <w:pStyle w:val="NoSpacingtimesnewroman"/>
        <w:rPr>
          <w:color w:val="auto"/>
        </w:rPr>
      </w:pPr>
      <w:r w:rsidRPr="00684E1D">
        <w:rPr>
          <w:color w:val="auto"/>
        </w:rPr>
        <w:t xml:space="preserve">I </w:t>
      </w:r>
      <w:proofErr w:type="gramStart"/>
      <w:r w:rsidRPr="00684E1D">
        <w:rPr>
          <w:color w:val="auto"/>
        </w:rPr>
        <w:t>don’t</w:t>
      </w:r>
      <w:proofErr w:type="gramEnd"/>
      <w:r w:rsidRPr="00684E1D">
        <w:rPr>
          <w:color w:val="auto"/>
        </w:rPr>
        <w:t xml:space="preserve"> think… I </w:t>
      </w:r>
      <w:proofErr w:type="gramStart"/>
      <w:r w:rsidRPr="00684E1D">
        <w:rPr>
          <w:color w:val="auto"/>
        </w:rPr>
        <w:t>don’t</w:t>
      </w:r>
      <w:proofErr w:type="gramEnd"/>
      <w:r w:rsidRPr="00684E1D">
        <w:rPr>
          <w:color w:val="auto"/>
        </w:rPr>
        <w:t xml:space="preserve"> [</w:t>
      </w:r>
      <w:proofErr w:type="spellStart"/>
      <w:r w:rsidRPr="00684E1D">
        <w:rPr>
          <w:color w:val="auto"/>
        </w:rPr>
        <w:t>overtalking</w:t>
      </w:r>
      <w:proofErr w:type="spellEnd"/>
      <w:r w:rsidRPr="00684E1D">
        <w:rPr>
          <w:color w:val="auto"/>
        </w:rPr>
        <w:t xml:space="preserve">] they should be also involved in… our local GPs, </w:t>
      </w:r>
      <w:r w:rsidR="00413A0F">
        <w:rPr>
          <w:color w:val="auto"/>
        </w:rPr>
        <w:t xml:space="preserve">they need to be more involved in our community, </w:t>
      </w:r>
      <w:r w:rsidRPr="00684E1D">
        <w:rPr>
          <w:color w:val="auto"/>
        </w:rPr>
        <w:t>to know what we, the community, feel about them.</w:t>
      </w:r>
    </w:p>
    <w:p w:rsidR="002C122D" w:rsidRPr="00684E1D" w:rsidRDefault="009B3E3D" w:rsidP="002C122D">
      <w:pPr>
        <w:pStyle w:val="Heading2"/>
      </w:pPr>
      <w:r>
        <w:t>UCLRA01</w:t>
      </w:r>
    </w:p>
    <w:p w:rsidR="002C122D" w:rsidRPr="00684E1D" w:rsidRDefault="002C122D" w:rsidP="002C122D">
      <w:pPr>
        <w:pStyle w:val="NoSpacingtimesnewroman"/>
        <w:rPr>
          <w:color w:val="auto"/>
        </w:rPr>
      </w:pPr>
      <w:r w:rsidRPr="00684E1D">
        <w:rPr>
          <w:color w:val="auto"/>
        </w:rPr>
        <w:t xml:space="preserve">And a </w:t>
      </w:r>
      <w:proofErr w:type="gramStart"/>
      <w:r w:rsidRPr="00684E1D">
        <w:rPr>
          <w:color w:val="auto"/>
        </w:rPr>
        <w:t>very final</w:t>
      </w:r>
      <w:proofErr w:type="gramEnd"/>
      <w:r w:rsidRPr="00684E1D">
        <w:rPr>
          <w:color w:val="auto"/>
        </w:rPr>
        <w:t xml:space="preserve"> question from me, so, I get the feeling that the GP is not the best route. What if the letter comes from the NHS or hospital?</w:t>
      </w:r>
      <w:r w:rsidRPr="00684E1D">
        <w:rPr>
          <w:color w:val="auto"/>
        </w:rPr>
        <w:br/>
      </w:r>
      <w:r w:rsidRPr="00684E1D">
        <w:rPr>
          <w:color w:val="auto"/>
        </w:rPr>
        <w:br/>
        <w:t>01:22:15</w:t>
      </w:r>
    </w:p>
    <w:p w:rsidR="002C122D" w:rsidRPr="00DB7043" w:rsidRDefault="00DB7043" w:rsidP="00CF2C68">
      <w:pPr>
        <w:pStyle w:val="Heading2"/>
      </w:pPr>
      <w:r w:rsidRPr="00DB7043">
        <w:lastRenderedPageBreak/>
        <w:t>G05BA</w:t>
      </w:r>
      <w:bookmarkStart w:id="0" w:name="_GoBack"/>
      <w:bookmarkEnd w:id="0"/>
      <w:r w:rsidRPr="00DB7043">
        <w:t>M24</w:t>
      </w:r>
    </w:p>
    <w:p w:rsidR="002C122D" w:rsidRPr="00684E1D" w:rsidRDefault="002C122D" w:rsidP="002C122D">
      <w:pPr>
        <w:pStyle w:val="NoSpacingtimesnewroman"/>
        <w:rPr>
          <w:color w:val="auto"/>
        </w:rPr>
      </w:pPr>
      <w:r w:rsidRPr="00684E1D">
        <w:rPr>
          <w:color w:val="auto"/>
        </w:rPr>
        <w:t>[Unclear] people take letters [unclear]</w:t>
      </w:r>
      <w:r w:rsidR="00673F38">
        <w:rPr>
          <w:color w:val="auto"/>
        </w:rPr>
        <w:t xml:space="preserve"> seriously</w:t>
      </w:r>
      <w:r w:rsidR="00A81992">
        <w:rPr>
          <w:color w:val="auto"/>
        </w:rPr>
        <w:t>, I…</w:t>
      </w:r>
      <w:r w:rsidRPr="00684E1D">
        <w:rPr>
          <w:color w:val="auto"/>
        </w:rPr>
        <w:t>.</w:t>
      </w:r>
    </w:p>
    <w:p w:rsidR="002C122D" w:rsidRPr="00684E1D" w:rsidRDefault="009B3E3D" w:rsidP="002C122D">
      <w:pPr>
        <w:pStyle w:val="Heading2"/>
      </w:pPr>
      <w:r>
        <w:t>G05BAF26</w:t>
      </w:r>
    </w:p>
    <w:p w:rsidR="002C122D" w:rsidRPr="00684E1D" w:rsidRDefault="002C122D" w:rsidP="002C122D">
      <w:pPr>
        <w:pStyle w:val="NoSpacingtimesnewroman"/>
        <w:rPr>
          <w:color w:val="auto"/>
        </w:rPr>
      </w:pPr>
      <w:r w:rsidRPr="00684E1D">
        <w:rPr>
          <w:color w:val="auto"/>
        </w:rPr>
        <w:t>[</w:t>
      </w:r>
      <w:proofErr w:type="spellStart"/>
      <w:r w:rsidRPr="00684E1D">
        <w:rPr>
          <w:color w:val="auto"/>
        </w:rPr>
        <w:t>Overtalking</w:t>
      </w:r>
      <w:proofErr w:type="spellEnd"/>
      <w:r w:rsidRPr="00684E1D">
        <w:rPr>
          <w:color w:val="auto"/>
        </w:rPr>
        <w:t>] [</w:t>
      </w:r>
      <w:proofErr w:type="gramStart"/>
      <w:r w:rsidRPr="00684E1D">
        <w:rPr>
          <w:color w:val="auto"/>
        </w:rPr>
        <w:t>unclear</w:t>
      </w:r>
      <w:proofErr w:type="gramEnd"/>
      <w:r w:rsidRPr="00684E1D">
        <w:rPr>
          <w:color w:val="auto"/>
        </w:rPr>
        <w:t xml:space="preserve">] letters to… </w:t>
      </w:r>
      <w:r w:rsidR="003F1BDC">
        <w:rPr>
          <w:color w:val="auto"/>
        </w:rPr>
        <w:t>certain community background</w:t>
      </w:r>
      <w:r w:rsidRPr="00684E1D">
        <w:rPr>
          <w:color w:val="auto"/>
        </w:rPr>
        <w:t>, don’t use lett</w:t>
      </w:r>
      <w:r w:rsidR="003F1BDC">
        <w:rPr>
          <w:color w:val="auto"/>
        </w:rPr>
        <w:t xml:space="preserve">er from Alzheimer’s Society regarding </w:t>
      </w:r>
      <w:r w:rsidRPr="00684E1D">
        <w:rPr>
          <w:color w:val="auto"/>
        </w:rPr>
        <w:t xml:space="preserve">dementia, and </w:t>
      </w:r>
      <w:r>
        <w:rPr>
          <w:color w:val="auto"/>
        </w:rPr>
        <w:t>MI</w:t>
      </w:r>
      <w:r w:rsidRPr="00684E1D">
        <w:rPr>
          <w:color w:val="auto"/>
        </w:rPr>
        <w:t>ND and Rethink, they’re</w:t>
      </w:r>
      <w:r w:rsidR="003F1BDC">
        <w:rPr>
          <w:color w:val="auto"/>
        </w:rPr>
        <w:t xml:space="preserve"> all the same, all the wrong</w:t>
      </w:r>
      <w:r w:rsidRPr="00684E1D">
        <w:rPr>
          <w:color w:val="auto"/>
        </w:rPr>
        <w:t xml:space="preserve"> information about dementia.</w:t>
      </w:r>
    </w:p>
    <w:p w:rsidR="002C122D" w:rsidRPr="00684E1D" w:rsidRDefault="009B3E3D" w:rsidP="002C122D">
      <w:pPr>
        <w:pStyle w:val="Heading2"/>
      </w:pPr>
      <w:r>
        <w:t>UCLRA02</w:t>
      </w:r>
    </w:p>
    <w:p w:rsidR="002C122D" w:rsidRPr="00684E1D" w:rsidRDefault="002C122D" w:rsidP="002C122D">
      <w:pPr>
        <w:pStyle w:val="NoSpacingtimesnewroman"/>
        <w:rPr>
          <w:color w:val="auto"/>
        </w:rPr>
      </w:pPr>
      <w:r w:rsidRPr="00684E1D">
        <w:rPr>
          <w:color w:val="auto"/>
        </w:rPr>
        <w:t>Okay, thank you so much guys.</w:t>
      </w:r>
    </w:p>
    <w:p w:rsidR="002C122D" w:rsidRPr="00684E1D" w:rsidRDefault="009B3E3D" w:rsidP="002C122D">
      <w:pPr>
        <w:pStyle w:val="Heading2"/>
      </w:pPr>
      <w:r>
        <w:t>UCLRA01</w:t>
      </w:r>
    </w:p>
    <w:p w:rsidR="002C122D" w:rsidRPr="00684E1D" w:rsidRDefault="002C122D" w:rsidP="002C122D">
      <w:pPr>
        <w:pStyle w:val="NoSpacingtimesnewroman"/>
        <w:rPr>
          <w:color w:val="auto"/>
        </w:rPr>
      </w:pPr>
      <w:r w:rsidRPr="00684E1D">
        <w:rPr>
          <w:color w:val="auto"/>
        </w:rPr>
        <w:t>Thank you very much.</w:t>
      </w:r>
    </w:p>
    <w:p w:rsidR="002C122D" w:rsidRPr="00684E1D" w:rsidRDefault="002C122D" w:rsidP="002C122D"/>
    <w:p w:rsidR="000A34D5" w:rsidRDefault="000A34D5" w:rsidP="005A7EBE">
      <w:pPr>
        <w:rPr>
          <w:bCs/>
        </w:rPr>
      </w:pPr>
    </w:p>
    <w:p w:rsidR="005A7EBE" w:rsidRDefault="005A7EBE" w:rsidP="005A7EBE">
      <w:pPr>
        <w:rPr>
          <w:bCs/>
        </w:rPr>
      </w:pPr>
    </w:p>
    <w:p w:rsidR="00DF3C7D" w:rsidRDefault="00DF3C7D" w:rsidP="0038017E">
      <w:pPr>
        <w:rPr>
          <w:bCs/>
        </w:rPr>
      </w:pPr>
    </w:p>
    <w:p w:rsidR="00DF3C7D" w:rsidRDefault="00DF3C7D" w:rsidP="0038017E">
      <w:pPr>
        <w:rPr>
          <w:bCs/>
        </w:rPr>
      </w:pPr>
    </w:p>
    <w:p w:rsidR="008474B4" w:rsidRPr="008474B4" w:rsidRDefault="008474B4" w:rsidP="001709FC"/>
    <w:sectPr w:rsidR="008474B4" w:rsidRPr="008474B4" w:rsidSect="00AF00AE">
      <w:footerReference w:type="even" r:id="rId8"/>
      <w:footerReference w:type="default" r:id="rId9"/>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82E" w:rsidRDefault="0082582E">
      <w:r>
        <w:separator/>
      </w:r>
    </w:p>
  </w:endnote>
  <w:endnote w:type="continuationSeparator" w:id="0">
    <w:p w:rsidR="0082582E" w:rsidRDefault="00825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C8A" w:rsidRDefault="00737C8A"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37C8A" w:rsidRDefault="00737C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7C8A" w:rsidRDefault="00737C8A" w:rsidP="0037553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F2C68">
      <w:rPr>
        <w:rStyle w:val="PageNumber"/>
        <w:noProof/>
      </w:rPr>
      <w:t>47</w:t>
    </w:r>
    <w:r>
      <w:rPr>
        <w:rStyle w:val="PageNumber"/>
      </w:rPr>
      <w:fldChar w:fldCharType="end"/>
    </w:r>
  </w:p>
  <w:p w:rsidR="00737C8A" w:rsidRDefault="00737C8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82E" w:rsidRDefault="0082582E">
      <w:r>
        <w:separator/>
      </w:r>
    </w:p>
  </w:footnote>
  <w:footnote w:type="continuationSeparator" w:id="0">
    <w:p w:rsidR="0082582E" w:rsidRDefault="00825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F2E9F2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420"/>
    <w:rsid w:val="00003018"/>
    <w:rsid w:val="000071EF"/>
    <w:rsid w:val="000100B7"/>
    <w:rsid w:val="0001260E"/>
    <w:rsid w:val="000164DB"/>
    <w:rsid w:val="00024F2A"/>
    <w:rsid w:val="000358CD"/>
    <w:rsid w:val="00042511"/>
    <w:rsid w:val="00045BC2"/>
    <w:rsid w:val="00064FE9"/>
    <w:rsid w:val="00070BC2"/>
    <w:rsid w:val="0007228A"/>
    <w:rsid w:val="00073200"/>
    <w:rsid w:val="0007320C"/>
    <w:rsid w:val="00077F57"/>
    <w:rsid w:val="00087412"/>
    <w:rsid w:val="00097004"/>
    <w:rsid w:val="000A34D5"/>
    <w:rsid w:val="000A5C35"/>
    <w:rsid w:val="000A6B1C"/>
    <w:rsid w:val="000C001C"/>
    <w:rsid w:val="000C2C2B"/>
    <w:rsid w:val="000D48B5"/>
    <w:rsid w:val="000E00BA"/>
    <w:rsid w:val="000E38AC"/>
    <w:rsid w:val="000E515E"/>
    <w:rsid w:val="000F7D8C"/>
    <w:rsid w:val="00110E0E"/>
    <w:rsid w:val="00114C52"/>
    <w:rsid w:val="00120938"/>
    <w:rsid w:val="00121B1A"/>
    <w:rsid w:val="00122B8B"/>
    <w:rsid w:val="00134C3D"/>
    <w:rsid w:val="00146D0F"/>
    <w:rsid w:val="00154133"/>
    <w:rsid w:val="00167AE4"/>
    <w:rsid w:val="001709FC"/>
    <w:rsid w:val="00183E32"/>
    <w:rsid w:val="00190850"/>
    <w:rsid w:val="001936CF"/>
    <w:rsid w:val="00196C12"/>
    <w:rsid w:val="001A3046"/>
    <w:rsid w:val="001A7AAC"/>
    <w:rsid w:val="001B5395"/>
    <w:rsid w:val="001C1108"/>
    <w:rsid w:val="001C3FA1"/>
    <w:rsid w:val="001C65CC"/>
    <w:rsid w:val="001C7F0F"/>
    <w:rsid w:val="001D06E4"/>
    <w:rsid w:val="001D27B6"/>
    <w:rsid w:val="001D2C24"/>
    <w:rsid w:val="001D3AFC"/>
    <w:rsid w:val="001E4310"/>
    <w:rsid w:val="0020038C"/>
    <w:rsid w:val="00203F65"/>
    <w:rsid w:val="00204A59"/>
    <w:rsid w:val="00226647"/>
    <w:rsid w:val="00244D90"/>
    <w:rsid w:val="00245E9D"/>
    <w:rsid w:val="00255798"/>
    <w:rsid w:val="0029341D"/>
    <w:rsid w:val="002A1D0A"/>
    <w:rsid w:val="002A6AE4"/>
    <w:rsid w:val="002B6B6F"/>
    <w:rsid w:val="002C122D"/>
    <w:rsid w:val="002C302A"/>
    <w:rsid w:val="002C3DDE"/>
    <w:rsid w:val="002C3E85"/>
    <w:rsid w:val="002E0ADC"/>
    <w:rsid w:val="002E39AA"/>
    <w:rsid w:val="002F1E9D"/>
    <w:rsid w:val="002F3C12"/>
    <w:rsid w:val="002F5AB7"/>
    <w:rsid w:val="00302F37"/>
    <w:rsid w:val="00310755"/>
    <w:rsid w:val="0032062E"/>
    <w:rsid w:val="00324509"/>
    <w:rsid w:val="00337647"/>
    <w:rsid w:val="00341EFA"/>
    <w:rsid w:val="00353F56"/>
    <w:rsid w:val="00353F8E"/>
    <w:rsid w:val="00356578"/>
    <w:rsid w:val="00366EDB"/>
    <w:rsid w:val="00372997"/>
    <w:rsid w:val="00375531"/>
    <w:rsid w:val="00376B8D"/>
    <w:rsid w:val="0038017E"/>
    <w:rsid w:val="0038776D"/>
    <w:rsid w:val="003A4C06"/>
    <w:rsid w:val="003B633A"/>
    <w:rsid w:val="003B6AA6"/>
    <w:rsid w:val="003C1E31"/>
    <w:rsid w:val="003D326A"/>
    <w:rsid w:val="003F1BDC"/>
    <w:rsid w:val="00406580"/>
    <w:rsid w:val="00411BDC"/>
    <w:rsid w:val="004127C5"/>
    <w:rsid w:val="00413A0F"/>
    <w:rsid w:val="004165E5"/>
    <w:rsid w:val="00426EE4"/>
    <w:rsid w:val="004358E7"/>
    <w:rsid w:val="0044500A"/>
    <w:rsid w:val="00450CFA"/>
    <w:rsid w:val="004558CD"/>
    <w:rsid w:val="00456EEB"/>
    <w:rsid w:val="00474616"/>
    <w:rsid w:val="00477A57"/>
    <w:rsid w:val="004831E3"/>
    <w:rsid w:val="00494337"/>
    <w:rsid w:val="004A268F"/>
    <w:rsid w:val="004A291D"/>
    <w:rsid w:val="004A4A57"/>
    <w:rsid w:val="004A78CC"/>
    <w:rsid w:val="004A7F32"/>
    <w:rsid w:val="004B1B32"/>
    <w:rsid w:val="004B36BB"/>
    <w:rsid w:val="004D7D49"/>
    <w:rsid w:val="004E0806"/>
    <w:rsid w:val="004E6957"/>
    <w:rsid w:val="004F7ABA"/>
    <w:rsid w:val="00523B21"/>
    <w:rsid w:val="005556F0"/>
    <w:rsid w:val="00577AD1"/>
    <w:rsid w:val="00580FB8"/>
    <w:rsid w:val="0059437A"/>
    <w:rsid w:val="005A0DBE"/>
    <w:rsid w:val="005A5548"/>
    <w:rsid w:val="005A7EBE"/>
    <w:rsid w:val="005B4AF8"/>
    <w:rsid w:val="005F3D04"/>
    <w:rsid w:val="00603A39"/>
    <w:rsid w:val="00613C16"/>
    <w:rsid w:val="00615519"/>
    <w:rsid w:val="00617403"/>
    <w:rsid w:val="00637F31"/>
    <w:rsid w:val="006421A5"/>
    <w:rsid w:val="00643C5B"/>
    <w:rsid w:val="0065428C"/>
    <w:rsid w:val="00654E89"/>
    <w:rsid w:val="0065685F"/>
    <w:rsid w:val="006710DC"/>
    <w:rsid w:val="00673F38"/>
    <w:rsid w:val="00677735"/>
    <w:rsid w:val="00683EE9"/>
    <w:rsid w:val="0068583A"/>
    <w:rsid w:val="00687598"/>
    <w:rsid w:val="00695B19"/>
    <w:rsid w:val="006A556C"/>
    <w:rsid w:val="006B75D7"/>
    <w:rsid w:val="006C0E9A"/>
    <w:rsid w:val="006D3D2C"/>
    <w:rsid w:val="006D453C"/>
    <w:rsid w:val="006E469B"/>
    <w:rsid w:val="00703874"/>
    <w:rsid w:val="0070664F"/>
    <w:rsid w:val="0071343F"/>
    <w:rsid w:val="007177EE"/>
    <w:rsid w:val="00724879"/>
    <w:rsid w:val="00737C8A"/>
    <w:rsid w:val="00747FBF"/>
    <w:rsid w:val="00774D51"/>
    <w:rsid w:val="007822B4"/>
    <w:rsid w:val="00783A60"/>
    <w:rsid w:val="007A48F8"/>
    <w:rsid w:val="007A4E96"/>
    <w:rsid w:val="007A5EA4"/>
    <w:rsid w:val="007A7164"/>
    <w:rsid w:val="007B2B6E"/>
    <w:rsid w:val="007C00D5"/>
    <w:rsid w:val="007C43E5"/>
    <w:rsid w:val="007D156D"/>
    <w:rsid w:val="007E1996"/>
    <w:rsid w:val="007E4AEB"/>
    <w:rsid w:val="007F0A86"/>
    <w:rsid w:val="007F7F07"/>
    <w:rsid w:val="00803F24"/>
    <w:rsid w:val="00815DA9"/>
    <w:rsid w:val="00823B9F"/>
    <w:rsid w:val="0082582E"/>
    <w:rsid w:val="0083035F"/>
    <w:rsid w:val="00834D4B"/>
    <w:rsid w:val="008474B4"/>
    <w:rsid w:val="00864184"/>
    <w:rsid w:val="00864B70"/>
    <w:rsid w:val="0087186A"/>
    <w:rsid w:val="00871D40"/>
    <w:rsid w:val="008726F1"/>
    <w:rsid w:val="0087701E"/>
    <w:rsid w:val="00880E9A"/>
    <w:rsid w:val="008861B7"/>
    <w:rsid w:val="00886DF0"/>
    <w:rsid w:val="00896B42"/>
    <w:rsid w:val="008B2624"/>
    <w:rsid w:val="008B4439"/>
    <w:rsid w:val="008B4B7E"/>
    <w:rsid w:val="008B7B60"/>
    <w:rsid w:val="008C3CE2"/>
    <w:rsid w:val="008D40FA"/>
    <w:rsid w:val="008D4E88"/>
    <w:rsid w:val="008D7ACB"/>
    <w:rsid w:val="008E037F"/>
    <w:rsid w:val="008E12D5"/>
    <w:rsid w:val="009236DF"/>
    <w:rsid w:val="00932F95"/>
    <w:rsid w:val="009442A5"/>
    <w:rsid w:val="00951A4D"/>
    <w:rsid w:val="00954431"/>
    <w:rsid w:val="00956EFD"/>
    <w:rsid w:val="00957B5B"/>
    <w:rsid w:val="00997F82"/>
    <w:rsid w:val="009B0239"/>
    <w:rsid w:val="009B33C2"/>
    <w:rsid w:val="009B3E3D"/>
    <w:rsid w:val="009F1BBB"/>
    <w:rsid w:val="009F1FB6"/>
    <w:rsid w:val="00A065D4"/>
    <w:rsid w:val="00A1175A"/>
    <w:rsid w:val="00A16781"/>
    <w:rsid w:val="00A2031F"/>
    <w:rsid w:val="00A225C5"/>
    <w:rsid w:val="00A22C46"/>
    <w:rsid w:val="00A24559"/>
    <w:rsid w:val="00A34835"/>
    <w:rsid w:val="00A40563"/>
    <w:rsid w:val="00A437B7"/>
    <w:rsid w:val="00A47908"/>
    <w:rsid w:val="00A51280"/>
    <w:rsid w:val="00A6034C"/>
    <w:rsid w:val="00A608BF"/>
    <w:rsid w:val="00A711DE"/>
    <w:rsid w:val="00A769F3"/>
    <w:rsid w:val="00A81992"/>
    <w:rsid w:val="00A81A68"/>
    <w:rsid w:val="00A877E4"/>
    <w:rsid w:val="00A878D4"/>
    <w:rsid w:val="00AA2427"/>
    <w:rsid w:val="00AA2CDB"/>
    <w:rsid w:val="00AA434C"/>
    <w:rsid w:val="00AA4C37"/>
    <w:rsid w:val="00AA54F6"/>
    <w:rsid w:val="00AA7D87"/>
    <w:rsid w:val="00AB7506"/>
    <w:rsid w:val="00AC394F"/>
    <w:rsid w:val="00AC65FA"/>
    <w:rsid w:val="00AF00AE"/>
    <w:rsid w:val="00B005DC"/>
    <w:rsid w:val="00B12303"/>
    <w:rsid w:val="00B12A78"/>
    <w:rsid w:val="00B15D69"/>
    <w:rsid w:val="00B1655F"/>
    <w:rsid w:val="00B35128"/>
    <w:rsid w:val="00B42F6C"/>
    <w:rsid w:val="00B47FC6"/>
    <w:rsid w:val="00B559CB"/>
    <w:rsid w:val="00B609B5"/>
    <w:rsid w:val="00B663DF"/>
    <w:rsid w:val="00B67ACC"/>
    <w:rsid w:val="00B7660E"/>
    <w:rsid w:val="00B86129"/>
    <w:rsid w:val="00BA3048"/>
    <w:rsid w:val="00BA5FE7"/>
    <w:rsid w:val="00BB0B5B"/>
    <w:rsid w:val="00BB127C"/>
    <w:rsid w:val="00BC354E"/>
    <w:rsid w:val="00BD6BDB"/>
    <w:rsid w:val="00BE0963"/>
    <w:rsid w:val="00BF3E81"/>
    <w:rsid w:val="00BF42F1"/>
    <w:rsid w:val="00BF6935"/>
    <w:rsid w:val="00BF7523"/>
    <w:rsid w:val="00C02183"/>
    <w:rsid w:val="00C06814"/>
    <w:rsid w:val="00C10FD0"/>
    <w:rsid w:val="00C12C3A"/>
    <w:rsid w:val="00C15600"/>
    <w:rsid w:val="00C17CB2"/>
    <w:rsid w:val="00C231DE"/>
    <w:rsid w:val="00C275EB"/>
    <w:rsid w:val="00C40BC7"/>
    <w:rsid w:val="00C4310F"/>
    <w:rsid w:val="00C51803"/>
    <w:rsid w:val="00C7413E"/>
    <w:rsid w:val="00C75264"/>
    <w:rsid w:val="00C96474"/>
    <w:rsid w:val="00CA0B43"/>
    <w:rsid w:val="00CA2253"/>
    <w:rsid w:val="00CA3482"/>
    <w:rsid w:val="00CA36AD"/>
    <w:rsid w:val="00CB1DBC"/>
    <w:rsid w:val="00CB273F"/>
    <w:rsid w:val="00CC1DB0"/>
    <w:rsid w:val="00CE33E1"/>
    <w:rsid w:val="00CF0017"/>
    <w:rsid w:val="00CF2C68"/>
    <w:rsid w:val="00D1239B"/>
    <w:rsid w:val="00D1294D"/>
    <w:rsid w:val="00D15C52"/>
    <w:rsid w:val="00D224F7"/>
    <w:rsid w:val="00D401F3"/>
    <w:rsid w:val="00D4416E"/>
    <w:rsid w:val="00D532CF"/>
    <w:rsid w:val="00D57553"/>
    <w:rsid w:val="00D61E2D"/>
    <w:rsid w:val="00D67C05"/>
    <w:rsid w:val="00D754FF"/>
    <w:rsid w:val="00D812D0"/>
    <w:rsid w:val="00D81A5F"/>
    <w:rsid w:val="00D81B30"/>
    <w:rsid w:val="00D826AF"/>
    <w:rsid w:val="00D85C80"/>
    <w:rsid w:val="00D87EAC"/>
    <w:rsid w:val="00DA3963"/>
    <w:rsid w:val="00DB6033"/>
    <w:rsid w:val="00DB7043"/>
    <w:rsid w:val="00DC00D2"/>
    <w:rsid w:val="00DC22ED"/>
    <w:rsid w:val="00DD5562"/>
    <w:rsid w:val="00DD587A"/>
    <w:rsid w:val="00DE1926"/>
    <w:rsid w:val="00DE1E13"/>
    <w:rsid w:val="00DF269E"/>
    <w:rsid w:val="00DF3C7D"/>
    <w:rsid w:val="00DF3F4B"/>
    <w:rsid w:val="00E12A9A"/>
    <w:rsid w:val="00E15A86"/>
    <w:rsid w:val="00E33720"/>
    <w:rsid w:val="00E34AF8"/>
    <w:rsid w:val="00E37AEE"/>
    <w:rsid w:val="00E40847"/>
    <w:rsid w:val="00E5273A"/>
    <w:rsid w:val="00E53C54"/>
    <w:rsid w:val="00E551B1"/>
    <w:rsid w:val="00E567EC"/>
    <w:rsid w:val="00E62867"/>
    <w:rsid w:val="00E7320F"/>
    <w:rsid w:val="00E740DB"/>
    <w:rsid w:val="00E8069A"/>
    <w:rsid w:val="00E82C61"/>
    <w:rsid w:val="00E863DB"/>
    <w:rsid w:val="00E9159B"/>
    <w:rsid w:val="00E9598A"/>
    <w:rsid w:val="00EA39B9"/>
    <w:rsid w:val="00EA6532"/>
    <w:rsid w:val="00EA6AA6"/>
    <w:rsid w:val="00EB23DE"/>
    <w:rsid w:val="00ED7418"/>
    <w:rsid w:val="00EE3320"/>
    <w:rsid w:val="00EF48F7"/>
    <w:rsid w:val="00EF6420"/>
    <w:rsid w:val="00F00C3D"/>
    <w:rsid w:val="00F07810"/>
    <w:rsid w:val="00F1496F"/>
    <w:rsid w:val="00F14C6C"/>
    <w:rsid w:val="00F1589B"/>
    <w:rsid w:val="00F23831"/>
    <w:rsid w:val="00F24D3B"/>
    <w:rsid w:val="00F37B60"/>
    <w:rsid w:val="00F435FB"/>
    <w:rsid w:val="00F451EC"/>
    <w:rsid w:val="00F47660"/>
    <w:rsid w:val="00F54DF2"/>
    <w:rsid w:val="00F60622"/>
    <w:rsid w:val="00F64B7D"/>
    <w:rsid w:val="00F64EAE"/>
    <w:rsid w:val="00F77BC8"/>
    <w:rsid w:val="00F9052A"/>
    <w:rsid w:val="00F966A6"/>
    <w:rsid w:val="00FA70F8"/>
    <w:rsid w:val="00FB4904"/>
    <w:rsid w:val="00FB5561"/>
    <w:rsid w:val="00FD0121"/>
    <w:rsid w:val="00FD5630"/>
    <w:rsid w:val="00FE2BD2"/>
    <w:rsid w:val="00FE7684"/>
    <w:rsid w:val="00FF3A8B"/>
    <w:rsid w:val="00FF5B4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420"/>
    <w:rPr>
      <w:sz w:val="24"/>
      <w:szCs w:val="24"/>
    </w:rPr>
  </w:style>
  <w:style w:type="paragraph" w:styleId="Heading1">
    <w:name w:val="heading 1"/>
    <w:basedOn w:val="Normal"/>
    <w:next w:val="Normal"/>
    <w:link w:val="Heading1Char"/>
    <w:qFormat/>
    <w:rsid w:val="00823B9F"/>
    <w:pPr>
      <w:keepNext/>
      <w:spacing w:before="240" w:after="60"/>
      <w:outlineLvl w:val="0"/>
    </w:pPr>
    <w:rPr>
      <w:rFonts w:ascii="Cambria" w:eastAsia="SimSun" w:hAnsi="Cambria"/>
      <w:b/>
      <w:bCs/>
      <w:kern w:val="32"/>
      <w:sz w:val="32"/>
      <w:szCs w:val="32"/>
    </w:rPr>
  </w:style>
  <w:style w:type="paragraph" w:styleId="Heading2">
    <w:name w:val="heading 2"/>
    <w:basedOn w:val="Normal"/>
    <w:next w:val="Normal"/>
    <w:link w:val="Heading2Char"/>
    <w:qFormat/>
    <w:rsid w:val="002F1E9D"/>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 w:type="paragraph" w:styleId="Header">
    <w:name w:val="header"/>
    <w:basedOn w:val="Normal"/>
    <w:link w:val="HeaderChar"/>
    <w:rsid w:val="00AC394F"/>
    <w:pPr>
      <w:tabs>
        <w:tab w:val="center" w:pos="4320"/>
        <w:tab w:val="right" w:pos="8640"/>
      </w:tabs>
    </w:pPr>
  </w:style>
  <w:style w:type="character" w:customStyle="1" w:styleId="Heading2Char">
    <w:name w:val="Heading 2 Char"/>
    <w:link w:val="Heading2"/>
    <w:uiPriority w:val="9"/>
    <w:rsid w:val="002F1E9D"/>
    <w:rPr>
      <w:rFonts w:ascii="Calibri" w:eastAsia="MS Gothic" w:hAnsi="Calibri" w:cs="Times New Roman"/>
      <w:b/>
      <w:bCs/>
      <w:i/>
      <w:iCs/>
      <w:sz w:val="28"/>
      <w:szCs w:val="28"/>
      <w:lang w:eastAsia="en-GB"/>
    </w:rPr>
  </w:style>
  <w:style w:type="character" w:customStyle="1" w:styleId="HeaderChar">
    <w:name w:val="Header Char"/>
    <w:link w:val="Header"/>
    <w:rsid w:val="00AC394F"/>
    <w:rPr>
      <w:sz w:val="24"/>
      <w:szCs w:val="24"/>
      <w:lang w:eastAsia="en-GB"/>
    </w:rPr>
  </w:style>
  <w:style w:type="paragraph" w:styleId="NoSpacing">
    <w:name w:val="No Spacing"/>
    <w:uiPriority w:val="1"/>
    <w:qFormat/>
    <w:rsid w:val="002C122D"/>
    <w:rPr>
      <w:rFonts w:ascii="Calibri" w:eastAsia="Calibri" w:hAnsi="Calibri"/>
      <w:sz w:val="22"/>
      <w:szCs w:val="22"/>
      <w:lang w:eastAsia="en-US"/>
    </w:rPr>
  </w:style>
  <w:style w:type="paragraph" w:customStyle="1" w:styleId="NoSpacingtimesnewroman">
    <w:name w:val="No Spacing + times new roman"/>
    <w:basedOn w:val="Normal"/>
    <w:rsid w:val="002C122D"/>
    <w:pPr>
      <w:spacing w:after="160" w:line="259" w:lineRule="auto"/>
    </w:pPr>
    <w:rPr>
      <w:rFonts w:eastAsia="Calibri"/>
      <w:color w:val="FF0000"/>
      <w:lang w:eastAsia="en-US"/>
    </w:rPr>
  </w:style>
  <w:style w:type="character" w:customStyle="1" w:styleId="Heading1Char">
    <w:name w:val="Heading 1 Char"/>
    <w:link w:val="Heading1"/>
    <w:rsid w:val="00823B9F"/>
    <w:rPr>
      <w:rFonts w:ascii="Cambria" w:eastAsia="SimSun" w:hAnsi="Cambria" w:cs="Times New Roman"/>
      <w:b/>
      <w:bCs/>
      <w:kern w:val="32"/>
      <w:sz w:val="32"/>
      <w:szCs w:val="32"/>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F6420"/>
    <w:rPr>
      <w:sz w:val="24"/>
      <w:szCs w:val="24"/>
    </w:rPr>
  </w:style>
  <w:style w:type="paragraph" w:styleId="Heading1">
    <w:name w:val="heading 1"/>
    <w:basedOn w:val="Normal"/>
    <w:next w:val="Normal"/>
    <w:link w:val="Heading1Char"/>
    <w:qFormat/>
    <w:rsid w:val="00823B9F"/>
    <w:pPr>
      <w:keepNext/>
      <w:spacing w:before="240" w:after="60"/>
      <w:outlineLvl w:val="0"/>
    </w:pPr>
    <w:rPr>
      <w:rFonts w:ascii="Cambria" w:eastAsia="SimSun" w:hAnsi="Cambria"/>
      <w:b/>
      <w:bCs/>
      <w:kern w:val="32"/>
      <w:sz w:val="32"/>
      <w:szCs w:val="32"/>
    </w:rPr>
  </w:style>
  <w:style w:type="paragraph" w:styleId="Heading2">
    <w:name w:val="heading 2"/>
    <w:basedOn w:val="Normal"/>
    <w:next w:val="Normal"/>
    <w:link w:val="Heading2Char"/>
    <w:qFormat/>
    <w:rsid w:val="002F1E9D"/>
    <w:pPr>
      <w:keepNext/>
      <w:spacing w:before="240" w:after="60"/>
      <w:outlineLvl w:val="1"/>
    </w:pPr>
    <w:rPr>
      <w:rFonts w:ascii="Calibri" w:eastAsia="MS Gothic" w:hAnsi="Calibr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EF6420"/>
    <w:pPr>
      <w:tabs>
        <w:tab w:val="center" w:pos="4153"/>
        <w:tab w:val="right" w:pos="8306"/>
      </w:tabs>
    </w:pPr>
  </w:style>
  <w:style w:type="character" w:styleId="PageNumber">
    <w:name w:val="page number"/>
    <w:basedOn w:val="DefaultParagraphFont"/>
    <w:rsid w:val="00EF6420"/>
  </w:style>
  <w:style w:type="paragraph" w:styleId="Header">
    <w:name w:val="header"/>
    <w:basedOn w:val="Normal"/>
    <w:link w:val="HeaderChar"/>
    <w:rsid w:val="00AC394F"/>
    <w:pPr>
      <w:tabs>
        <w:tab w:val="center" w:pos="4320"/>
        <w:tab w:val="right" w:pos="8640"/>
      </w:tabs>
    </w:pPr>
  </w:style>
  <w:style w:type="character" w:customStyle="1" w:styleId="Heading2Char">
    <w:name w:val="Heading 2 Char"/>
    <w:link w:val="Heading2"/>
    <w:uiPriority w:val="9"/>
    <w:rsid w:val="002F1E9D"/>
    <w:rPr>
      <w:rFonts w:ascii="Calibri" w:eastAsia="MS Gothic" w:hAnsi="Calibri" w:cs="Times New Roman"/>
      <w:b/>
      <w:bCs/>
      <w:i/>
      <w:iCs/>
      <w:sz w:val="28"/>
      <w:szCs w:val="28"/>
      <w:lang w:eastAsia="en-GB"/>
    </w:rPr>
  </w:style>
  <w:style w:type="character" w:customStyle="1" w:styleId="HeaderChar">
    <w:name w:val="Header Char"/>
    <w:link w:val="Header"/>
    <w:rsid w:val="00AC394F"/>
    <w:rPr>
      <w:sz w:val="24"/>
      <w:szCs w:val="24"/>
      <w:lang w:eastAsia="en-GB"/>
    </w:rPr>
  </w:style>
  <w:style w:type="paragraph" w:styleId="NoSpacing">
    <w:name w:val="No Spacing"/>
    <w:uiPriority w:val="1"/>
    <w:qFormat/>
    <w:rsid w:val="002C122D"/>
    <w:rPr>
      <w:rFonts w:ascii="Calibri" w:eastAsia="Calibri" w:hAnsi="Calibri"/>
      <w:sz w:val="22"/>
      <w:szCs w:val="22"/>
      <w:lang w:eastAsia="en-US"/>
    </w:rPr>
  </w:style>
  <w:style w:type="paragraph" w:customStyle="1" w:styleId="NoSpacingtimesnewroman">
    <w:name w:val="No Spacing + times new roman"/>
    <w:basedOn w:val="Normal"/>
    <w:rsid w:val="002C122D"/>
    <w:pPr>
      <w:spacing w:after="160" w:line="259" w:lineRule="auto"/>
    </w:pPr>
    <w:rPr>
      <w:rFonts w:eastAsia="Calibri"/>
      <w:color w:val="FF0000"/>
      <w:lang w:eastAsia="en-US"/>
    </w:rPr>
  </w:style>
  <w:style w:type="character" w:customStyle="1" w:styleId="Heading1Char">
    <w:name w:val="Heading 1 Char"/>
    <w:link w:val="Heading1"/>
    <w:rsid w:val="00823B9F"/>
    <w:rPr>
      <w:rFonts w:ascii="Cambria" w:eastAsia="SimSun" w:hAnsi="Cambria" w:cs="Times New Roman"/>
      <w:b/>
      <w:bCs/>
      <w:kern w:val="32"/>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47</Pages>
  <Words>12423</Words>
  <Characters>70815</Characters>
  <Application>Microsoft Office Word</Application>
  <DocSecurity>0</DocSecurity>
  <Lines>590</Lines>
  <Paragraphs>166</Paragraphs>
  <ScaleCrop>false</ScaleCrop>
  <HeadingPairs>
    <vt:vector size="2" baseType="variant">
      <vt:variant>
        <vt:lpstr>Title</vt:lpstr>
      </vt:variant>
      <vt:variant>
        <vt:i4>1</vt:i4>
      </vt:variant>
    </vt:vector>
  </HeadingPairs>
  <TitlesOfParts>
    <vt:vector size="1" baseType="lpstr">
      <vt:lpstr>Iris Swain Interview</vt:lpstr>
    </vt:vector>
  </TitlesOfParts>
  <Company>Proline</Company>
  <LinksUpToDate>false</LinksUpToDate>
  <CharactersWithSpaces>83072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Iris Swain Interview</dc:title>
  <dc:creator>Admin</dc:creator>
  <cp:lastModifiedBy>MRMoise</cp:lastModifiedBy>
  <cp:revision>16</cp:revision>
  <cp:lastPrinted>2009-03-26T12:26:00Z</cp:lastPrinted>
  <dcterms:created xsi:type="dcterms:W3CDTF">2015-01-08T12:48:00Z</dcterms:created>
  <dcterms:modified xsi:type="dcterms:W3CDTF">2015-01-08T13:25:00Z</dcterms:modified>
</cp:coreProperties>
</file>