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88" w:rsidRPr="00B6041F" w:rsidRDefault="00290F88" w:rsidP="00290F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S8 Table. </w:t>
      </w:r>
      <w:r w:rsidRPr="002A14A0">
        <w:rPr>
          <w:rFonts w:ascii="Arial" w:hAnsi="Arial" w:cs="Arial"/>
          <w:sz w:val="24"/>
          <w:szCs w:val="24"/>
        </w:rPr>
        <w:t>Biologically plausible facial phenotypes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29"/>
        <w:gridCol w:w="6624"/>
      </w:tblGrid>
      <w:tr w:rsidR="00290F88" w:rsidRPr="00D4194E" w:rsidTr="00B9508D">
        <w:trPr>
          <w:trHeight w:val="358"/>
        </w:trPr>
        <w:tc>
          <w:tcPr>
            <w:tcW w:w="6129" w:type="dxa"/>
          </w:tcPr>
          <w:p w:rsidR="00290F88" w:rsidRPr="00D4194E" w:rsidRDefault="00290F8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Facial phenotype</w:t>
            </w:r>
          </w:p>
        </w:tc>
        <w:tc>
          <w:tcPr>
            <w:tcW w:w="6624" w:type="dxa"/>
          </w:tcPr>
          <w:p w:rsidR="00290F88" w:rsidRPr="00D4194E" w:rsidRDefault="00290F8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Justification for inclusion 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Nasal lip height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Relevance to cleft lip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 chin height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Weinberg et al (Orthodontics &amp; craniofacial research 2009) – compared phenotype between parents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 children and control parents.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palpebrale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width (mid-point of eyes)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Weinberg et al (Orthodontics &amp; craniofacial research 2009) – compared phenotype between parents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 children and control parents.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Nasal width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Boehringer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et al (EJHG 2011) – looked for association between phenotype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 SNPs.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 height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Relevance to cleft lip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Philtrum width 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Relevance to cleft lip</w:t>
            </w:r>
          </w:p>
        </w:tc>
      </w:tr>
      <w:tr w:rsidR="00290F88" w:rsidRPr="00D4194E" w:rsidTr="00B9508D">
        <w:trPr>
          <w:trHeight w:val="355"/>
        </w:trPr>
        <w:tc>
          <w:tcPr>
            <w:tcW w:w="6129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 width</w:t>
            </w:r>
          </w:p>
        </w:tc>
        <w:tc>
          <w:tcPr>
            <w:tcW w:w="6624" w:type="dxa"/>
          </w:tcPr>
          <w:p w:rsidR="00290F88" w:rsidRDefault="00290F8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Relevance to cleft lip</w:t>
            </w:r>
          </w:p>
        </w:tc>
      </w:tr>
    </w:tbl>
    <w:p w:rsidR="00290F88" w:rsidRDefault="00290F88" w:rsidP="00290F88">
      <w:pPr>
        <w:rPr>
          <w:rFonts w:ascii="Arial" w:hAnsi="Arial" w:cs="Arial"/>
          <w:b/>
          <w:sz w:val="24"/>
          <w:szCs w:val="24"/>
        </w:rPr>
      </w:pPr>
    </w:p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0C4F58" w:rsidRDefault="000C4F58" w:rsidP="000C4F58">
      <w:bookmarkStart w:id="0" w:name="_GoBack"/>
      <w:bookmarkEnd w:id="0"/>
    </w:p>
    <w:p w:rsidR="000C4F58" w:rsidRDefault="000C4F58" w:rsidP="000C4F58"/>
    <w:p w:rsidR="000C4F58" w:rsidRDefault="000C4F58" w:rsidP="000C4F58"/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4C511B" w:rsidRPr="00204EFA" w:rsidRDefault="00290F88" w:rsidP="00204EFA"/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0C4F58"/>
    <w:rsid w:val="00122A45"/>
    <w:rsid w:val="00153D3D"/>
    <w:rsid w:val="00204EFA"/>
    <w:rsid w:val="00290F88"/>
    <w:rsid w:val="003838E4"/>
    <w:rsid w:val="00476D64"/>
    <w:rsid w:val="0055545C"/>
    <w:rsid w:val="008C7764"/>
    <w:rsid w:val="009349A1"/>
    <w:rsid w:val="00B1255D"/>
    <w:rsid w:val="00CB644B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2018-06-29T11:42:00Z</dcterms:created>
  <dcterms:modified xsi:type="dcterms:W3CDTF">2018-06-29T11:42:00Z</dcterms:modified>
</cp:coreProperties>
</file>